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0"/>
        <w:gridCol w:w="1316"/>
        <w:gridCol w:w="6020"/>
        <w:gridCol w:w="1420"/>
      </w:tblGrid>
      <w:tr w:rsidR="00D42A8F" w:rsidRPr="00C639A4" w:rsidTr="000A4CA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Pr="00783051" w:rsidRDefault="00D42A8F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10</w:t>
            </w: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</w:tr>
      <w:tr w:rsidR="00D42A8F" w:rsidRPr="00C639A4" w:rsidTr="000A4CA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Default="00D42A8F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Совета Адагум</w:t>
            </w: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ского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D42A8F" w:rsidRDefault="00D42A8F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D42A8F" w:rsidRPr="00783051" w:rsidRDefault="00D42A8F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от ________№ ______</w:t>
            </w:r>
          </w:p>
        </w:tc>
      </w:tr>
      <w:tr w:rsidR="00D42A8F" w:rsidRPr="00C639A4" w:rsidTr="000A4CA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Pr="00783051" w:rsidRDefault="00D42A8F" w:rsidP="00135C17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D42A8F" w:rsidRPr="00C639A4" w:rsidTr="000A4CA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Pr="00783051" w:rsidRDefault="00D42A8F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D42A8F" w:rsidRPr="00C639A4" w:rsidTr="000A4CA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2A8F" w:rsidRPr="00C639A4" w:rsidTr="000A4CAF">
        <w:trPr>
          <w:trHeight w:val="80"/>
        </w:trPr>
        <w:tc>
          <w:tcPr>
            <w:tcW w:w="5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2A8F" w:rsidRPr="00C639A4" w:rsidTr="000A4CAF">
        <w:trPr>
          <w:trHeight w:val="885"/>
        </w:trPr>
        <w:tc>
          <w:tcPr>
            <w:tcW w:w="58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20" w:type="dxa"/>
            <w:gridSpan w:val="3"/>
            <w:vAlign w:val="center"/>
          </w:tcPr>
          <w:p w:rsidR="00D42A8F" w:rsidRPr="00586145" w:rsidRDefault="00D42A8F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2016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D42A8F" w:rsidRPr="00C639A4" w:rsidTr="000A4CAF">
        <w:trPr>
          <w:trHeight w:val="300"/>
        </w:trPr>
        <w:tc>
          <w:tcPr>
            <w:tcW w:w="58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  <w:noWrap/>
            <w:vAlign w:val="center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2A8F" w:rsidRPr="00C639A4" w:rsidTr="000A4CAF">
        <w:trPr>
          <w:trHeight w:val="300"/>
        </w:trPr>
        <w:tc>
          <w:tcPr>
            <w:tcW w:w="58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  <w:noWrap/>
            <w:vAlign w:val="center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2A8F" w:rsidRPr="00C639A4" w:rsidTr="000A4CAF">
        <w:trPr>
          <w:trHeight w:val="300"/>
        </w:trPr>
        <w:tc>
          <w:tcPr>
            <w:tcW w:w="58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тыс.руб.</w:t>
            </w:r>
          </w:p>
        </w:tc>
      </w:tr>
      <w:tr w:rsidR="00D42A8F" w:rsidRPr="00C639A4" w:rsidTr="000A4CAF">
        <w:trPr>
          <w:trHeight w:val="705"/>
        </w:trPr>
        <w:tc>
          <w:tcPr>
            <w:tcW w:w="580" w:type="dxa"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180" w:type="dxa"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020" w:type="dxa"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420" w:type="dxa"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2016</w:t>
            </w:r>
            <w:r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D42A8F" w:rsidRPr="00C639A4" w:rsidTr="000A4CAF">
        <w:trPr>
          <w:trHeight w:val="375"/>
        </w:trPr>
        <w:tc>
          <w:tcPr>
            <w:tcW w:w="58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80" w:type="dxa"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020" w:type="dxa"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20" w:type="dxa"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D42A8F" w:rsidRPr="00C639A4" w:rsidTr="000A4CAF">
        <w:trPr>
          <w:trHeight w:val="465"/>
        </w:trPr>
        <w:tc>
          <w:tcPr>
            <w:tcW w:w="580" w:type="dxa"/>
            <w:noWrap/>
            <w:vAlign w:val="bottom"/>
          </w:tcPr>
          <w:p w:rsidR="00D42A8F" w:rsidRPr="00586145" w:rsidRDefault="00D42A8F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D42A8F" w:rsidRPr="00586145" w:rsidRDefault="00D42A8F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420" w:type="dxa"/>
            <w:vAlign w:val="center"/>
          </w:tcPr>
          <w:p w:rsidR="00D42A8F" w:rsidRPr="002D5EF1" w:rsidRDefault="00D42A8F" w:rsidP="00586145">
            <w:pPr>
              <w:spacing w:after="0" w:line="240" w:lineRule="auto"/>
              <w:jc w:val="right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13917</w:t>
            </w:r>
            <w:r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val="en-US" w:eastAsia="ru-RU"/>
              </w:rPr>
              <w:t>4</w:t>
            </w:r>
          </w:p>
        </w:tc>
      </w:tr>
      <w:tr w:rsidR="00D42A8F" w:rsidRPr="00C639A4" w:rsidTr="000A4CAF">
        <w:trPr>
          <w:trHeight w:val="675"/>
        </w:trPr>
        <w:tc>
          <w:tcPr>
            <w:tcW w:w="580" w:type="dxa"/>
            <w:noWrap/>
          </w:tcPr>
          <w:p w:rsidR="00D42A8F" w:rsidRPr="00586145" w:rsidRDefault="00D42A8F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80" w:type="dxa"/>
          </w:tcPr>
          <w:p w:rsidR="00D42A8F" w:rsidRPr="00586145" w:rsidRDefault="00D42A8F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6020" w:type="dxa"/>
            <w:vAlign w:val="center"/>
          </w:tcPr>
          <w:p w:rsidR="00D42A8F" w:rsidRPr="00586145" w:rsidRDefault="00D42A8F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420" w:type="dxa"/>
            <w:vAlign w:val="center"/>
          </w:tcPr>
          <w:p w:rsidR="00D42A8F" w:rsidRPr="00586145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4491,7</w:t>
            </w:r>
          </w:p>
        </w:tc>
      </w:tr>
      <w:tr w:rsidR="00D42A8F" w:rsidRPr="00C639A4" w:rsidTr="000A4CAF">
        <w:trPr>
          <w:trHeight w:val="630"/>
        </w:trPr>
        <w:tc>
          <w:tcPr>
            <w:tcW w:w="580" w:type="dxa"/>
            <w:noWrap/>
          </w:tcPr>
          <w:p w:rsidR="00D42A8F" w:rsidRPr="00586145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80" w:type="dxa"/>
          </w:tcPr>
          <w:p w:rsidR="00D42A8F" w:rsidRPr="00586145" w:rsidRDefault="00D42A8F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6020" w:type="dxa"/>
            <w:vAlign w:val="center"/>
          </w:tcPr>
          <w:p w:rsidR="00D42A8F" w:rsidRPr="00586145" w:rsidRDefault="00D42A8F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420" w:type="dxa"/>
            <w:vAlign w:val="center"/>
          </w:tcPr>
          <w:p w:rsidR="00D42A8F" w:rsidRPr="00586145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224,7</w:t>
            </w:r>
          </w:p>
        </w:tc>
      </w:tr>
      <w:tr w:rsidR="00D42A8F" w:rsidRPr="00C639A4" w:rsidTr="000A4CAF">
        <w:trPr>
          <w:trHeight w:val="675"/>
        </w:trPr>
        <w:tc>
          <w:tcPr>
            <w:tcW w:w="580" w:type="dxa"/>
            <w:noWrap/>
          </w:tcPr>
          <w:p w:rsidR="00D42A8F" w:rsidRPr="00586145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80" w:type="dxa"/>
          </w:tcPr>
          <w:p w:rsidR="00D42A8F" w:rsidRPr="00586145" w:rsidRDefault="00D42A8F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6020" w:type="dxa"/>
            <w:vAlign w:val="center"/>
          </w:tcPr>
          <w:p w:rsidR="00D42A8F" w:rsidRPr="00586145" w:rsidRDefault="00D42A8F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420" w:type="dxa"/>
            <w:vAlign w:val="center"/>
          </w:tcPr>
          <w:p w:rsidR="00D42A8F" w:rsidRPr="00586145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6123,0</w:t>
            </w:r>
          </w:p>
        </w:tc>
      </w:tr>
      <w:tr w:rsidR="00D42A8F" w:rsidRPr="00C639A4" w:rsidTr="000A4CAF">
        <w:trPr>
          <w:trHeight w:val="943"/>
        </w:trPr>
        <w:tc>
          <w:tcPr>
            <w:tcW w:w="580" w:type="dxa"/>
            <w:noWrap/>
          </w:tcPr>
          <w:p w:rsidR="00D42A8F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D42A8F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42A8F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42A8F" w:rsidRPr="00586145" w:rsidRDefault="00D42A8F" w:rsidP="00FF3BEC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</w:tcPr>
          <w:p w:rsidR="00D42A8F" w:rsidRDefault="00D42A8F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D42A8F" w:rsidRDefault="00D42A8F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42A8F" w:rsidRDefault="00D42A8F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42A8F" w:rsidRPr="00586145" w:rsidRDefault="00D42A8F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D42A8F" w:rsidRDefault="00D42A8F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Адагумском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D42A8F" w:rsidRPr="00586145" w:rsidRDefault="00D42A8F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D42A8F" w:rsidRPr="00586145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260,0</w:t>
            </w:r>
          </w:p>
        </w:tc>
      </w:tr>
      <w:tr w:rsidR="00D42A8F" w:rsidRPr="00C639A4" w:rsidTr="000A4CAF">
        <w:trPr>
          <w:trHeight w:val="943"/>
        </w:trPr>
        <w:tc>
          <w:tcPr>
            <w:tcW w:w="580" w:type="dxa"/>
            <w:noWrap/>
          </w:tcPr>
          <w:p w:rsidR="00D42A8F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80" w:type="dxa"/>
          </w:tcPr>
          <w:p w:rsidR="00D42A8F" w:rsidRDefault="00D42A8F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1300000000</w:t>
            </w:r>
          </w:p>
        </w:tc>
        <w:tc>
          <w:tcPr>
            <w:tcW w:w="6020" w:type="dxa"/>
            <w:vAlign w:val="center"/>
          </w:tcPr>
          <w:p w:rsidR="00D42A8F" w:rsidRDefault="00D42A8F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«Развитие жилищно-коммунального хозяйства»</w:t>
            </w:r>
          </w:p>
        </w:tc>
        <w:tc>
          <w:tcPr>
            <w:tcW w:w="1420" w:type="dxa"/>
            <w:vAlign w:val="center"/>
          </w:tcPr>
          <w:p w:rsidR="00D42A8F" w:rsidRDefault="00D42A8F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</w:tr>
      <w:tr w:rsidR="00D42A8F" w:rsidRPr="00C639A4" w:rsidTr="000A4CAF">
        <w:trPr>
          <w:trHeight w:val="947"/>
        </w:trPr>
        <w:tc>
          <w:tcPr>
            <w:tcW w:w="580" w:type="dxa"/>
            <w:noWrap/>
          </w:tcPr>
          <w:p w:rsidR="00D42A8F" w:rsidRDefault="00D42A8F" w:rsidP="00542A3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80" w:type="dxa"/>
          </w:tcPr>
          <w:p w:rsidR="00D42A8F" w:rsidRDefault="00D42A8F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6020" w:type="dxa"/>
            <w:vAlign w:val="center"/>
          </w:tcPr>
          <w:p w:rsidR="00D42A8F" w:rsidRDefault="00D42A8F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1420" w:type="dxa"/>
            <w:vAlign w:val="center"/>
          </w:tcPr>
          <w:p w:rsidR="00D42A8F" w:rsidRDefault="00D42A8F" w:rsidP="00FF3BEC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9,0</w:t>
            </w:r>
          </w:p>
        </w:tc>
      </w:tr>
      <w:tr w:rsidR="00D42A8F" w:rsidRPr="00C639A4" w:rsidTr="000A4CAF">
        <w:trPr>
          <w:trHeight w:val="1128"/>
        </w:trPr>
        <w:tc>
          <w:tcPr>
            <w:tcW w:w="580" w:type="dxa"/>
            <w:noWrap/>
          </w:tcPr>
          <w:p w:rsidR="00D42A8F" w:rsidRDefault="00D42A8F" w:rsidP="00542A3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80" w:type="dxa"/>
          </w:tcPr>
          <w:p w:rsidR="00D42A8F" w:rsidRDefault="00D42A8F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D42A8F" w:rsidRDefault="00D42A8F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D42A8F" w:rsidRDefault="00D42A8F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420" w:type="dxa"/>
            <w:vAlign w:val="center"/>
          </w:tcPr>
          <w:p w:rsidR="00D42A8F" w:rsidRDefault="00D42A8F" w:rsidP="00FF3BEC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160,0</w:t>
            </w:r>
          </w:p>
        </w:tc>
      </w:tr>
      <w:tr w:rsidR="00D42A8F" w:rsidRPr="00C639A4" w:rsidTr="000A4CAF">
        <w:trPr>
          <w:trHeight w:val="1128"/>
        </w:trPr>
        <w:tc>
          <w:tcPr>
            <w:tcW w:w="580" w:type="dxa"/>
            <w:noWrap/>
          </w:tcPr>
          <w:p w:rsidR="00D42A8F" w:rsidRDefault="00D42A8F" w:rsidP="006B1D8D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80" w:type="dxa"/>
          </w:tcPr>
          <w:p w:rsidR="00D42A8F" w:rsidRDefault="00D42A8F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6020" w:type="dxa"/>
            <w:vAlign w:val="center"/>
          </w:tcPr>
          <w:p w:rsidR="00D42A8F" w:rsidRDefault="00D42A8F" w:rsidP="006B1D8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«Муниципальная политика и развитие гражданского общества в Адагумском сельском поселении Крымского района»</w:t>
            </w:r>
          </w:p>
          <w:p w:rsidR="00D42A8F" w:rsidRDefault="00D42A8F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D42A8F" w:rsidRDefault="00D42A8F" w:rsidP="006B1D8D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72,0</w:t>
            </w:r>
          </w:p>
        </w:tc>
      </w:tr>
      <w:tr w:rsidR="00D42A8F" w:rsidRPr="00C639A4" w:rsidTr="000A4CAF">
        <w:trPr>
          <w:trHeight w:val="1128"/>
        </w:trPr>
        <w:tc>
          <w:tcPr>
            <w:tcW w:w="580" w:type="dxa"/>
            <w:noWrap/>
          </w:tcPr>
          <w:p w:rsidR="00D42A8F" w:rsidRDefault="00D42A8F" w:rsidP="006B1D8D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80" w:type="dxa"/>
          </w:tcPr>
          <w:p w:rsidR="00D42A8F" w:rsidRDefault="00D42A8F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1900000000</w:t>
            </w:r>
          </w:p>
        </w:tc>
        <w:tc>
          <w:tcPr>
            <w:tcW w:w="6020" w:type="dxa"/>
            <w:vAlign w:val="center"/>
          </w:tcPr>
          <w:p w:rsidR="00D42A8F" w:rsidRDefault="00D42A8F" w:rsidP="006B1D8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1420" w:type="dxa"/>
            <w:vAlign w:val="center"/>
          </w:tcPr>
          <w:p w:rsidR="00D42A8F" w:rsidRDefault="00D42A8F" w:rsidP="006B1D8D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1800,0</w:t>
            </w:r>
          </w:p>
        </w:tc>
      </w:tr>
      <w:tr w:rsidR="00D42A8F" w:rsidRPr="00C639A4" w:rsidTr="000A4CAF">
        <w:trPr>
          <w:trHeight w:val="1065"/>
        </w:trPr>
        <w:tc>
          <w:tcPr>
            <w:tcW w:w="580" w:type="dxa"/>
            <w:noWrap/>
          </w:tcPr>
          <w:p w:rsidR="00D42A8F" w:rsidRDefault="00D42A8F" w:rsidP="006B1D8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42A8F" w:rsidRDefault="00D42A8F" w:rsidP="006B1D8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42A8F" w:rsidRDefault="00D42A8F" w:rsidP="006B1D8D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D42A8F" w:rsidRDefault="00D42A8F" w:rsidP="006B1D8D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80" w:type="dxa"/>
          </w:tcPr>
          <w:p w:rsidR="00D42A8F" w:rsidRDefault="00D42A8F" w:rsidP="006B1D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42A8F" w:rsidRDefault="00D42A8F" w:rsidP="006B1D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42A8F" w:rsidRDefault="00D42A8F" w:rsidP="006B1D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2300000000</w:t>
            </w:r>
          </w:p>
          <w:p w:rsidR="00D42A8F" w:rsidRDefault="00D42A8F" w:rsidP="006B1D8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D42A8F" w:rsidRDefault="00D42A8F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 «</w:t>
            </w:r>
            <w:r w:rsidRPr="00586145">
              <w:rPr>
                <w:rFonts w:ascii="Times New Roman" w:hAnsi="Times New Roman"/>
                <w:lang w:eastAsia="ru-RU"/>
              </w:rPr>
              <w:t xml:space="preserve">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поселения»</w:t>
            </w:r>
          </w:p>
        </w:tc>
        <w:tc>
          <w:tcPr>
            <w:tcW w:w="1420" w:type="dxa"/>
            <w:vAlign w:val="center"/>
          </w:tcPr>
          <w:p w:rsidR="00D42A8F" w:rsidRDefault="00D42A8F" w:rsidP="00FF3BEC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277,0</w:t>
            </w:r>
          </w:p>
        </w:tc>
      </w:tr>
      <w:tr w:rsidR="00D42A8F" w:rsidRPr="00C639A4" w:rsidTr="000A4CAF">
        <w:trPr>
          <w:trHeight w:val="1065"/>
        </w:trPr>
        <w:tc>
          <w:tcPr>
            <w:tcW w:w="580" w:type="dxa"/>
            <w:noWrap/>
          </w:tcPr>
          <w:p w:rsidR="00D42A8F" w:rsidRDefault="00D42A8F" w:rsidP="006B1D8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180" w:type="dxa"/>
          </w:tcPr>
          <w:p w:rsidR="00D42A8F" w:rsidRDefault="00D42A8F" w:rsidP="006B1D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2500000000</w:t>
            </w:r>
          </w:p>
        </w:tc>
        <w:tc>
          <w:tcPr>
            <w:tcW w:w="6020" w:type="dxa"/>
            <w:vAlign w:val="center"/>
          </w:tcPr>
          <w:p w:rsidR="00D42A8F" w:rsidRPr="00586145" w:rsidRDefault="00D42A8F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 Крымского района«Развитие топливно-энергетического комплекса Адагумского сельского поселения»</w:t>
            </w:r>
          </w:p>
        </w:tc>
        <w:tc>
          <w:tcPr>
            <w:tcW w:w="1420" w:type="dxa"/>
            <w:vAlign w:val="center"/>
          </w:tcPr>
          <w:p w:rsidR="00D42A8F" w:rsidRDefault="00D42A8F" w:rsidP="00FF3BEC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</w:tr>
    </w:tbl>
    <w:p w:rsidR="00D42A8F" w:rsidRDefault="00D42A8F" w:rsidP="000B3E88"/>
    <w:p w:rsidR="00D42A8F" w:rsidRDefault="00D42A8F" w:rsidP="000B3E88"/>
    <w:p w:rsidR="00D42A8F" w:rsidRDefault="00D42A8F" w:rsidP="000B3E88"/>
    <w:p w:rsidR="00D42A8F" w:rsidRDefault="00D42A8F" w:rsidP="000B3E88"/>
    <w:p w:rsidR="00D42A8F" w:rsidRPr="00736415" w:rsidRDefault="00D42A8F" w:rsidP="000B3E88">
      <w:pPr>
        <w:rPr>
          <w:sz w:val="28"/>
          <w:szCs w:val="28"/>
        </w:rPr>
      </w:pPr>
      <w:r w:rsidRPr="00736415">
        <w:rPr>
          <w:sz w:val="28"/>
          <w:szCs w:val="28"/>
        </w:rPr>
        <w:t xml:space="preserve">Ведущий специалист                                                   </w:t>
      </w:r>
      <w:r>
        <w:rPr>
          <w:sz w:val="28"/>
          <w:szCs w:val="28"/>
        </w:rPr>
        <w:t>А.В.Сех</w:t>
      </w:r>
    </w:p>
    <w:sectPr w:rsidR="00D42A8F" w:rsidRPr="00736415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6B8"/>
    <w:rsid w:val="00001AB1"/>
    <w:rsid w:val="00002B6E"/>
    <w:rsid w:val="000078BE"/>
    <w:rsid w:val="000078E3"/>
    <w:rsid w:val="0004043C"/>
    <w:rsid w:val="000503A2"/>
    <w:rsid w:val="00051445"/>
    <w:rsid w:val="00051ED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503"/>
    <w:rsid w:val="00135C17"/>
    <w:rsid w:val="001850AB"/>
    <w:rsid w:val="001D1F6B"/>
    <w:rsid w:val="001D731C"/>
    <w:rsid w:val="001E5416"/>
    <w:rsid w:val="001F4840"/>
    <w:rsid w:val="001F7401"/>
    <w:rsid w:val="002122BF"/>
    <w:rsid w:val="00222098"/>
    <w:rsid w:val="002468C3"/>
    <w:rsid w:val="00253CA3"/>
    <w:rsid w:val="002624F2"/>
    <w:rsid w:val="00273464"/>
    <w:rsid w:val="00294B33"/>
    <w:rsid w:val="0029556D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23546"/>
    <w:rsid w:val="003252CA"/>
    <w:rsid w:val="00350455"/>
    <w:rsid w:val="00355BA6"/>
    <w:rsid w:val="00374856"/>
    <w:rsid w:val="003918E4"/>
    <w:rsid w:val="00396B48"/>
    <w:rsid w:val="003A35F0"/>
    <w:rsid w:val="003B4863"/>
    <w:rsid w:val="00406131"/>
    <w:rsid w:val="00414D56"/>
    <w:rsid w:val="00442FD4"/>
    <w:rsid w:val="004704D6"/>
    <w:rsid w:val="004747CA"/>
    <w:rsid w:val="004841E5"/>
    <w:rsid w:val="00494C71"/>
    <w:rsid w:val="004B2F21"/>
    <w:rsid w:val="004D57C3"/>
    <w:rsid w:val="004F32F2"/>
    <w:rsid w:val="004F718F"/>
    <w:rsid w:val="005002D4"/>
    <w:rsid w:val="00500598"/>
    <w:rsid w:val="00542A39"/>
    <w:rsid w:val="005643CD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14213"/>
    <w:rsid w:val="00632C60"/>
    <w:rsid w:val="006621DD"/>
    <w:rsid w:val="006818EB"/>
    <w:rsid w:val="006B1D8D"/>
    <w:rsid w:val="006C4A4D"/>
    <w:rsid w:val="006D6C16"/>
    <w:rsid w:val="006D73EC"/>
    <w:rsid w:val="006E5F38"/>
    <w:rsid w:val="006F6507"/>
    <w:rsid w:val="007156FA"/>
    <w:rsid w:val="007303D4"/>
    <w:rsid w:val="00731844"/>
    <w:rsid w:val="00736415"/>
    <w:rsid w:val="00740931"/>
    <w:rsid w:val="007554E0"/>
    <w:rsid w:val="00772F78"/>
    <w:rsid w:val="00775314"/>
    <w:rsid w:val="00775FEC"/>
    <w:rsid w:val="0078107B"/>
    <w:rsid w:val="00783051"/>
    <w:rsid w:val="007937FC"/>
    <w:rsid w:val="00803460"/>
    <w:rsid w:val="00807E81"/>
    <w:rsid w:val="008202EA"/>
    <w:rsid w:val="00826909"/>
    <w:rsid w:val="00827151"/>
    <w:rsid w:val="00831186"/>
    <w:rsid w:val="0083330E"/>
    <w:rsid w:val="00837D64"/>
    <w:rsid w:val="00875D15"/>
    <w:rsid w:val="00882567"/>
    <w:rsid w:val="00884B05"/>
    <w:rsid w:val="008945E2"/>
    <w:rsid w:val="008A77C1"/>
    <w:rsid w:val="008C5192"/>
    <w:rsid w:val="00901FA2"/>
    <w:rsid w:val="00901FE3"/>
    <w:rsid w:val="00924601"/>
    <w:rsid w:val="0094263E"/>
    <w:rsid w:val="00954C19"/>
    <w:rsid w:val="00960D48"/>
    <w:rsid w:val="00961716"/>
    <w:rsid w:val="009907F5"/>
    <w:rsid w:val="009B40C1"/>
    <w:rsid w:val="009E5CFC"/>
    <w:rsid w:val="00A0179C"/>
    <w:rsid w:val="00A020B1"/>
    <w:rsid w:val="00A0696C"/>
    <w:rsid w:val="00A60E6F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726B2"/>
    <w:rsid w:val="00C74671"/>
    <w:rsid w:val="00C86B22"/>
    <w:rsid w:val="00C93B01"/>
    <w:rsid w:val="00CD7796"/>
    <w:rsid w:val="00CE265B"/>
    <w:rsid w:val="00CF001B"/>
    <w:rsid w:val="00CF662F"/>
    <w:rsid w:val="00D02685"/>
    <w:rsid w:val="00D0687D"/>
    <w:rsid w:val="00D06DDD"/>
    <w:rsid w:val="00D25DAB"/>
    <w:rsid w:val="00D36E3A"/>
    <w:rsid w:val="00D42A8F"/>
    <w:rsid w:val="00D75DF4"/>
    <w:rsid w:val="00D81DE8"/>
    <w:rsid w:val="00D82003"/>
    <w:rsid w:val="00DB0FD5"/>
    <w:rsid w:val="00DC06DD"/>
    <w:rsid w:val="00DD5935"/>
    <w:rsid w:val="00DE30B2"/>
    <w:rsid w:val="00DF44AB"/>
    <w:rsid w:val="00E03165"/>
    <w:rsid w:val="00E13E26"/>
    <w:rsid w:val="00E321F3"/>
    <w:rsid w:val="00E756D7"/>
    <w:rsid w:val="00E911AF"/>
    <w:rsid w:val="00EA55A4"/>
    <w:rsid w:val="00EF13D9"/>
    <w:rsid w:val="00F03641"/>
    <w:rsid w:val="00F26DEC"/>
    <w:rsid w:val="00F55F14"/>
    <w:rsid w:val="00F65BCF"/>
    <w:rsid w:val="00F673FD"/>
    <w:rsid w:val="00F74BE1"/>
    <w:rsid w:val="00F80340"/>
    <w:rsid w:val="00F92022"/>
    <w:rsid w:val="00FC1B44"/>
    <w:rsid w:val="00FC6044"/>
    <w:rsid w:val="00FD0D93"/>
    <w:rsid w:val="00FD3984"/>
    <w:rsid w:val="00FF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8E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A4C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63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150</TotalTime>
  <Pages>2</Pages>
  <Words>364</Words>
  <Characters>2080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1</cp:lastModifiedBy>
  <cp:revision>30</cp:revision>
  <cp:lastPrinted>2015-11-11T07:53:00Z</cp:lastPrinted>
  <dcterms:created xsi:type="dcterms:W3CDTF">2014-11-11T11:02:00Z</dcterms:created>
  <dcterms:modified xsi:type="dcterms:W3CDTF">2015-11-11T07:53:00Z</dcterms:modified>
</cp:coreProperties>
</file>