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58"/>
        <w:tblW w:w="96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9"/>
        <w:gridCol w:w="4819"/>
      </w:tblGrid>
      <w:tr w:rsidR="00151275" w:rsidRPr="00E751E4" w:rsidTr="007D2850">
        <w:tc>
          <w:tcPr>
            <w:tcW w:w="4819" w:type="dxa"/>
          </w:tcPr>
          <w:p w:rsidR="00151275" w:rsidRDefault="00151275" w:rsidP="007D2850">
            <w:pPr>
              <w:pStyle w:val="a"/>
              <w:snapToGrid w:val="0"/>
            </w:pPr>
          </w:p>
        </w:tc>
        <w:tc>
          <w:tcPr>
            <w:tcW w:w="4819" w:type="dxa"/>
          </w:tcPr>
          <w:p w:rsidR="00151275" w:rsidRDefault="00151275" w:rsidP="007D2850">
            <w:pPr>
              <w:pStyle w:val="a"/>
              <w:snapToGrid w:val="0"/>
            </w:pPr>
          </w:p>
          <w:p w:rsidR="00151275" w:rsidRDefault="00151275" w:rsidP="007D2850">
            <w:pPr>
              <w:pStyle w:val="a"/>
              <w:snapToGrid w:val="0"/>
              <w:jc w:val="center"/>
            </w:pPr>
            <w:r>
              <w:t>ПРИЛОЖЕНИЕ № 1</w:t>
            </w:r>
          </w:p>
          <w:p w:rsidR="00151275" w:rsidRDefault="00151275" w:rsidP="007D2850">
            <w:pPr>
              <w:pStyle w:val="a"/>
              <w:jc w:val="center"/>
            </w:pPr>
            <w:r>
              <w:t xml:space="preserve">к административному регламенту </w:t>
            </w:r>
          </w:p>
          <w:p w:rsidR="00151275" w:rsidRDefault="00151275" w:rsidP="007D2850">
            <w:pPr>
              <w:pStyle w:val="a"/>
              <w:jc w:val="center"/>
            </w:pPr>
            <w:r>
              <w:t>«Выдача разрешения (ордера) на проведение земляных работ на территории общего пользования »</w:t>
            </w:r>
          </w:p>
        </w:tc>
      </w:tr>
      <w:tr w:rsidR="00151275" w:rsidRPr="00E751E4" w:rsidTr="007D2850">
        <w:tc>
          <w:tcPr>
            <w:tcW w:w="4819" w:type="dxa"/>
          </w:tcPr>
          <w:p w:rsidR="00151275" w:rsidRDefault="00151275" w:rsidP="007D2850">
            <w:pPr>
              <w:pStyle w:val="a"/>
              <w:snapToGrid w:val="0"/>
            </w:pPr>
          </w:p>
        </w:tc>
        <w:tc>
          <w:tcPr>
            <w:tcW w:w="4819" w:type="dxa"/>
          </w:tcPr>
          <w:p w:rsidR="00151275" w:rsidRDefault="00151275" w:rsidP="007D2850">
            <w:pPr>
              <w:pStyle w:val="a"/>
              <w:snapToGrid w:val="0"/>
            </w:pPr>
          </w:p>
        </w:tc>
      </w:tr>
    </w:tbl>
    <w:tbl>
      <w:tblPr>
        <w:tblW w:w="5580" w:type="dxa"/>
        <w:tblInd w:w="4068" w:type="dxa"/>
        <w:tblLayout w:type="fixed"/>
        <w:tblLook w:val="00A0"/>
      </w:tblPr>
      <w:tblGrid>
        <w:gridCol w:w="5580"/>
      </w:tblGrid>
      <w:tr w:rsidR="00151275" w:rsidRPr="00E751E4" w:rsidTr="007D2850">
        <w:trPr>
          <w:trHeight w:val="436"/>
        </w:trPr>
        <w:tc>
          <w:tcPr>
            <w:tcW w:w="5580" w:type="dxa"/>
          </w:tcPr>
          <w:p w:rsidR="00151275" w:rsidRPr="00E751E4" w:rsidRDefault="00151275" w:rsidP="0075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Главе Адагум</w:t>
            </w:r>
            <w:r w:rsidRPr="00E751E4">
              <w:rPr>
                <w:rFonts w:ascii="Times New Roman" w:hAnsi="Times New Roman"/>
                <w:sz w:val="28"/>
                <w:szCs w:val="28"/>
              </w:rPr>
              <w:t>ского сельского поселения</w:t>
            </w:r>
          </w:p>
          <w:p w:rsidR="00151275" w:rsidRPr="00E751E4" w:rsidRDefault="00151275" w:rsidP="0075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51E4">
              <w:rPr>
                <w:rFonts w:ascii="Times New Roman" w:hAnsi="Times New Roman"/>
                <w:sz w:val="28"/>
                <w:szCs w:val="28"/>
              </w:rPr>
              <w:t xml:space="preserve">Крымского района </w:t>
            </w:r>
          </w:p>
          <w:p w:rsidR="00151275" w:rsidRPr="00E751E4" w:rsidRDefault="00151275" w:rsidP="00753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51E4">
              <w:rPr>
                <w:rFonts w:ascii="Times New Roman" w:hAnsi="Times New Roman"/>
              </w:rPr>
              <w:t>______________________</w:t>
            </w:r>
          </w:p>
        </w:tc>
      </w:tr>
      <w:tr w:rsidR="00151275" w:rsidRPr="00E751E4" w:rsidTr="007D2850">
        <w:tc>
          <w:tcPr>
            <w:tcW w:w="5580" w:type="dxa"/>
          </w:tcPr>
          <w:p w:rsidR="00151275" w:rsidRPr="00E751E4" w:rsidRDefault="00151275" w:rsidP="00753AC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1275" w:rsidRPr="00E751E4" w:rsidRDefault="00151275" w:rsidP="0075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51E4">
              <w:rPr>
                <w:rFonts w:ascii="Times New Roman" w:hAnsi="Times New Roman"/>
                <w:sz w:val="28"/>
                <w:szCs w:val="28"/>
              </w:rPr>
              <w:t>от  гр._________________________________</w:t>
            </w:r>
          </w:p>
          <w:p w:rsidR="00151275" w:rsidRPr="00E751E4" w:rsidRDefault="00151275" w:rsidP="00753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751E4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  <w:r w:rsidRPr="00E751E4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                         Ф.И.О. заявителя, наименование юридического лица</w:t>
            </w:r>
          </w:p>
          <w:p w:rsidR="00151275" w:rsidRPr="00E751E4" w:rsidRDefault="00151275" w:rsidP="00753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751E4">
              <w:rPr>
                <w:rFonts w:ascii="Times New Roman" w:hAnsi="Times New Roman"/>
                <w:sz w:val="28"/>
                <w:szCs w:val="28"/>
                <w:vertAlign w:val="superscript"/>
              </w:rPr>
              <w:t>___________________________________________________________</w:t>
            </w:r>
          </w:p>
          <w:p w:rsidR="00151275" w:rsidRPr="00E751E4" w:rsidRDefault="00151275" w:rsidP="0075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51E4">
              <w:rPr>
                <w:rFonts w:ascii="Times New Roman" w:hAnsi="Times New Roman"/>
                <w:sz w:val="28"/>
                <w:szCs w:val="28"/>
              </w:rPr>
              <w:t>зарегистрированного  по месту жительства (место нахождения организации - для юридического лица),____________________</w:t>
            </w:r>
          </w:p>
          <w:p w:rsidR="00151275" w:rsidRPr="00E751E4" w:rsidRDefault="00151275" w:rsidP="0075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51E4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__________________________________________________________________________________________________________________</w:t>
            </w:r>
          </w:p>
          <w:p w:rsidR="00151275" w:rsidRPr="00E751E4" w:rsidRDefault="00151275" w:rsidP="00753A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51E4">
              <w:rPr>
                <w:rFonts w:ascii="Times New Roman" w:hAnsi="Times New Roman"/>
                <w:sz w:val="28"/>
                <w:szCs w:val="28"/>
              </w:rPr>
              <w:t>контактный телефон ____________________</w:t>
            </w:r>
          </w:p>
          <w:p w:rsidR="00151275" w:rsidRPr="00E751E4" w:rsidRDefault="00151275" w:rsidP="00753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51275" w:rsidRDefault="00151275" w:rsidP="00753ACF">
      <w:pPr>
        <w:spacing w:after="0"/>
        <w:jc w:val="center"/>
        <w:rPr>
          <w:sz w:val="28"/>
          <w:szCs w:val="28"/>
        </w:rPr>
      </w:pPr>
    </w:p>
    <w:p w:rsidR="00151275" w:rsidRPr="00753ACF" w:rsidRDefault="00151275" w:rsidP="00753AC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3ACF">
        <w:rPr>
          <w:rFonts w:ascii="Times New Roman" w:hAnsi="Times New Roman"/>
          <w:sz w:val="28"/>
          <w:szCs w:val="28"/>
        </w:rPr>
        <w:t>ЗАЯВЛЕНИЕ</w:t>
      </w:r>
    </w:p>
    <w:p w:rsidR="00151275" w:rsidRPr="00753ACF" w:rsidRDefault="00151275" w:rsidP="00753ACF">
      <w:pPr>
        <w:pStyle w:val="ConsPlusTitle"/>
        <w:widowControl w:val="0"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51275" w:rsidRPr="00753ACF" w:rsidRDefault="00151275" w:rsidP="00753AC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3ACF">
        <w:rPr>
          <w:rFonts w:ascii="Times New Roman" w:hAnsi="Times New Roman"/>
          <w:sz w:val="28"/>
          <w:szCs w:val="28"/>
        </w:rPr>
        <w:tab/>
        <w:t>Прошу подготовить и выдать в соответствии с Градостроительным кодексом РФ разрешение (ордер) на проведение земляных работ на территории общего пользования, по адресу:_____________________________</w:t>
      </w:r>
    </w:p>
    <w:p w:rsidR="00151275" w:rsidRPr="00753ACF" w:rsidRDefault="00151275" w:rsidP="00753AC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3ACF">
        <w:rPr>
          <w:rFonts w:ascii="Times New Roman" w:hAnsi="Times New Roman"/>
          <w:sz w:val="28"/>
          <w:szCs w:val="28"/>
        </w:rPr>
        <w:t xml:space="preserve">__________________________________________________________________    </w:t>
      </w:r>
    </w:p>
    <w:p w:rsidR="00151275" w:rsidRPr="00753ACF" w:rsidRDefault="00151275" w:rsidP="00753AC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53ACF">
        <w:rPr>
          <w:rFonts w:ascii="Times New Roman" w:hAnsi="Times New Roman"/>
          <w:sz w:val="28"/>
          <w:szCs w:val="28"/>
        </w:rPr>
        <w:t xml:space="preserve">                                                      (адрес земельного участка)</w:t>
      </w:r>
    </w:p>
    <w:p w:rsidR="00151275" w:rsidRPr="00753ACF" w:rsidRDefault="00151275" w:rsidP="00753AC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3ACF">
        <w:rPr>
          <w:rFonts w:ascii="Times New Roman" w:hAnsi="Times New Roman"/>
          <w:sz w:val="28"/>
          <w:szCs w:val="28"/>
        </w:rPr>
        <w:t>для ______________________________________________________________ ____________________________________________________________________________________________________________________________________</w:t>
      </w:r>
    </w:p>
    <w:p w:rsidR="00151275" w:rsidRPr="00753ACF" w:rsidRDefault="00151275" w:rsidP="00753AC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1275" w:rsidRPr="00753ACF" w:rsidRDefault="00151275" w:rsidP="00753AC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1275" w:rsidRPr="00753ACF" w:rsidRDefault="00151275" w:rsidP="00753AC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3ACF">
        <w:rPr>
          <w:rFonts w:ascii="Times New Roman" w:hAnsi="Times New Roman"/>
          <w:sz w:val="28"/>
          <w:szCs w:val="28"/>
        </w:rPr>
        <w:t xml:space="preserve"> _____________                                                                        ________________ </w:t>
      </w:r>
    </w:p>
    <w:p w:rsidR="00151275" w:rsidRPr="00753ACF" w:rsidRDefault="00151275" w:rsidP="00753AC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3ACF">
        <w:rPr>
          <w:rFonts w:ascii="Times New Roman" w:hAnsi="Times New Roman"/>
          <w:sz w:val="28"/>
          <w:szCs w:val="28"/>
        </w:rPr>
        <w:t xml:space="preserve">       дата                                                                                              подпись</w:t>
      </w:r>
    </w:p>
    <w:p w:rsidR="00151275" w:rsidRPr="00753ACF" w:rsidRDefault="00151275" w:rsidP="00753AC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1275" w:rsidRPr="00753ACF" w:rsidRDefault="00151275" w:rsidP="00753AC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3ACF">
        <w:rPr>
          <w:rFonts w:ascii="Times New Roman" w:hAnsi="Times New Roman"/>
          <w:sz w:val="28"/>
          <w:szCs w:val="28"/>
        </w:rPr>
        <w:t>К указанному заявлению прилагаются следующие документы:</w:t>
      </w:r>
    </w:p>
    <w:p w:rsidR="00151275" w:rsidRPr="00753ACF" w:rsidRDefault="00151275" w:rsidP="00753AC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3ACF">
        <w:rPr>
          <w:rFonts w:ascii="Times New Roman" w:hAnsi="Times New Roman"/>
          <w:sz w:val="28"/>
          <w:szCs w:val="28"/>
        </w:rPr>
        <w:t>1) ________________________________________________________________</w:t>
      </w:r>
    </w:p>
    <w:p w:rsidR="00151275" w:rsidRPr="00753ACF" w:rsidRDefault="00151275" w:rsidP="00753AC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3ACF">
        <w:rPr>
          <w:rFonts w:ascii="Times New Roman" w:hAnsi="Times New Roman"/>
          <w:sz w:val="28"/>
          <w:szCs w:val="28"/>
        </w:rPr>
        <w:t>2) ________________________________________________________________</w:t>
      </w:r>
    </w:p>
    <w:p w:rsidR="00151275" w:rsidRDefault="00151275" w:rsidP="00753A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3ACF">
        <w:rPr>
          <w:rFonts w:ascii="Times New Roman" w:hAnsi="Times New Roman"/>
          <w:sz w:val="28"/>
          <w:szCs w:val="28"/>
        </w:rPr>
        <w:t>3) ________________________________________________________________</w:t>
      </w:r>
    </w:p>
    <w:p w:rsidR="00151275" w:rsidRDefault="00151275" w:rsidP="00186718">
      <w:pPr>
        <w:pStyle w:val="NoSpacing"/>
        <w:rPr>
          <w:rFonts w:ascii="Times New Roman" w:hAnsi="Times New Roman"/>
          <w:sz w:val="28"/>
          <w:szCs w:val="28"/>
        </w:rPr>
      </w:pPr>
    </w:p>
    <w:p w:rsidR="00151275" w:rsidRDefault="00151275" w:rsidP="00186718">
      <w:pPr>
        <w:pStyle w:val="NoSpacing"/>
        <w:rPr>
          <w:rFonts w:ascii="Times New Roman" w:hAnsi="Times New Roman"/>
          <w:sz w:val="28"/>
          <w:szCs w:val="28"/>
        </w:rPr>
      </w:pPr>
    </w:p>
    <w:p w:rsidR="00151275" w:rsidRPr="00186718" w:rsidRDefault="00151275" w:rsidP="00186718">
      <w:pPr>
        <w:pStyle w:val="NoSpacing"/>
        <w:rPr>
          <w:rFonts w:ascii="Times New Roman" w:hAnsi="Times New Roman"/>
          <w:sz w:val="28"/>
          <w:szCs w:val="28"/>
        </w:rPr>
      </w:pPr>
      <w:r w:rsidRPr="00186718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Адагумского </w:t>
      </w:r>
      <w:r w:rsidRPr="00186718">
        <w:rPr>
          <w:rFonts w:ascii="Times New Roman" w:hAnsi="Times New Roman"/>
          <w:sz w:val="28"/>
          <w:szCs w:val="28"/>
        </w:rPr>
        <w:t xml:space="preserve">сельского поселения  </w:t>
      </w:r>
    </w:p>
    <w:p w:rsidR="00151275" w:rsidRPr="00186718" w:rsidRDefault="00151275" w:rsidP="00186718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Крымского</w:t>
      </w:r>
      <w:r w:rsidRPr="00186718">
        <w:rPr>
          <w:rFonts w:ascii="Times New Roman" w:hAnsi="Times New Roman"/>
          <w:sz w:val="28"/>
          <w:szCs w:val="28"/>
        </w:rPr>
        <w:t xml:space="preserve"> района   </w:t>
      </w:r>
      <w:r w:rsidRPr="00186718">
        <w:rPr>
          <w:rFonts w:ascii="Times New Roman" w:hAnsi="Times New Roman"/>
          <w:sz w:val="28"/>
          <w:szCs w:val="28"/>
        </w:rPr>
        <w:tab/>
      </w:r>
      <w:r w:rsidRPr="0018671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П.Д.Багмут</w:t>
      </w:r>
      <w:r w:rsidRPr="00186718">
        <w:rPr>
          <w:rFonts w:ascii="Times New Roman" w:hAnsi="Times New Roman"/>
          <w:sz w:val="28"/>
          <w:szCs w:val="28"/>
        </w:rPr>
        <w:t xml:space="preserve"> </w:t>
      </w:r>
    </w:p>
    <w:p w:rsidR="00151275" w:rsidRPr="00186718" w:rsidRDefault="00151275" w:rsidP="00753ACF">
      <w:pPr>
        <w:spacing w:after="0" w:line="240" w:lineRule="auto"/>
        <w:rPr>
          <w:rFonts w:ascii="Times New Roman" w:hAnsi="Times New Roman"/>
        </w:rPr>
      </w:pPr>
    </w:p>
    <w:sectPr w:rsidR="00151275" w:rsidRPr="00186718" w:rsidSect="0018671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3ACF"/>
    <w:rsid w:val="00151275"/>
    <w:rsid w:val="00186718"/>
    <w:rsid w:val="001D7268"/>
    <w:rsid w:val="0020783B"/>
    <w:rsid w:val="00567EBC"/>
    <w:rsid w:val="006119A3"/>
    <w:rsid w:val="00753ACF"/>
    <w:rsid w:val="00764CF2"/>
    <w:rsid w:val="007D2850"/>
    <w:rsid w:val="00941E97"/>
    <w:rsid w:val="009C33BA"/>
    <w:rsid w:val="00A33B7F"/>
    <w:rsid w:val="00AF6E9D"/>
    <w:rsid w:val="00C00273"/>
    <w:rsid w:val="00E751E4"/>
    <w:rsid w:val="00E7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E9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uiPriority w:val="99"/>
    <w:rsid w:val="00753ACF"/>
    <w:pPr>
      <w:suppressLineNumbers/>
      <w:suppressAutoHyphens/>
      <w:spacing w:after="0" w:line="240" w:lineRule="auto"/>
    </w:pPr>
    <w:rPr>
      <w:rFonts w:ascii="Times New Roman" w:hAnsi="Times New Roman"/>
      <w:sz w:val="28"/>
      <w:szCs w:val="28"/>
      <w:lang w:eastAsia="ar-SA"/>
    </w:rPr>
  </w:style>
  <w:style w:type="paragraph" w:customStyle="1" w:styleId="ConsPlusTitle">
    <w:name w:val="ConsPlusTitle"/>
    <w:uiPriority w:val="99"/>
    <w:rsid w:val="00753ACF"/>
    <w:pPr>
      <w:suppressAutoHyphens/>
      <w:autoSpaceDE w:val="0"/>
    </w:pPr>
    <w:rPr>
      <w:rFonts w:ascii="Arial" w:hAnsi="Arial" w:cs="Arial"/>
      <w:b/>
      <w:bCs/>
      <w:kern w:val="1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1D7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7268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186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274</Words>
  <Characters>1563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земля</dc:creator>
  <cp:keywords/>
  <dc:description/>
  <cp:lastModifiedBy>Admin</cp:lastModifiedBy>
  <cp:revision>8</cp:revision>
  <cp:lastPrinted>2015-12-15T11:12:00Z</cp:lastPrinted>
  <dcterms:created xsi:type="dcterms:W3CDTF">2015-11-02T11:04:00Z</dcterms:created>
  <dcterms:modified xsi:type="dcterms:W3CDTF">2016-02-18T12:03:00Z</dcterms:modified>
</cp:coreProperties>
</file>