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tblLayout w:type="fixed"/>
        <w:tblLook w:val="00A0"/>
      </w:tblPr>
      <w:tblGrid>
        <w:gridCol w:w="4362"/>
        <w:gridCol w:w="5388"/>
      </w:tblGrid>
      <w:tr w:rsidR="00B7061B" w:rsidRPr="005F0DDA" w:rsidTr="00947974">
        <w:trPr>
          <w:trHeight w:val="1418"/>
        </w:trPr>
        <w:tc>
          <w:tcPr>
            <w:tcW w:w="4361" w:type="dxa"/>
          </w:tcPr>
          <w:p w:rsidR="00B7061B" w:rsidRPr="00947974" w:rsidRDefault="00B7061B" w:rsidP="00947974">
            <w:pPr>
              <w:snapToGrid w:val="0"/>
              <w:spacing w:after="0" w:line="200" w:lineRule="atLeast"/>
              <w:ind w:firstLine="567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7061B" w:rsidRPr="00947974" w:rsidRDefault="00B7061B" w:rsidP="00947974">
            <w:pPr>
              <w:snapToGrid w:val="0"/>
              <w:spacing w:after="0" w:line="200" w:lineRule="atLeast"/>
              <w:ind w:firstLine="567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7061B" w:rsidRPr="00947974" w:rsidRDefault="00B7061B" w:rsidP="00947974">
            <w:pPr>
              <w:snapToGrid w:val="0"/>
              <w:spacing w:after="0" w:line="200" w:lineRule="atLeast"/>
              <w:ind w:firstLine="567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B7061B" w:rsidRPr="00220E03" w:rsidRDefault="00B7061B" w:rsidP="00947974">
            <w:pPr>
              <w:snapToGrid w:val="0"/>
              <w:spacing w:after="0" w:line="200" w:lineRule="atLeast"/>
              <w:ind w:hanging="392"/>
              <w:jc w:val="center"/>
              <w:rPr>
                <w:rFonts w:ascii="Times New Roman" w:hAnsi="Times New Roman"/>
              </w:rPr>
            </w:pPr>
            <w:r w:rsidRPr="00220E03">
              <w:rPr>
                <w:rFonts w:ascii="Times New Roman" w:hAnsi="Times New Roman"/>
              </w:rPr>
              <w:t>Приложение № 5</w:t>
            </w:r>
          </w:p>
          <w:p w:rsidR="00B7061B" w:rsidRPr="00220E03" w:rsidRDefault="00B7061B" w:rsidP="00947974">
            <w:pPr>
              <w:spacing w:after="0"/>
              <w:rPr>
                <w:rFonts w:ascii="Times New Roman" w:hAnsi="Times New Roman"/>
              </w:rPr>
            </w:pPr>
            <w:r w:rsidRPr="00220E03">
              <w:rPr>
                <w:rFonts w:ascii="Times New Roman" w:hAnsi="Times New Roman"/>
                <w:kern w:val="2"/>
              </w:rPr>
              <w:t>к а</w:t>
            </w:r>
            <w:r w:rsidRPr="00220E03">
              <w:rPr>
                <w:rFonts w:ascii="Times New Roman" w:hAnsi="Times New Roman"/>
              </w:rPr>
              <w:t xml:space="preserve">дминистративному регламенту администрации Апшеронского городского поселения Апшеронского </w:t>
            </w:r>
          </w:p>
          <w:p w:rsidR="00B7061B" w:rsidRPr="00220E03" w:rsidRDefault="00B7061B" w:rsidP="00220E03">
            <w:pPr>
              <w:spacing w:after="0"/>
              <w:rPr>
                <w:rFonts w:ascii="Times New Roman" w:hAnsi="Times New Roman"/>
              </w:rPr>
            </w:pPr>
            <w:r w:rsidRPr="00220E03">
              <w:rPr>
                <w:rFonts w:ascii="Times New Roman" w:hAnsi="Times New Roman"/>
              </w:rPr>
              <w:t>района по предоставлению муниципальной услуги «Предоставление выписок из похозяйственной книги»</w:t>
            </w:r>
          </w:p>
        </w:tc>
      </w:tr>
    </w:tbl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947974">
        <w:rPr>
          <w:rFonts w:ascii="Times New Roman CYR" w:hAnsi="Times New Roman CYR" w:cs="Times New Roman CYR"/>
          <w:sz w:val="28"/>
          <w:szCs w:val="28"/>
          <w:lang w:eastAsia="ru-RU"/>
        </w:rPr>
        <w:t>БЛОК-СХЕМА</w:t>
      </w:r>
    </w:p>
    <w:p w:rsidR="00B7061B" w:rsidRPr="00947974" w:rsidRDefault="00B7061B" w:rsidP="00947974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947974">
        <w:rPr>
          <w:rFonts w:ascii="Times New Roman CYR" w:hAnsi="Times New Roman CYR" w:cs="Times New Roman CYR"/>
          <w:sz w:val="28"/>
          <w:szCs w:val="28"/>
          <w:lang w:eastAsia="ru-RU"/>
        </w:rPr>
        <w:t xml:space="preserve">последовательности действий по предоставлению выписок </w:t>
      </w:r>
    </w:p>
    <w:p w:rsidR="00B7061B" w:rsidRPr="00947974" w:rsidRDefault="00B7061B" w:rsidP="009479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47974">
        <w:rPr>
          <w:rFonts w:ascii="Times New Roman CYR" w:hAnsi="Times New Roman CYR" w:cs="Times New Roman CYR"/>
          <w:sz w:val="28"/>
          <w:szCs w:val="28"/>
          <w:lang w:eastAsia="ru-RU"/>
        </w:rPr>
        <w:t>из похозяйственной книги</w:t>
      </w:r>
    </w:p>
    <w:p w:rsidR="00B7061B" w:rsidRPr="00947974" w:rsidRDefault="00B7061B" w:rsidP="009479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6" o:spid="_x0000_s1026" type="#_x0000_t32" style="position:absolute;left:0;text-align:left;margin-left:3.25pt;margin-top:123.2pt;width:0;height:191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"/>
        </w:pict>
      </w:r>
      <w:r>
        <w:rPr>
          <w:noProof/>
          <w:lang w:eastAsia="ru-RU"/>
        </w:rPr>
        <w:pict>
          <v:shape id="AutoShape 2" o:spid="_x0000_s1027" type="#_x0000_t32" style="position:absolute;left:0;text-align:left;margin-left:249.15pt;margin-top:22.75pt;width:0;height:11.2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">
            <v:stroke endarrow="block"/>
          </v:shape>
        </w:pict>
      </w:r>
      <w:r>
        <w:rPr>
          <w:noProof/>
          <w:lang w:eastAsia="ru-RU"/>
        </w:rPr>
        <w:pict>
          <v:shape id="AutoShape 3" o:spid="_x0000_s1028" type="#_x0000_t32" style="position:absolute;left:0;text-align:left;margin-left:253.9pt;margin-top:79.95pt;width:.05pt;height:12.8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shape id="AutoShape 4" o:spid="_x0000_s1029" type="#_x0000_t32" style="position:absolute;left:0;text-align:left;margin-left:155pt;margin-top:157.7pt;width:0;height:25.4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">
            <v:stroke endarrow="block"/>
          </v:shape>
        </w:pict>
      </w:r>
      <w:r>
        <w:rPr>
          <w:noProof/>
          <w:lang w:eastAsia="ru-RU"/>
        </w:rPr>
        <w:pict>
          <v:shape id="AutoShape 5" o:spid="_x0000_s1030" type="#_x0000_t32" style="position:absolute;left:0;text-align:left;margin-left:458.7pt;margin-top:132.25pt;width:0;height:123.3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">
            <v:stroke endarrow="block"/>
          </v:shap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1" type="#_x0000_t202" style="position:absolute;left:0;text-align:left;margin-left:180.45pt;margin-top:1.5pt;width:147.75pt;height:21.1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">
            <v:textbox>
              <w:txbxContent>
                <w:p w:rsidR="00B7061B" w:rsidRDefault="00B7061B" w:rsidP="00947974">
                  <w:pPr>
                    <w:jc w:val="center"/>
                  </w:pPr>
                  <w:r>
                    <w:t>Обращение заявителя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8" o:spid="_x0000_s1032" type="#_x0000_t202" style="position:absolute;left:0;text-align:left;margin-left:96.25pt;margin-top:33.6pt;width:312.1pt;height:47.35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">
            <v:textbox>
              <w:txbxContent>
                <w:p w:rsidR="00B7061B" w:rsidRDefault="00B7061B" w:rsidP="0094797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rFonts w:ascii="Times New Roman CYR" w:hAnsi="Times New Roman CYR" w:cs="Times New Roman CYR"/>
                    </w:rPr>
                    <w:t>Специалист устанавливает предмет обращения, личность заявителя, проверяет наличие всех документов, сверяет оригиналы и копии документов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Rectangle 9" o:spid="_x0000_s1033" style="position:absolute;left:0;text-align:left;margin-left:96.25pt;margin-top:93.45pt;width:312.1pt;height:64.3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">
            <v:textbox>
              <w:txbxContent>
                <w:p w:rsidR="00B7061B" w:rsidRPr="00D46425" w:rsidRDefault="00B7061B" w:rsidP="00947974">
                  <w:pPr>
                    <w:jc w:val="center"/>
                    <w:rPr>
                      <w:sz w:val="20"/>
                      <w:szCs w:val="20"/>
                    </w:rPr>
                  </w:pPr>
                  <w:r w:rsidRPr="00D46425">
                    <w:rPr>
                      <w:sz w:val="20"/>
                      <w:szCs w:val="20"/>
                    </w:rPr>
                    <w:t>Представленные документы и заявление соответствуют требованиям, указанным в пункте 2.6, и отсутствуют основания, перечисленные в пункте 2.7 Административного регламента</w:t>
                  </w:r>
                </w:p>
                <w:p w:rsidR="00B7061B" w:rsidRDefault="00B7061B" w:rsidP="00947974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10" o:spid="_x0000_s1034" type="#_x0000_t32" style="position:absolute;left:0;text-align:left;margin-left:369.45pt;margin-top:156.4pt;width:.05pt;height:26.7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">
            <v:stroke endarrow="block"/>
          </v:shape>
        </w:pict>
      </w:r>
      <w:r>
        <w:rPr>
          <w:noProof/>
          <w:lang w:eastAsia="ru-RU"/>
        </w:rPr>
        <w:pict>
          <v:rect id="Rectangle 11" o:spid="_x0000_s1035" style="position:absolute;left:0;text-align:left;margin-left:249.15pt;margin-top:182.45pt;width:181.8pt;height:93.9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">
            <v:textbox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220E03">
                    <w:rPr>
                      <w:rFonts w:ascii="Times New Roman" w:hAnsi="Times New Roman"/>
                    </w:rPr>
                    <w:t>Специалист МФЦ формирует результат административной процедуры, производит регистрацию заявления и предает документы по реестру в приемную Администрации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6" o:spid="_x0000_s1036" style="position:absolute;left:0;text-align:left;margin-left:24.15pt;margin-top:182.45pt;width:219.3pt;height:62.9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">
            <v:textbox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220E03">
                    <w:rPr>
                      <w:rFonts w:ascii="Times New Roman" w:hAnsi="Times New Roman"/>
                    </w:rPr>
                    <w:t>Специалист уведомляет заявителя о наличии препятствий для предоставления муниципальной услуги и предлагает принять меры по их устранению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Text Box 19" o:spid="_x0000_s1037" type="#_x0000_t202" style="position:absolute;left:0;text-align:left;margin-left:161.7pt;margin-top:161.75pt;width:35.5pt;height:19.9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">
            <v:textbox>
              <w:txbxContent>
                <w:p w:rsidR="00B7061B" w:rsidRDefault="00B7061B" w:rsidP="00947974">
                  <w:r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20" o:spid="_x0000_s1038" type="#_x0000_t202" style="position:absolute;left:0;text-align:left;margin-left:332.7pt;margin-top:161.75pt;width:31pt;height:19.9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">
            <v:textbox>
              <w:txbxContent>
                <w:p w:rsidR="00B7061B" w:rsidRDefault="00B7061B" w:rsidP="00947974">
                  <w:r>
                    <w:t>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AutoShape 25" o:spid="_x0000_s1039" type="#_x0000_t32" style="position:absolute;left:0;text-align:left;margin-left:5.1pt;margin-top:123.15pt;width:91.15pt;height: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">
            <v:stroke endarrow="block"/>
          </v:shape>
        </w:pict>
      </w:r>
      <w:r>
        <w:rPr>
          <w:noProof/>
          <w:lang w:eastAsia="ru-RU"/>
        </w:rPr>
        <w:pict>
          <v:shape id="AutoShape 34" o:spid="_x0000_s1040" type="#_x0000_t32" style="position:absolute;left:0;text-align:left;margin-left:408.35pt;margin-top:132.25pt;width:51.1pt;height:0;flip:x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"/>
        </w:pict>
      </w:r>
    </w:p>
    <w:p w:rsidR="00B7061B" w:rsidRPr="00947974" w:rsidRDefault="00B7061B" w:rsidP="0094797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tabs>
          <w:tab w:val="left" w:pos="1848"/>
          <w:tab w:val="left" w:pos="775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47974">
        <w:rPr>
          <w:rFonts w:ascii="Times New Roman" w:hAnsi="Times New Roman"/>
          <w:sz w:val="28"/>
          <w:szCs w:val="28"/>
          <w:lang w:eastAsia="ru-RU"/>
        </w:rPr>
        <w:tab/>
      </w:r>
      <w:r w:rsidRPr="00947974">
        <w:rPr>
          <w:rFonts w:ascii="Times New Roman" w:hAnsi="Times New Roman"/>
          <w:sz w:val="28"/>
          <w:szCs w:val="28"/>
          <w:lang w:eastAsia="ru-RU"/>
        </w:rPr>
        <w:tab/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18" o:spid="_x0000_s1041" type="#_x0000_t32" style="position:absolute;left:0;text-align:left;margin-left:65.7pt;margin-top:156.35pt;width:0;height:8.4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">
            <v:stroke endarrow="block"/>
          </v:shape>
        </w:pict>
      </w:r>
      <w:r>
        <w:rPr>
          <w:noProof/>
          <w:lang w:eastAsia="ru-RU"/>
        </w:rPr>
        <w:pict>
          <v:rect id="Rectangle 22" o:spid="_x0000_s1042" style="position:absolute;left:0;text-align:left;margin-left:14.55pt;margin-top:22.8pt;width:115.75pt;height:89.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">
            <v:textbox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D46425">
                    <w:rPr>
                      <w:rFonts w:ascii="Times New Roman" w:hAnsi="Times New Roman"/>
                      <w:sz w:val="20"/>
                      <w:szCs w:val="20"/>
                    </w:rPr>
                    <w:t>Заявитель привел документы в соответствие с требованиями Административного</w:t>
                  </w:r>
                  <w:r w:rsidRPr="00D46425">
                    <w:rPr>
                      <w:sz w:val="20"/>
                      <w:szCs w:val="20"/>
                    </w:rPr>
                    <w:t xml:space="preserve"> </w:t>
                  </w:r>
                  <w:r w:rsidRPr="00D46425">
                    <w:rPr>
                      <w:rFonts w:ascii="Times New Roman" w:hAnsi="Times New Roman"/>
                      <w:sz w:val="20"/>
                      <w:szCs w:val="20"/>
                    </w:rPr>
                    <w:t>регламент</w:t>
                  </w:r>
                  <w:r w:rsidRPr="00220E03">
                    <w:rPr>
                      <w:rFonts w:ascii="Times New Roman" w:hAnsi="Times New Roman"/>
                    </w:rP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23" o:spid="_x0000_s1043" style="position:absolute;left:0;text-align:left;margin-left:135.95pt;margin-top:27.8pt;width:109.55pt;height:51.3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">
            <v:textbox>
              <w:txbxContent>
                <w:p w:rsidR="00B7061B" w:rsidRDefault="00B7061B" w:rsidP="00947974">
                  <w:r>
                    <w:t>Заявитель отказывается устранять препятствия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24" o:spid="_x0000_s1044" type="#_x0000_t32" style="position:absolute;left:0;text-align:left;margin-left:3.25pt;margin-top:73.05pt;width:11.3pt;height:0;flip:x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"/>
        </w:pict>
      </w:r>
      <w:r>
        <w:rPr>
          <w:noProof/>
          <w:lang w:eastAsia="ru-RU"/>
        </w:rPr>
        <w:pict>
          <v:shape id="AutoShape 27" o:spid="_x0000_s1045" type="#_x0000_t32" style="position:absolute;left:0;text-align:left;margin-left:68.35pt;margin-top:7.75pt;width:0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">
            <v:stroke endarrow="block"/>
          </v:shape>
        </w:pict>
      </w:r>
      <w:r>
        <w:rPr>
          <w:noProof/>
          <w:lang w:eastAsia="ru-RU"/>
        </w:rPr>
        <w:pict>
          <v:shape id="AutoShape 28" o:spid="_x0000_s1046" type="#_x0000_t32" style="position:absolute;left:0;text-align:left;margin-left:188.55pt;margin-top:7.75pt;width:0;height:19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bDG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">
            <v:stroke endarrow="block"/>
          </v:shape>
        </w:pict>
      </w:r>
      <w:r>
        <w:rPr>
          <w:noProof/>
          <w:lang w:eastAsia="ru-RU"/>
        </w:rPr>
        <w:pict>
          <v:rect id="Rectangle 29" o:spid="_x0000_s1047" style="position:absolute;left:0;text-align:left;margin-left:1.35pt;margin-top:120.85pt;width:142.75pt;height:76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">
            <v:textbox style="mso-next-textbox:#Rectangle 29"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220E03">
                    <w:rPr>
                      <w:rFonts w:ascii="Times New Roman" w:hAnsi="Times New Roman"/>
                    </w:rPr>
                    <w:t>Отказ в приеме документов при наличии оснований, указанных в пункте 2.7 регламента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30" o:spid="_x0000_s1048" style="position:absolute;left:0;text-align:left;margin-left:157.25pt;margin-top:99.25pt;width:93.3pt;height:89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">
            <v:textbox style="mso-next-textbox:#Rectangle 30">
              <w:txbxContent>
                <w:p w:rsidR="00B7061B" w:rsidRPr="00D46425" w:rsidRDefault="00B7061B" w:rsidP="00947974">
                  <w:pPr>
                    <w:rPr>
                      <w:sz w:val="20"/>
                      <w:szCs w:val="20"/>
                    </w:rPr>
                  </w:pPr>
                  <w:r w:rsidRPr="00D46425">
                    <w:rPr>
                      <w:rFonts w:ascii="Times New Roman" w:hAnsi="Times New Roman"/>
                      <w:sz w:val="20"/>
                      <w:szCs w:val="20"/>
                    </w:rPr>
                    <w:t>Регистрация заявления при представлении неполного пакета</w:t>
                  </w:r>
                  <w:r w:rsidRPr="00D46425">
                    <w:rPr>
                      <w:sz w:val="20"/>
                      <w:szCs w:val="20"/>
                    </w:rPr>
                    <w:t xml:space="preserve"> документов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AutoShape 31" o:spid="_x0000_s1049" type="#_x0000_t32" style="position:absolute;left:0;text-align:left;margin-left:211.1pt;margin-top:78.05pt;width:.65pt;height:21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">
            <v:stroke endarrow="block"/>
          </v:shape>
        </w:pict>
      </w:r>
      <w:r>
        <w:rPr>
          <w:noProof/>
          <w:lang w:eastAsia="ru-RU"/>
        </w:rPr>
        <w:pict>
          <v:shape id="AutoShape 33" o:spid="_x0000_s1050" type="#_x0000_t32" style="position:absolute;left:0;text-align:left;margin-left:132.85pt;margin-top:78.05pt;width:19.4pt;height:43.85pt;flip:x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">
            <v:stroke endarrow="block"/>
          </v:shape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36" o:spid="_x0000_s1051" type="#_x0000_t32" style="position:absolute;left:0;text-align:left;margin-left:279pt;margin-top:10.25pt;width:0;height:89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">
            <v:stroke endarrow="block"/>
          </v:shape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13" o:spid="_x0000_s1052" style="position:absolute;left:0;text-align:left;margin-left:286.65pt;margin-top:15.3pt;width:180.55pt;height:50.8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">
            <v:textbox style="mso-next-textbox:#Rectangle 13">
              <w:txbxContent>
                <w:p w:rsidR="00B7061B" w:rsidRDefault="00B7061B" w:rsidP="00947974">
                  <w:r>
                    <w:t>Специалист  передает заявление на регистрацию в приемную Администрации</w:t>
                  </w:r>
                </w:p>
              </w:txbxContent>
            </v:textbox>
          </v:rect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37" o:spid="_x0000_s1053" type="#_x0000_t32" style="position:absolute;left:0;text-align:left;margin-left:387pt;margin-top:1.75pt;width:.75pt;height:17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">
            <v:stroke endarrow="block"/>
          </v:shape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35" o:spid="_x0000_s1054" style="position:absolute;left:0;text-align:left;margin-left:270pt;margin-top:3.65pt;width:203.5pt;height:77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">
            <v:textbox style="mso-next-textbox:#Rectangle 35"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220E03">
                    <w:rPr>
                      <w:rFonts w:ascii="Times New Roman" w:hAnsi="Times New Roman"/>
                    </w:rPr>
                    <w:t>Зарегистрированные специалистом  направляются главе для визирования после чего передаются специалисту  администрации для исполнения</w:t>
                  </w:r>
                </w:p>
              </w:txbxContent>
            </v:textbox>
          </v:rect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tabs>
          <w:tab w:val="left" w:pos="3070"/>
          <w:tab w:val="left" w:pos="576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47974">
        <w:rPr>
          <w:rFonts w:ascii="Times New Roman" w:hAnsi="Times New Roman"/>
          <w:sz w:val="28"/>
          <w:szCs w:val="28"/>
          <w:lang w:eastAsia="ru-RU"/>
        </w:rPr>
        <w:tab/>
      </w:r>
      <w:r w:rsidRPr="00947974">
        <w:rPr>
          <w:rFonts w:ascii="Times New Roman" w:hAnsi="Times New Roman"/>
          <w:sz w:val="28"/>
          <w:szCs w:val="28"/>
          <w:lang w:eastAsia="ru-RU"/>
        </w:rPr>
        <w:tab/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AutoShape 6" o:spid="_x0000_s1055" type="#_x0000_t32" style="position:absolute;left:0;text-align:left;margin-left:370.35pt;margin-top:29pt;width:.05pt;height:73.5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4z4NQIAAF8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shape id="AutoShape 17" o:spid="_x0000_s1056" type="#_x0000_t32" style="position:absolute;left:0;text-align:left;margin-left:131.85pt;margin-top:314.1pt;width:.75pt;height:20.6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">
            <v:stroke endarrow="block"/>
          </v:shape>
        </w:pict>
      </w:r>
      <w:r>
        <w:rPr>
          <w:noProof/>
          <w:lang w:eastAsia="ru-RU"/>
        </w:rPr>
        <w:pict>
          <v:shape id="AutoShape 38" o:spid="_x0000_s1057" type="#_x0000_t32" style="position:absolute;left:0;text-align:left;margin-left:345.3pt;margin-top:216.95pt;width:0;height:21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shape id="AutoShape 40" o:spid="_x0000_s1058" type="#_x0000_t32" style="position:absolute;left:0;text-align:left;margin-left:260.7pt;margin-top:137.7pt;width:0;height:21.3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shape id="AutoShape 42" o:spid="_x0000_s1059" type="#_x0000_t32" style="position:absolute;left:0;text-align:left;margin-left:132.6pt;margin-top:215.35pt;width:.85pt;height:22.9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">
            <v:stroke endarrow="block"/>
          </v:shape>
        </w:pict>
      </w:r>
      <w:r>
        <w:rPr>
          <w:noProof/>
          <w:lang w:eastAsia="ru-RU"/>
        </w:rPr>
        <w:pict>
          <v:shape id="AutoShape 43" o:spid="_x0000_s1060" type="#_x0000_t32" style="position:absolute;left:0;text-align:left;margin-left:382.1pt;margin-top:315.35pt;width:.75pt;height:20.6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">
            <v:stroke endarrow="block"/>
          </v:shape>
        </w:pict>
      </w:r>
      <w:r>
        <w:rPr>
          <w:noProof/>
          <w:lang w:eastAsia="ru-RU"/>
        </w:rPr>
        <w:pict>
          <v:shape id="AutoShape 45" o:spid="_x0000_s1061" type="#_x0000_t32" style="position:absolute;left:0;text-align:left;margin-left:382.85pt;margin-top:378.8pt;width:.75pt;height:20.6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">
            <v:stroke endarrow="block"/>
          </v:shape>
        </w:pict>
      </w:r>
      <w:r>
        <w:rPr>
          <w:noProof/>
          <w:lang w:eastAsia="ru-RU"/>
        </w:rPr>
        <w:pict>
          <v:rect id="Rectangle 46" o:spid="_x0000_s1062" style="position:absolute;left:0;text-align:left;margin-left:260.7pt;margin-top:342.35pt;width:217.75pt;height:3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">
            <v:textbox style="mso-next-textbox:#Rectangle 46">
              <w:txbxContent>
                <w:p w:rsidR="00B7061B" w:rsidRDefault="00B7061B" w:rsidP="00947974">
                  <w:r>
                    <w:t xml:space="preserve">Согласование, подписание и регистрация ответа заявителю </w:t>
                  </w:r>
                </w:p>
                <w:p w:rsidR="00B7061B" w:rsidRDefault="00B7061B" w:rsidP="00947974"/>
              </w:txbxContent>
            </v:textbox>
          </v:rect>
        </w:pict>
      </w:r>
      <w:r>
        <w:rPr>
          <w:noProof/>
          <w:lang w:eastAsia="ru-RU"/>
        </w:rPr>
        <w:pict>
          <v:rect id="Rectangle 47" o:spid="_x0000_s1063" style="position:absolute;left:0;text-align:left;margin-left:261.55pt;margin-top:401.2pt;width:215.15pt;height:41.0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">
            <v:textbox style="mso-next-textbox:#Rectangle 47">
              <w:txbxContent>
                <w:p w:rsidR="00B7061B" w:rsidRDefault="00B7061B" w:rsidP="00947974">
                  <w:r>
                    <w:t>Выдача заявителю уведомления об отказе с указанием причин</w:t>
                  </w:r>
                </w:p>
                <w:p w:rsidR="00B7061B" w:rsidRDefault="00B7061B" w:rsidP="00947974"/>
              </w:txbxContent>
            </v:textbox>
          </v:rect>
        </w:pict>
      </w:r>
      <w:r>
        <w:rPr>
          <w:noProof/>
          <w:lang w:eastAsia="ru-RU"/>
        </w:rPr>
        <w:pict>
          <v:rect id="Rectangle 15" o:spid="_x0000_s1064" style="position:absolute;left:0;text-align:left;margin-left:27.9pt;margin-top:399.1pt;width:211.7pt;height:42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">
            <v:textbox style="mso-next-textbox:#Rectangle 15">
              <w:txbxContent>
                <w:p w:rsidR="00B7061B" w:rsidRDefault="00B7061B" w:rsidP="00947974">
                  <w:r>
                    <w:t>Выдача заявителю выписки из похозяйственной книги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Text Box 21" o:spid="_x0000_s1065" type="#_x0000_t202" style="position:absolute;left:0;text-align:left;margin-left:29.5pt;margin-top:342.35pt;width:207.95pt;height:37.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">
            <v:textbox style="mso-next-textbox:#Text Box 21">
              <w:txbxContent>
                <w:p w:rsidR="00B7061B" w:rsidRDefault="00B7061B" w:rsidP="00947974">
                  <w:r>
                    <w:t xml:space="preserve">Согласование, подписание и регистрация ответа заявителю </w:t>
                  </w:r>
                </w:p>
                <w:p w:rsidR="00B7061B" w:rsidRDefault="00B7061B" w:rsidP="00947974"/>
              </w:txbxContent>
            </v:textbox>
          </v:shape>
        </w:pict>
      </w:r>
      <w:r>
        <w:rPr>
          <w:noProof/>
          <w:lang w:eastAsia="ru-RU"/>
        </w:rPr>
        <w:pict>
          <v:shape id="AutoShape 44" o:spid="_x0000_s1066" type="#_x0000_t32" style="position:absolute;left:0;text-align:left;margin-left:126.75pt;margin-top:377.65pt;width:.75pt;height:20.6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">
            <v:stroke endarrow="block"/>
          </v:shape>
        </w:pict>
      </w:r>
      <w:r>
        <w:rPr>
          <w:noProof/>
          <w:lang w:eastAsia="ru-RU"/>
        </w:rPr>
        <w:pict>
          <v:shape id="AutoShape 39" o:spid="_x0000_s1067" type="#_x0000_t32" style="position:absolute;left:0;text-align:left;margin-left:197.2pt;margin-top:13.8pt;width:1.25pt;height:22.9pt;flip:x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">
            <v:stroke endarrow="block"/>
          </v:shape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32" o:spid="_x0000_s1068" style="position:absolute;left:0;text-align:left;margin-left:0;margin-top:13.2pt;width:237.35pt;height:61.3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">
            <v:textbox style="mso-next-textbox:#Rectangle 32">
              <w:txbxContent>
                <w:p w:rsidR="00B7061B" w:rsidRDefault="00B7061B" w:rsidP="00947974">
                  <w:r>
                    <w:t>Подготовка письменного отказа с указанием причин с ссылками на нормативно-правовые акта и направление его заявителю</w:t>
                  </w:r>
                </w:p>
              </w:txbxContent>
            </v:textbox>
          </v:rect>
        </w:pict>
      </w: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061B" w:rsidRDefault="00B7061B" w:rsidP="009479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12" o:spid="_x0000_s1069" style="position:absolute;margin-left:54pt;margin-top:4.7pt;width:415.3pt;height:58.1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">
            <v:textbox style="mso-next-textbox:#Rectangle 12"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 w:rsidRPr="00220E03">
                    <w:rPr>
                      <w:rFonts w:ascii="Times New Roman" w:hAnsi="Times New Roman"/>
                    </w:rPr>
                    <w:t>Специалистом осуществляется рассмотрение заявления и представленных документов. При необходимости специалистом  направляются  межведомственные запросы в соответствующие органы (организации)</w:t>
                  </w:r>
                </w:p>
                <w:p w:rsidR="00B7061B" w:rsidRDefault="00B7061B" w:rsidP="00947974"/>
              </w:txbxContent>
            </v:textbox>
          </v:rect>
        </w:pict>
      </w:r>
    </w:p>
    <w:p w:rsidR="00B7061B" w:rsidRDefault="00B7061B" w:rsidP="009479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061B" w:rsidRDefault="00B7061B" w:rsidP="009479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7061B" w:rsidRPr="00947974" w:rsidRDefault="00B7061B" w:rsidP="009479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rect id="Rectangle 41" o:spid="_x0000_s1070" style="position:absolute;margin-left:27pt;margin-top:3.3pt;width:198.55pt;height:77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">
            <v:textbox style="mso-next-textbox:#Rectangle 41">
              <w:txbxContent>
                <w:p w:rsidR="00B7061B" w:rsidRPr="00220E03" w:rsidRDefault="00B7061B" w:rsidP="00947974">
                  <w:pPr>
                    <w:rPr>
                      <w:rFonts w:ascii="Times New Roman" w:hAnsi="Times New Roman"/>
                    </w:rPr>
                  </w:pPr>
                  <w:r w:rsidRPr="00220E03">
                    <w:rPr>
                      <w:rFonts w:ascii="Times New Roman" w:hAnsi="Times New Roman"/>
                    </w:rPr>
                    <w:t>Принятие решения по подготовке выписки из похозяйственной книги при отсутствии оснований, указанных в пункте 2.8 Административного регламента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Rectangle 14" o:spid="_x0000_s1071" style="position:absolute;margin-left:270pt;margin-top:3.3pt;width:209.9pt;height:77.9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">
            <v:textbox>
              <w:txbxContent>
                <w:p w:rsidR="00B7061B" w:rsidRDefault="00B7061B" w:rsidP="0094797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>Принятие решения об отказе в выдаче выписки из похозяйственной книги при наличии оснований, указанных в пункте 2.8 Административного регламента</w:t>
                  </w:r>
                </w:p>
              </w:txbxContent>
            </v:textbox>
          </v:rect>
        </w:pict>
      </w:r>
    </w:p>
    <w:p w:rsidR="00B7061B" w:rsidRDefault="00B7061B"/>
    <w:sectPr w:rsidR="00B7061B" w:rsidSect="00220E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DA3"/>
    <w:rsid w:val="000177F0"/>
    <w:rsid w:val="00220E03"/>
    <w:rsid w:val="003141A2"/>
    <w:rsid w:val="003B0757"/>
    <w:rsid w:val="003B43B3"/>
    <w:rsid w:val="005F0DDA"/>
    <w:rsid w:val="00947974"/>
    <w:rsid w:val="00AA3DA3"/>
    <w:rsid w:val="00AC4F79"/>
    <w:rsid w:val="00B7061B"/>
    <w:rsid w:val="00D46425"/>
    <w:rsid w:val="00F3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1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57</Words>
  <Characters>330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5</cp:revision>
  <cp:lastPrinted>2016-02-18T12:18:00Z</cp:lastPrinted>
  <dcterms:created xsi:type="dcterms:W3CDTF">2016-02-18T11:25:00Z</dcterms:created>
  <dcterms:modified xsi:type="dcterms:W3CDTF">2016-06-27T10:44:00Z</dcterms:modified>
</cp:coreProperties>
</file>