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938" w:rsidRPr="005C2276" w:rsidRDefault="00BB0938" w:rsidP="003D656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                                      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>Приложение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1</w:t>
      </w:r>
    </w:p>
    <w:p w:rsidR="00BB0938" w:rsidRPr="005C2276" w:rsidRDefault="00BB0938" w:rsidP="003D656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                                                                      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к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Решению Совета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 Адагумского</w:t>
      </w:r>
    </w:p>
    <w:p w:rsidR="00BB0938" w:rsidRPr="005C2276" w:rsidRDefault="00BB0938" w:rsidP="003D656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BB0938" w:rsidRPr="00C83CE2" w:rsidRDefault="00BB0938" w:rsidP="003D656B">
      <w:pPr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                                                 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от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18.05.2023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 г.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№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136</w:t>
      </w:r>
      <w:bookmarkStart w:id="0" w:name="_GoBack"/>
      <w:bookmarkEnd w:id="0"/>
    </w:p>
    <w:p w:rsidR="00BB0938" w:rsidRDefault="00BB0938" w:rsidP="00FE344A">
      <w:pPr>
        <w:jc w:val="center"/>
        <w:rPr>
          <w:rFonts w:ascii="Times New Roman" w:hAnsi="Times New Roman"/>
          <w:b/>
        </w:rPr>
      </w:pPr>
      <w:r w:rsidRPr="00FB5775">
        <w:rPr>
          <w:rFonts w:ascii="Times New Roman" w:hAnsi="Times New Roman"/>
          <w:b/>
        </w:rPr>
        <w:t xml:space="preserve">Исполнение </w:t>
      </w:r>
      <w:r>
        <w:rPr>
          <w:rFonts w:ascii="Times New Roman" w:hAnsi="Times New Roman"/>
          <w:b/>
        </w:rPr>
        <w:t xml:space="preserve"> доходной части </w:t>
      </w:r>
      <w:r w:rsidRPr="00FB5775">
        <w:rPr>
          <w:rFonts w:ascii="Times New Roman" w:hAnsi="Times New Roman"/>
          <w:b/>
        </w:rPr>
        <w:t>бюджета  Адагумского сельского поселения Крымского района</w:t>
      </w:r>
      <w:r>
        <w:rPr>
          <w:rFonts w:ascii="Times New Roman" w:hAnsi="Times New Roman"/>
          <w:b/>
        </w:rPr>
        <w:t xml:space="preserve"> </w:t>
      </w:r>
      <w:r w:rsidRPr="00FB5775">
        <w:rPr>
          <w:rFonts w:ascii="Times New Roman" w:hAnsi="Times New Roman"/>
          <w:b/>
        </w:rPr>
        <w:t>за 20</w:t>
      </w:r>
      <w:r>
        <w:rPr>
          <w:rFonts w:ascii="Times New Roman" w:hAnsi="Times New Roman"/>
          <w:b/>
        </w:rPr>
        <w:t>22</w:t>
      </w:r>
      <w:r w:rsidRPr="00FB5775">
        <w:rPr>
          <w:rFonts w:ascii="Times New Roman" w:hAnsi="Times New Roman"/>
          <w:b/>
        </w:rPr>
        <w:t xml:space="preserve"> год по </w:t>
      </w:r>
      <w:r>
        <w:rPr>
          <w:rFonts w:ascii="Times New Roman" w:hAnsi="Times New Roman"/>
          <w:b/>
        </w:rPr>
        <w:t>кодам классификации доходов бюджета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14"/>
        <w:gridCol w:w="2126"/>
        <w:gridCol w:w="2693"/>
        <w:gridCol w:w="1134"/>
        <w:gridCol w:w="1134"/>
        <w:gridCol w:w="709"/>
        <w:gridCol w:w="142"/>
        <w:gridCol w:w="1134"/>
      </w:tblGrid>
      <w:tr w:rsidR="00BB0938" w:rsidRPr="00983245" w:rsidTr="00222C8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B0938" w:rsidRPr="00983245" w:rsidRDefault="00BB0938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B0938" w:rsidRPr="00983245" w:rsidRDefault="00BB0938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B0938" w:rsidRPr="00983245" w:rsidRDefault="00BB0938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BB0938" w:rsidRPr="00983245" w:rsidRDefault="00BB0938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BB0938" w:rsidRPr="00983245" w:rsidRDefault="00BB0938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B0938" w:rsidRPr="00983245" w:rsidRDefault="00BB0938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B0938" w:rsidRPr="00983245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0938" w:rsidRPr="00983245" w:rsidRDefault="00BB0938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0938" w:rsidRPr="00983245" w:rsidRDefault="00BB0938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0938" w:rsidRPr="00983245" w:rsidRDefault="00BB0938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0938" w:rsidRPr="00983245" w:rsidRDefault="00BB0938" w:rsidP="006562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План 2022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0938" w:rsidRPr="00983245" w:rsidRDefault="00BB0938" w:rsidP="006562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Исполнение  за 2022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938" w:rsidRPr="00983245" w:rsidRDefault="00BB0938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BB0938" w:rsidRPr="00983245" w:rsidTr="00222C87">
        <w:trPr>
          <w:trHeight w:val="47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938" w:rsidRPr="00983245" w:rsidRDefault="00BB0938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938" w:rsidRPr="00983245" w:rsidRDefault="00BB0938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938" w:rsidRPr="00983245" w:rsidRDefault="00BB0938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938" w:rsidRPr="00983245" w:rsidRDefault="00BB0938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938" w:rsidRPr="00983245" w:rsidRDefault="00BB0938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938" w:rsidRPr="00983245" w:rsidRDefault="00BB0938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% к бюдж.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938" w:rsidRPr="00983245" w:rsidRDefault="00BB0938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BB0938" w:rsidRPr="00983245" w:rsidTr="00222C87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10000000000000100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НАЛОГОВЫЕ  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14647,0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14804,6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157,6</w:t>
            </w:r>
          </w:p>
        </w:tc>
      </w:tr>
      <w:tr w:rsidR="00BB0938" w:rsidRPr="00983245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18210102000010000110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2157,0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2173,0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16,0</w:t>
            </w:r>
          </w:p>
        </w:tc>
      </w:tr>
      <w:tr w:rsidR="00BB0938" w:rsidRPr="00983245" w:rsidTr="00222C87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10010302000010000110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5845,0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5845,9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0,9</w:t>
            </w:r>
          </w:p>
        </w:tc>
      </w:tr>
      <w:tr w:rsidR="00BB0938" w:rsidRPr="00983245" w:rsidTr="00222C87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18210503000010000110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2490,1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50,1</w:t>
            </w:r>
          </w:p>
        </w:tc>
      </w:tr>
      <w:tr w:rsidR="00BB0938" w:rsidRPr="00983245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18210606000000000110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3085,0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65,0</w:t>
            </w:r>
          </w:p>
        </w:tc>
      </w:tr>
      <w:tr w:rsidR="00BB0938" w:rsidRPr="00983245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18210601000000000110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1185,0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1210,4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25,4</w:t>
            </w:r>
          </w:p>
        </w:tc>
      </w:tr>
      <w:tr w:rsidR="00BB0938" w:rsidRPr="00983245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99210804000010000110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BB0938" w:rsidRPr="00983245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10000000000000100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401,4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16,4</w:t>
            </w:r>
          </w:p>
        </w:tc>
      </w:tr>
      <w:tr w:rsidR="00BB0938" w:rsidRPr="00983245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99211105000000000120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93,0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96,2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3,2</w:t>
            </w:r>
          </w:p>
        </w:tc>
      </w:tr>
      <w:tr w:rsidR="00BB0938" w:rsidRPr="00983245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99211109000000000120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71,0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</w:tr>
      <w:tr w:rsidR="00BB0938" w:rsidRPr="00983245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99211302000000000130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209,8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11,8</w:t>
            </w:r>
          </w:p>
        </w:tc>
      </w:tr>
      <w:tr w:rsidR="00BB0938" w:rsidRPr="00983245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99211602000020000140                                           99211607000000000140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0,4</w:t>
            </w:r>
          </w:p>
        </w:tc>
      </w:tr>
      <w:tr w:rsidR="00BB0938" w:rsidRPr="00983245" w:rsidTr="00222C87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ИТОГО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15032,0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15206,0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174,0</w:t>
            </w:r>
          </w:p>
        </w:tc>
      </w:tr>
      <w:tr w:rsidR="00BB0938" w:rsidRPr="00983245" w:rsidTr="00222C8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20000000000000000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23744,4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23744,1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-0,3</w:t>
            </w:r>
          </w:p>
        </w:tc>
      </w:tr>
      <w:tr w:rsidR="00BB0938" w:rsidRPr="00983245" w:rsidTr="00222C8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99220210000000000150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Дотации бюджетам 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12141,1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12141,1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BB0938" w:rsidRPr="00983245" w:rsidTr="00222C87">
        <w:trPr>
          <w:trHeight w:val="10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99220220000000000150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5180,9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5180,9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BB0938" w:rsidRPr="00983245" w:rsidTr="00222C8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99220230000000000150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263,6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263,6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BB0938" w:rsidRPr="00983245" w:rsidTr="00222C8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99220240000000000050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6158,8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6158,5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-0,3</w:t>
            </w:r>
          </w:p>
        </w:tc>
      </w:tr>
      <w:tr w:rsidR="00BB0938" w:rsidRPr="00983245" w:rsidTr="00222C8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38776,4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38950,1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38" w:rsidRPr="00983245" w:rsidRDefault="00BB09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32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173,7</w:t>
            </w:r>
          </w:p>
        </w:tc>
      </w:tr>
    </w:tbl>
    <w:p w:rsidR="00BB0938" w:rsidRPr="009A3F8C" w:rsidRDefault="00BB0938" w:rsidP="00FB5775">
      <w:pPr>
        <w:rPr>
          <w:rFonts w:ascii="Times New Roman" w:hAnsi="Times New Roman"/>
        </w:rPr>
      </w:pPr>
    </w:p>
    <w:p w:rsidR="00BB0938" w:rsidRPr="009A3F8C" w:rsidRDefault="00BB0938" w:rsidP="00FB577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Главный</w:t>
      </w:r>
      <w:r w:rsidRPr="009A3F8C">
        <w:rPr>
          <w:rFonts w:ascii="Times New Roman" w:hAnsi="Times New Roman"/>
        </w:rPr>
        <w:t xml:space="preserve"> специалист</w:t>
      </w:r>
      <w:r>
        <w:rPr>
          <w:rFonts w:ascii="Times New Roman" w:hAnsi="Times New Roman"/>
        </w:rPr>
        <w:t xml:space="preserve"> администрации</w:t>
      </w:r>
    </w:p>
    <w:p w:rsidR="00BB0938" w:rsidRPr="009A3F8C" w:rsidRDefault="00BB0938" w:rsidP="00FB5775">
      <w:pPr>
        <w:spacing w:after="0" w:line="240" w:lineRule="auto"/>
        <w:rPr>
          <w:rFonts w:ascii="Times New Roman" w:hAnsi="Times New Roman"/>
        </w:rPr>
      </w:pPr>
      <w:r w:rsidRPr="009A3F8C">
        <w:rPr>
          <w:rFonts w:ascii="Times New Roman" w:hAnsi="Times New Roman"/>
        </w:rPr>
        <w:t>Адагумского сельского поселения</w:t>
      </w:r>
    </w:p>
    <w:p w:rsidR="00BB0938" w:rsidRPr="009A3F8C" w:rsidRDefault="00BB0938" w:rsidP="00FB5775">
      <w:pPr>
        <w:spacing w:after="0" w:line="240" w:lineRule="auto"/>
        <w:rPr>
          <w:rFonts w:ascii="Times New Roman" w:hAnsi="Times New Roman"/>
        </w:rPr>
      </w:pPr>
      <w:r w:rsidRPr="009A3F8C">
        <w:rPr>
          <w:rFonts w:ascii="Times New Roman" w:hAnsi="Times New Roman"/>
        </w:rPr>
        <w:t>Крымского района                                                                                                         А.В.Сех</w:t>
      </w:r>
    </w:p>
    <w:p w:rsidR="00BB0938" w:rsidRPr="00FB5775" w:rsidRDefault="00BB0938" w:rsidP="00FB5775">
      <w:pPr>
        <w:jc w:val="center"/>
        <w:rPr>
          <w:rFonts w:ascii="Times New Roman" w:hAnsi="Times New Roman"/>
          <w:b/>
        </w:rPr>
      </w:pPr>
    </w:p>
    <w:sectPr w:rsidR="00BB0938" w:rsidRPr="00FB577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5775"/>
    <w:rsid w:val="000652CF"/>
    <w:rsid w:val="00070548"/>
    <w:rsid w:val="000A4848"/>
    <w:rsid w:val="000C26D2"/>
    <w:rsid w:val="00152213"/>
    <w:rsid w:val="0015593D"/>
    <w:rsid w:val="001A6384"/>
    <w:rsid w:val="001C1251"/>
    <w:rsid w:val="00221AFB"/>
    <w:rsid w:val="00222C87"/>
    <w:rsid w:val="002B26FF"/>
    <w:rsid w:val="002F2BDC"/>
    <w:rsid w:val="002F463D"/>
    <w:rsid w:val="00345597"/>
    <w:rsid w:val="00395106"/>
    <w:rsid w:val="003D656B"/>
    <w:rsid w:val="00463A82"/>
    <w:rsid w:val="0047702F"/>
    <w:rsid w:val="004C009E"/>
    <w:rsid w:val="004C5F43"/>
    <w:rsid w:val="004F2515"/>
    <w:rsid w:val="004F44C3"/>
    <w:rsid w:val="0052583C"/>
    <w:rsid w:val="0054704A"/>
    <w:rsid w:val="0058361B"/>
    <w:rsid w:val="00590F76"/>
    <w:rsid w:val="005C2276"/>
    <w:rsid w:val="005F26F9"/>
    <w:rsid w:val="005F4B42"/>
    <w:rsid w:val="0065628C"/>
    <w:rsid w:val="006D2E8B"/>
    <w:rsid w:val="007822FF"/>
    <w:rsid w:val="007B06A6"/>
    <w:rsid w:val="007B1E91"/>
    <w:rsid w:val="0082439E"/>
    <w:rsid w:val="00887655"/>
    <w:rsid w:val="0089315F"/>
    <w:rsid w:val="00983245"/>
    <w:rsid w:val="009A3F8C"/>
    <w:rsid w:val="009C393E"/>
    <w:rsid w:val="00A04DB5"/>
    <w:rsid w:val="00A75DEF"/>
    <w:rsid w:val="00AC508A"/>
    <w:rsid w:val="00B05548"/>
    <w:rsid w:val="00B14AC6"/>
    <w:rsid w:val="00B64DFE"/>
    <w:rsid w:val="00B93D06"/>
    <w:rsid w:val="00BB0938"/>
    <w:rsid w:val="00BC487C"/>
    <w:rsid w:val="00BC4D6E"/>
    <w:rsid w:val="00BF6F0A"/>
    <w:rsid w:val="00C83CE2"/>
    <w:rsid w:val="00D33FA2"/>
    <w:rsid w:val="00D76C67"/>
    <w:rsid w:val="00D964D4"/>
    <w:rsid w:val="00DB6525"/>
    <w:rsid w:val="00DE6A81"/>
    <w:rsid w:val="00DF7E26"/>
    <w:rsid w:val="00E16D65"/>
    <w:rsid w:val="00E55156"/>
    <w:rsid w:val="00E658C6"/>
    <w:rsid w:val="00E941EB"/>
    <w:rsid w:val="00EB244C"/>
    <w:rsid w:val="00EC7123"/>
    <w:rsid w:val="00EF35F7"/>
    <w:rsid w:val="00F66456"/>
    <w:rsid w:val="00F94419"/>
    <w:rsid w:val="00FB0696"/>
    <w:rsid w:val="00FB5775"/>
    <w:rsid w:val="00FD18EC"/>
    <w:rsid w:val="00FD3D0F"/>
    <w:rsid w:val="00FE344A"/>
    <w:rsid w:val="00FE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E9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93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931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397</Words>
  <Characters>2268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Приложение 1</dc:title>
  <dc:subject/>
  <dc:creator>Пользователь</dc:creator>
  <cp:keywords/>
  <dc:description/>
  <cp:lastModifiedBy>Пользователь</cp:lastModifiedBy>
  <cp:revision>2</cp:revision>
  <cp:lastPrinted>2023-05-22T07:23:00Z</cp:lastPrinted>
  <dcterms:created xsi:type="dcterms:W3CDTF">2023-05-22T07:48:00Z</dcterms:created>
  <dcterms:modified xsi:type="dcterms:W3CDTF">2023-05-22T07:48:00Z</dcterms:modified>
</cp:coreProperties>
</file>