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F5" w:rsidRDefault="006028F5" w:rsidP="009147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Приложение 1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2B5B25">
        <w:rPr>
          <w:rFonts w:ascii="Times New Roman" w:hAnsi="Times New Roman"/>
          <w:sz w:val="24"/>
          <w:szCs w:val="24"/>
          <w:lang w:eastAsia="ru-RU"/>
        </w:rPr>
        <w:t>к </w:t>
      </w:r>
      <w:hyperlink r:id="rId5" w:anchor="/document/404770185/entry/1000" w:history="1">
        <w:r w:rsidRPr="002B5B25">
          <w:rPr>
            <w:rFonts w:ascii="Times New Roman" w:hAnsi="Times New Roman"/>
            <w:sz w:val="24"/>
            <w:szCs w:val="24"/>
            <w:lang w:eastAsia="ru-RU"/>
          </w:rPr>
          <w:t>Порядку</w:t>
        </w:r>
      </w:hyperlink>
      <w:r>
        <w:rPr>
          <w:rFonts w:ascii="Times New Roman" w:hAnsi="Times New Roman"/>
          <w:color w:val="22272F"/>
          <w:sz w:val="24"/>
          <w:szCs w:val="24"/>
          <w:lang w:eastAsia="ru-RU"/>
        </w:rPr>
        <w:t> формирования и представления главными</w:t>
      </w:r>
    </w:p>
    <w:p w:rsidR="006028F5" w:rsidRDefault="006028F5" w:rsidP="009147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администраторами доходов бюджета</w:t>
      </w:r>
    </w:p>
    <w:p w:rsidR="006028F5" w:rsidRDefault="006028F5" w:rsidP="009147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Адагумского сельского поселения          </w:t>
      </w:r>
    </w:p>
    <w:p w:rsidR="006028F5" w:rsidRDefault="006028F5" w:rsidP="009147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Крымского района</w:t>
      </w:r>
      <w:r w:rsidRPr="009147E9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>прогноза поступления</w:t>
      </w:r>
    </w:p>
    <w:p w:rsidR="006028F5" w:rsidRDefault="006028F5" w:rsidP="009147E9">
      <w:pPr>
        <w:shd w:val="clear" w:color="auto" w:fill="FFFFFF"/>
        <w:spacing w:after="0" w:line="240" w:lineRule="auto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доходов бюджета</w:t>
      </w:r>
    </w:p>
    <w:p w:rsidR="006028F5" w:rsidRDefault="006028F5" w:rsidP="009147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и аналитических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материалов по исполнению </w:t>
      </w:r>
    </w:p>
    <w:p w:rsidR="006028F5" w:rsidRPr="002B5B25" w:rsidRDefault="006028F5" w:rsidP="009147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бюджета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Адагумского сельского поселения                                                                 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br/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Крымского района</w:t>
      </w:r>
    </w:p>
    <w:p w:rsidR="006028F5" w:rsidRPr="00D07498" w:rsidRDefault="006028F5" w:rsidP="002B5B2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22272F"/>
          <w:sz w:val="25"/>
          <w:szCs w:val="25"/>
          <w:lang w:eastAsia="ru-RU"/>
        </w:rPr>
      </w:pPr>
      <w:r w:rsidRPr="0007606A">
        <w:rPr>
          <w:rFonts w:ascii="Times New Roman" w:hAnsi="Times New Roman"/>
          <w:b/>
          <w:color w:val="22272F"/>
          <w:sz w:val="25"/>
          <w:szCs w:val="25"/>
          <w:lang w:eastAsia="ru-RU"/>
        </w:rPr>
        <w:t>Прогноз</w:t>
      </w:r>
      <w:r w:rsidRPr="0007606A">
        <w:rPr>
          <w:rFonts w:ascii="Times New Roman" w:hAnsi="Times New Roman"/>
          <w:b/>
          <w:color w:val="22272F"/>
          <w:sz w:val="25"/>
          <w:szCs w:val="25"/>
          <w:lang w:eastAsia="ru-RU"/>
        </w:rPr>
        <w:br/>
      </w:r>
      <w:r w:rsidRPr="00D07498">
        <w:rPr>
          <w:rFonts w:ascii="Times New Roman" w:hAnsi="Times New Roman"/>
          <w:b/>
          <w:color w:val="22272F"/>
          <w:sz w:val="25"/>
          <w:szCs w:val="25"/>
          <w:lang w:eastAsia="ru-RU"/>
        </w:rPr>
        <w:t xml:space="preserve">поступления доходов бюджета </w:t>
      </w:r>
      <w:r>
        <w:rPr>
          <w:rFonts w:ascii="Times New Roman" w:hAnsi="Times New Roman"/>
          <w:b/>
          <w:color w:val="22272F"/>
          <w:sz w:val="25"/>
          <w:szCs w:val="25"/>
          <w:lang w:eastAsia="ru-RU"/>
        </w:rPr>
        <w:t xml:space="preserve">Адагумского сельского поселения Крымского района </w:t>
      </w:r>
      <w:r w:rsidRPr="00D07498">
        <w:rPr>
          <w:rFonts w:ascii="Times New Roman" w:hAnsi="Times New Roman"/>
          <w:b/>
          <w:color w:val="22272F"/>
          <w:sz w:val="25"/>
          <w:szCs w:val="25"/>
          <w:lang w:eastAsia="ru-RU"/>
        </w:rPr>
        <w:t xml:space="preserve">по налоговым и неналоговым доходам бюджета </w:t>
      </w:r>
      <w:r>
        <w:rPr>
          <w:rFonts w:ascii="Times New Roman" w:hAnsi="Times New Roman"/>
          <w:b/>
          <w:color w:val="22272F"/>
          <w:sz w:val="25"/>
          <w:szCs w:val="25"/>
          <w:lang w:eastAsia="ru-RU"/>
        </w:rPr>
        <w:t xml:space="preserve">Адагумского сельского поселения Крымского района </w:t>
      </w:r>
      <w:r w:rsidRPr="00D07498">
        <w:rPr>
          <w:rFonts w:ascii="Times New Roman" w:hAnsi="Times New Roman"/>
          <w:b/>
          <w:color w:val="22272F"/>
          <w:sz w:val="25"/>
          <w:szCs w:val="25"/>
          <w:lang w:eastAsia="ru-RU"/>
        </w:rPr>
        <w:t xml:space="preserve">в целях формирования проекта бюджета </w:t>
      </w:r>
      <w:r>
        <w:rPr>
          <w:rFonts w:ascii="Times New Roman" w:hAnsi="Times New Roman"/>
          <w:b/>
          <w:color w:val="22272F"/>
          <w:sz w:val="25"/>
          <w:szCs w:val="25"/>
          <w:lang w:eastAsia="ru-RU"/>
        </w:rPr>
        <w:t xml:space="preserve">Адагумского сельского поселения </w:t>
      </w:r>
      <w:r w:rsidRPr="00D07498">
        <w:rPr>
          <w:rFonts w:ascii="Times New Roman" w:hAnsi="Times New Roman"/>
          <w:b/>
          <w:sz w:val="27"/>
          <w:szCs w:val="27"/>
        </w:rPr>
        <w:t xml:space="preserve"> </w:t>
      </w:r>
      <w:r w:rsidRPr="00D07498">
        <w:rPr>
          <w:rFonts w:ascii="Times New Roman" w:hAnsi="Times New Roman"/>
          <w:b/>
          <w:color w:val="22272F"/>
          <w:sz w:val="25"/>
          <w:szCs w:val="25"/>
          <w:lang w:eastAsia="ru-RU"/>
        </w:rPr>
        <w:t xml:space="preserve"> </w:t>
      </w:r>
      <w:r>
        <w:rPr>
          <w:rFonts w:ascii="Times New Roman" w:hAnsi="Times New Roman"/>
          <w:b/>
          <w:color w:val="22272F"/>
          <w:sz w:val="25"/>
          <w:szCs w:val="25"/>
          <w:lang w:eastAsia="ru-RU"/>
        </w:rPr>
        <w:t xml:space="preserve">Крымского района </w:t>
      </w:r>
      <w:r w:rsidRPr="00D07498">
        <w:rPr>
          <w:rFonts w:ascii="Times New Roman" w:hAnsi="Times New Roman"/>
          <w:b/>
          <w:color w:val="22272F"/>
          <w:sz w:val="25"/>
          <w:szCs w:val="25"/>
          <w:lang w:eastAsia="ru-RU"/>
        </w:rPr>
        <w:t>на 20 ___год (очередной финансовый год) и плановый период 20 ___- 20 ___годов</w:t>
      </w:r>
    </w:p>
    <w:p w:rsidR="006028F5" w:rsidRDefault="006028F5" w:rsidP="000760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Главный администратор дох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>одов бюджета Адагумского сельского поселения Крымского района _________________________________________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</w:t>
      </w: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Единица измерения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>,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тыс. рублей</w:t>
      </w:r>
    </w:p>
    <w:p w:rsidR="006028F5" w:rsidRPr="002B5B2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</w:p>
    <w:p w:rsidR="006028F5" w:rsidRPr="00A4567B" w:rsidRDefault="006028F5" w:rsidP="00A4567B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A4567B">
        <w:rPr>
          <w:rFonts w:ascii="Times New Roman" w:hAnsi="Times New Roman"/>
          <w:color w:val="22272F"/>
          <w:sz w:val="24"/>
          <w:szCs w:val="24"/>
          <w:lang w:eastAsia="ru-RU"/>
        </w:rPr>
        <w:t>Прогноз поступления доходов в бюджет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Адагумского сельского поселения Крымского района      </w:t>
      </w:r>
    </w:p>
    <w:p w:rsidR="006028F5" w:rsidRPr="00A4567B" w:rsidRDefault="006028F5" w:rsidP="00A4567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</w:p>
    <w:tbl>
      <w:tblPr>
        <w:tblW w:w="15041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992"/>
        <w:gridCol w:w="2693"/>
        <w:gridCol w:w="2410"/>
        <w:gridCol w:w="2268"/>
        <w:gridCol w:w="2268"/>
        <w:gridCol w:w="2410"/>
      </w:tblGrid>
      <w:tr w:rsidR="006028F5" w:rsidRPr="00101CEA" w:rsidTr="002B5B25">
        <w:trPr>
          <w:trHeight w:val="240"/>
        </w:trPr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 доходов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Оценка исполнения прогноза поступления доходов в 20 __</w:t>
            </w:r>
          </w:p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году (текущий финансовый год)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Прогноз поступления доходов</w:t>
            </w:r>
          </w:p>
        </w:tc>
      </w:tr>
      <w:tr w:rsidR="006028F5" w:rsidRPr="00101CEA" w:rsidTr="002B5B25"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на 20___ год (очередной финансовый год)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на 20 год ___</w:t>
            </w:r>
          </w:p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(первый год планового периода)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на 20___ год (второй год планового периода)</w:t>
            </w:r>
          </w:p>
        </w:tc>
      </w:tr>
      <w:tr w:rsidR="006028F5" w:rsidRPr="00101CEA" w:rsidTr="002B5B25"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028F5" w:rsidRPr="00101CEA" w:rsidTr="002B5B25"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Объем дох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одов бюджета Адагумского сельского поселения Крымского района,</w:t>
            </w: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28F5" w:rsidRPr="00101CEA" w:rsidTr="002B5B25"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6"/>
          <w:szCs w:val="16"/>
          <w:lang w:eastAsia="ru-RU"/>
        </w:rPr>
      </w:pP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6"/>
          <w:szCs w:val="16"/>
          <w:lang w:eastAsia="ru-RU"/>
        </w:rPr>
      </w:pP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6"/>
          <w:szCs w:val="16"/>
          <w:lang w:eastAsia="ru-RU"/>
        </w:rPr>
      </w:pP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6"/>
          <w:szCs w:val="16"/>
          <w:lang w:eastAsia="ru-RU"/>
        </w:rPr>
      </w:pP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6"/>
          <w:szCs w:val="16"/>
          <w:lang w:eastAsia="ru-RU"/>
        </w:rPr>
      </w:pP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6"/>
          <w:szCs w:val="16"/>
          <w:lang w:eastAsia="ru-RU"/>
        </w:rPr>
      </w:pP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6"/>
          <w:szCs w:val="16"/>
          <w:lang w:eastAsia="ru-RU"/>
        </w:rPr>
      </w:pP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</w:t>
      </w:r>
    </w:p>
    <w:p w:rsidR="006028F5" w:rsidRPr="002B5B2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Расчет прогноза поступления дохо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дов в бюджет Адагумского сельского поселения </w:t>
      </w:r>
    </w:p>
    <w:p w:rsidR="006028F5" w:rsidRPr="002B5B2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6"/>
          <w:szCs w:val="16"/>
          <w:lang w:eastAsia="ru-RU"/>
        </w:rPr>
      </w:pPr>
    </w:p>
    <w:tbl>
      <w:tblPr>
        <w:tblW w:w="15041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29"/>
        <w:gridCol w:w="1888"/>
        <w:gridCol w:w="1134"/>
        <w:gridCol w:w="1134"/>
        <w:gridCol w:w="1418"/>
        <w:gridCol w:w="2268"/>
        <w:gridCol w:w="1984"/>
        <w:gridCol w:w="1701"/>
        <w:gridCol w:w="1985"/>
      </w:tblGrid>
      <w:tr w:rsidR="006028F5" w:rsidRPr="00101CEA" w:rsidTr="002B5B25">
        <w:trPr>
          <w:trHeight w:val="240"/>
        </w:trPr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 доходов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исходных данных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Формула расчета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Пояснение к расчету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Оценка исполнения прогноза поступления доходов в 20 ___ году (текущий финансовый год)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Прогноз поступления доходов</w:t>
            </w:r>
          </w:p>
        </w:tc>
      </w:tr>
      <w:tr w:rsidR="006028F5" w:rsidRPr="00101CEA" w:rsidTr="002B5B2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на 20___ год (очередной финансовый год)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на 20 ____ год</w:t>
            </w:r>
          </w:p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(первый год планового периода)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на 20___ год (второй год планового периода)</w:t>
            </w:r>
          </w:p>
        </w:tc>
      </w:tr>
      <w:tr w:rsidR="006028F5" w:rsidRPr="00101CEA" w:rsidTr="002B5B25"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028F5" w:rsidRPr="00101CEA" w:rsidTr="002B5B25"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8F5" w:rsidRPr="002B5B25" w:rsidRDefault="006028F5" w:rsidP="002B5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5B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</w:p>
    <w:p w:rsidR="006028F5" w:rsidRPr="002B5B2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Руководитель</w:t>
      </w:r>
    </w:p>
    <w:p w:rsidR="006028F5" w:rsidRPr="002B5B2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(уполномоченное лицо) 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____________ 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_________ 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_______________________</w:t>
      </w:r>
    </w:p>
    <w:p w:rsidR="006028F5" w:rsidRPr="002B5B2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(должность)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 xml:space="preserve"> (подпись) </w:t>
      </w:r>
      <w:r>
        <w:rPr>
          <w:rFonts w:ascii="Times New Roman" w:hAnsi="Times New Roman"/>
          <w:color w:val="22272F"/>
          <w:sz w:val="24"/>
          <w:szCs w:val="24"/>
          <w:lang w:eastAsia="ru-RU"/>
        </w:rPr>
        <w:t xml:space="preserve">                                  </w:t>
      </w: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(расшифровка подписи)</w:t>
      </w:r>
    </w:p>
    <w:p w:rsidR="006028F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</w:p>
    <w:p w:rsidR="006028F5" w:rsidRPr="002B5B25" w:rsidRDefault="006028F5" w:rsidP="002B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4"/>
          <w:szCs w:val="24"/>
          <w:lang w:eastAsia="ru-RU"/>
        </w:rPr>
      </w:pPr>
      <w:r w:rsidRPr="002B5B25">
        <w:rPr>
          <w:rFonts w:ascii="Times New Roman" w:hAnsi="Times New Roman"/>
          <w:color w:val="22272F"/>
          <w:sz w:val="24"/>
          <w:szCs w:val="24"/>
          <w:lang w:eastAsia="ru-RU"/>
        </w:rPr>
        <w:t>"__"_________ 20___ г.</w:t>
      </w:r>
      <w:bookmarkStart w:id="0" w:name="_GoBack"/>
      <w:bookmarkEnd w:id="0"/>
    </w:p>
    <w:sectPr w:rsidR="006028F5" w:rsidRPr="002B5B25" w:rsidSect="002B5B25"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49D1"/>
    <w:multiLevelType w:val="hybridMultilevel"/>
    <w:tmpl w:val="E0DCF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B25"/>
    <w:rsid w:val="00000CC1"/>
    <w:rsid w:val="000017FB"/>
    <w:rsid w:val="00002BB9"/>
    <w:rsid w:val="00003329"/>
    <w:rsid w:val="00007FE0"/>
    <w:rsid w:val="000106E4"/>
    <w:rsid w:val="00011068"/>
    <w:rsid w:val="00012A50"/>
    <w:rsid w:val="00015BC7"/>
    <w:rsid w:val="0002057D"/>
    <w:rsid w:val="00020582"/>
    <w:rsid w:val="00020D3C"/>
    <w:rsid w:val="0002437E"/>
    <w:rsid w:val="00024750"/>
    <w:rsid w:val="000251CA"/>
    <w:rsid w:val="00025C94"/>
    <w:rsid w:val="00030483"/>
    <w:rsid w:val="00031681"/>
    <w:rsid w:val="000328AA"/>
    <w:rsid w:val="000346F1"/>
    <w:rsid w:val="00035277"/>
    <w:rsid w:val="000371BD"/>
    <w:rsid w:val="0004177E"/>
    <w:rsid w:val="00043C21"/>
    <w:rsid w:val="00046B12"/>
    <w:rsid w:val="000477CA"/>
    <w:rsid w:val="00047A73"/>
    <w:rsid w:val="00047F12"/>
    <w:rsid w:val="00051D73"/>
    <w:rsid w:val="00051FAD"/>
    <w:rsid w:val="000522EF"/>
    <w:rsid w:val="00052456"/>
    <w:rsid w:val="000526AB"/>
    <w:rsid w:val="000534B4"/>
    <w:rsid w:val="00055543"/>
    <w:rsid w:val="000564A4"/>
    <w:rsid w:val="00056ADB"/>
    <w:rsid w:val="00060F03"/>
    <w:rsid w:val="0006105D"/>
    <w:rsid w:val="00062362"/>
    <w:rsid w:val="00064E85"/>
    <w:rsid w:val="00071285"/>
    <w:rsid w:val="00071C1F"/>
    <w:rsid w:val="00072C70"/>
    <w:rsid w:val="00074D4A"/>
    <w:rsid w:val="0007606A"/>
    <w:rsid w:val="00077F19"/>
    <w:rsid w:val="00080B53"/>
    <w:rsid w:val="00085C3E"/>
    <w:rsid w:val="0009225A"/>
    <w:rsid w:val="00094D02"/>
    <w:rsid w:val="00095A3C"/>
    <w:rsid w:val="000A06DF"/>
    <w:rsid w:val="000A0A03"/>
    <w:rsid w:val="000A1A8A"/>
    <w:rsid w:val="000A448D"/>
    <w:rsid w:val="000A4849"/>
    <w:rsid w:val="000A67C0"/>
    <w:rsid w:val="000B0146"/>
    <w:rsid w:val="000B0820"/>
    <w:rsid w:val="000B3468"/>
    <w:rsid w:val="000B5966"/>
    <w:rsid w:val="000B7ABF"/>
    <w:rsid w:val="000C098B"/>
    <w:rsid w:val="000C0AFD"/>
    <w:rsid w:val="000C24B1"/>
    <w:rsid w:val="000C5D2E"/>
    <w:rsid w:val="000C7570"/>
    <w:rsid w:val="000D2146"/>
    <w:rsid w:val="000D2FE6"/>
    <w:rsid w:val="000D3A14"/>
    <w:rsid w:val="000D3DFD"/>
    <w:rsid w:val="000D45AB"/>
    <w:rsid w:val="000E1E06"/>
    <w:rsid w:val="000E346E"/>
    <w:rsid w:val="000E3815"/>
    <w:rsid w:val="000E4A95"/>
    <w:rsid w:val="000E512C"/>
    <w:rsid w:val="000F30D2"/>
    <w:rsid w:val="000F6589"/>
    <w:rsid w:val="001018E3"/>
    <w:rsid w:val="00101CEA"/>
    <w:rsid w:val="00103D1A"/>
    <w:rsid w:val="00112572"/>
    <w:rsid w:val="00112844"/>
    <w:rsid w:val="0011300B"/>
    <w:rsid w:val="0011406C"/>
    <w:rsid w:val="0011441D"/>
    <w:rsid w:val="001155ED"/>
    <w:rsid w:val="00115FEB"/>
    <w:rsid w:val="0011657E"/>
    <w:rsid w:val="001208EA"/>
    <w:rsid w:val="00123ECF"/>
    <w:rsid w:val="001242D1"/>
    <w:rsid w:val="0012448C"/>
    <w:rsid w:val="00126C73"/>
    <w:rsid w:val="00127A63"/>
    <w:rsid w:val="00131217"/>
    <w:rsid w:val="001330E2"/>
    <w:rsid w:val="00134068"/>
    <w:rsid w:val="00135A50"/>
    <w:rsid w:val="0014024C"/>
    <w:rsid w:val="00140AB3"/>
    <w:rsid w:val="00141C30"/>
    <w:rsid w:val="00141DAD"/>
    <w:rsid w:val="00142B97"/>
    <w:rsid w:val="00144127"/>
    <w:rsid w:val="001445AE"/>
    <w:rsid w:val="00144BDC"/>
    <w:rsid w:val="00146E59"/>
    <w:rsid w:val="0014745F"/>
    <w:rsid w:val="001510C2"/>
    <w:rsid w:val="001529E4"/>
    <w:rsid w:val="00152B63"/>
    <w:rsid w:val="0015404A"/>
    <w:rsid w:val="00154128"/>
    <w:rsid w:val="0016382A"/>
    <w:rsid w:val="001669B8"/>
    <w:rsid w:val="0017211E"/>
    <w:rsid w:val="00172B42"/>
    <w:rsid w:val="00175482"/>
    <w:rsid w:val="001809AC"/>
    <w:rsid w:val="001811C6"/>
    <w:rsid w:val="00185BEA"/>
    <w:rsid w:val="00186A14"/>
    <w:rsid w:val="00190F5E"/>
    <w:rsid w:val="001A10AE"/>
    <w:rsid w:val="001A440C"/>
    <w:rsid w:val="001A4588"/>
    <w:rsid w:val="001A4A91"/>
    <w:rsid w:val="001A62E1"/>
    <w:rsid w:val="001A6E10"/>
    <w:rsid w:val="001B01F8"/>
    <w:rsid w:val="001B0E78"/>
    <w:rsid w:val="001C555A"/>
    <w:rsid w:val="001C65FA"/>
    <w:rsid w:val="001C72F1"/>
    <w:rsid w:val="001D0743"/>
    <w:rsid w:val="001D110B"/>
    <w:rsid w:val="001D1EA8"/>
    <w:rsid w:val="001D4466"/>
    <w:rsid w:val="001D62BF"/>
    <w:rsid w:val="001E12E6"/>
    <w:rsid w:val="001E2CB9"/>
    <w:rsid w:val="001E3031"/>
    <w:rsid w:val="001E3446"/>
    <w:rsid w:val="001E5462"/>
    <w:rsid w:val="001E5BE5"/>
    <w:rsid w:val="001E5FFF"/>
    <w:rsid w:val="001F08F7"/>
    <w:rsid w:val="001F166A"/>
    <w:rsid w:val="001F24A8"/>
    <w:rsid w:val="00204623"/>
    <w:rsid w:val="002061BE"/>
    <w:rsid w:val="00207A70"/>
    <w:rsid w:val="00207E72"/>
    <w:rsid w:val="002103B2"/>
    <w:rsid w:val="00213A1F"/>
    <w:rsid w:val="00215051"/>
    <w:rsid w:val="0021701F"/>
    <w:rsid w:val="00217BD1"/>
    <w:rsid w:val="00217D67"/>
    <w:rsid w:val="00220D06"/>
    <w:rsid w:val="00220E5C"/>
    <w:rsid w:val="002247F0"/>
    <w:rsid w:val="00224DA5"/>
    <w:rsid w:val="0022709F"/>
    <w:rsid w:val="00227253"/>
    <w:rsid w:val="00231296"/>
    <w:rsid w:val="00231337"/>
    <w:rsid w:val="00232359"/>
    <w:rsid w:val="00233543"/>
    <w:rsid w:val="00233C60"/>
    <w:rsid w:val="00233DBE"/>
    <w:rsid w:val="00234B67"/>
    <w:rsid w:val="00236B62"/>
    <w:rsid w:val="00242813"/>
    <w:rsid w:val="00243507"/>
    <w:rsid w:val="00243E07"/>
    <w:rsid w:val="002467AC"/>
    <w:rsid w:val="00247092"/>
    <w:rsid w:val="0025070A"/>
    <w:rsid w:val="00252CC9"/>
    <w:rsid w:val="00252E41"/>
    <w:rsid w:val="002567ED"/>
    <w:rsid w:val="00261676"/>
    <w:rsid w:val="00261745"/>
    <w:rsid w:val="002626D8"/>
    <w:rsid w:val="00262BF0"/>
    <w:rsid w:val="0026498C"/>
    <w:rsid w:val="00265FF0"/>
    <w:rsid w:val="00266D0C"/>
    <w:rsid w:val="00267D79"/>
    <w:rsid w:val="00270CC3"/>
    <w:rsid w:val="00272B97"/>
    <w:rsid w:val="00274ADC"/>
    <w:rsid w:val="00280BE1"/>
    <w:rsid w:val="002823AC"/>
    <w:rsid w:val="00282463"/>
    <w:rsid w:val="0028442E"/>
    <w:rsid w:val="0028551C"/>
    <w:rsid w:val="0028755B"/>
    <w:rsid w:val="002916FE"/>
    <w:rsid w:val="0029250F"/>
    <w:rsid w:val="0029540C"/>
    <w:rsid w:val="00296CAE"/>
    <w:rsid w:val="002A0847"/>
    <w:rsid w:val="002A1622"/>
    <w:rsid w:val="002A1BF9"/>
    <w:rsid w:val="002B0CCD"/>
    <w:rsid w:val="002B1794"/>
    <w:rsid w:val="002B2B37"/>
    <w:rsid w:val="002B46F7"/>
    <w:rsid w:val="002B5B25"/>
    <w:rsid w:val="002B5F20"/>
    <w:rsid w:val="002C068E"/>
    <w:rsid w:val="002C1BB9"/>
    <w:rsid w:val="002C1E01"/>
    <w:rsid w:val="002C2B90"/>
    <w:rsid w:val="002C3F50"/>
    <w:rsid w:val="002C4A4E"/>
    <w:rsid w:val="002C56B4"/>
    <w:rsid w:val="002C6E38"/>
    <w:rsid w:val="002C705C"/>
    <w:rsid w:val="002C7E92"/>
    <w:rsid w:val="002D29BD"/>
    <w:rsid w:val="002D2DFF"/>
    <w:rsid w:val="002D6263"/>
    <w:rsid w:val="002D6626"/>
    <w:rsid w:val="002D71D8"/>
    <w:rsid w:val="002E1DA2"/>
    <w:rsid w:val="002E7E20"/>
    <w:rsid w:val="002E7E2C"/>
    <w:rsid w:val="002F110A"/>
    <w:rsid w:val="002F4BED"/>
    <w:rsid w:val="002F7BDA"/>
    <w:rsid w:val="0030022D"/>
    <w:rsid w:val="0030093C"/>
    <w:rsid w:val="00301EDE"/>
    <w:rsid w:val="00302BE9"/>
    <w:rsid w:val="0030370E"/>
    <w:rsid w:val="00304B6B"/>
    <w:rsid w:val="00305E47"/>
    <w:rsid w:val="0030716E"/>
    <w:rsid w:val="00307BC4"/>
    <w:rsid w:val="00310699"/>
    <w:rsid w:val="00310D4D"/>
    <w:rsid w:val="00316BDC"/>
    <w:rsid w:val="00323AB5"/>
    <w:rsid w:val="003246A8"/>
    <w:rsid w:val="00324BD9"/>
    <w:rsid w:val="00325380"/>
    <w:rsid w:val="003309D8"/>
    <w:rsid w:val="00331B39"/>
    <w:rsid w:val="00333534"/>
    <w:rsid w:val="00333984"/>
    <w:rsid w:val="0033423F"/>
    <w:rsid w:val="00336A0E"/>
    <w:rsid w:val="00340726"/>
    <w:rsid w:val="003444E2"/>
    <w:rsid w:val="0034758A"/>
    <w:rsid w:val="00350B7D"/>
    <w:rsid w:val="0035131A"/>
    <w:rsid w:val="003521D5"/>
    <w:rsid w:val="0035521F"/>
    <w:rsid w:val="003555C4"/>
    <w:rsid w:val="00356376"/>
    <w:rsid w:val="00357AE5"/>
    <w:rsid w:val="00357EE2"/>
    <w:rsid w:val="00360B31"/>
    <w:rsid w:val="00365130"/>
    <w:rsid w:val="00367730"/>
    <w:rsid w:val="00372479"/>
    <w:rsid w:val="00375D7F"/>
    <w:rsid w:val="003761AC"/>
    <w:rsid w:val="00380DCD"/>
    <w:rsid w:val="00385D28"/>
    <w:rsid w:val="00386990"/>
    <w:rsid w:val="00387A1D"/>
    <w:rsid w:val="00391440"/>
    <w:rsid w:val="00392063"/>
    <w:rsid w:val="003944AA"/>
    <w:rsid w:val="00397DFE"/>
    <w:rsid w:val="003A0A9D"/>
    <w:rsid w:val="003A2E56"/>
    <w:rsid w:val="003A4911"/>
    <w:rsid w:val="003A6FB1"/>
    <w:rsid w:val="003B0E85"/>
    <w:rsid w:val="003B0FE8"/>
    <w:rsid w:val="003B18BB"/>
    <w:rsid w:val="003B1D77"/>
    <w:rsid w:val="003B49C6"/>
    <w:rsid w:val="003C4BA3"/>
    <w:rsid w:val="003C6D77"/>
    <w:rsid w:val="003D0553"/>
    <w:rsid w:val="003D1A8F"/>
    <w:rsid w:val="003D30DE"/>
    <w:rsid w:val="003E3547"/>
    <w:rsid w:val="003E3B30"/>
    <w:rsid w:val="003E5891"/>
    <w:rsid w:val="003E638F"/>
    <w:rsid w:val="003E7C7F"/>
    <w:rsid w:val="003E7CD4"/>
    <w:rsid w:val="003F2669"/>
    <w:rsid w:val="003F36DE"/>
    <w:rsid w:val="003F575C"/>
    <w:rsid w:val="003F5DAF"/>
    <w:rsid w:val="003F613F"/>
    <w:rsid w:val="003F788B"/>
    <w:rsid w:val="004002D9"/>
    <w:rsid w:val="00404FCD"/>
    <w:rsid w:val="004054A0"/>
    <w:rsid w:val="00405549"/>
    <w:rsid w:val="00412E49"/>
    <w:rsid w:val="00415265"/>
    <w:rsid w:val="00415D2F"/>
    <w:rsid w:val="004168BC"/>
    <w:rsid w:val="00416936"/>
    <w:rsid w:val="00417430"/>
    <w:rsid w:val="00420065"/>
    <w:rsid w:val="0042608C"/>
    <w:rsid w:val="00430DB2"/>
    <w:rsid w:val="00432424"/>
    <w:rsid w:val="00433671"/>
    <w:rsid w:val="00433CAE"/>
    <w:rsid w:val="00433FCF"/>
    <w:rsid w:val="00434C4A"/>
    <w:rsid w:val="0043659E"/>
    <w:rsid w:val="0043670D"/>
    <w:rsid w:val="00440105"/>
    <w:rsid w:val="004403F8"/>
    <w:rsid w:val="0044190A"/>
    <w:rsid w:val="00442A81"/>
    <w:rsid w:val="00445240"/>
    <w:rsid w:val="004462E3"/>
    <w:rsid w:val="0045061D"/>
    <w:rsid w:val="00451F72"/>
    <w:rsid w:val="00452C83"/>
    <w:rsid w:val="00453A3F"/>
    <w:rsid w:val="0046116D"/>
    <w:rsid w:val="004625B1"/>
    <w:rsid w:val="00462FEE"/>
    <w:rsid w:val="004671BB"/>
    <w:rsid w:val="00473245"/>
    <w:rsid w:val="00474598"/>
    <w:rsid w:val="0048239D"/>
    <w:rsid w:val="00483AA0"/>
    <w:rsid w:val="00485270"/>
    <w:rsid w:val="00486971"/>
    <w:rsid w:val="0049028C"/>
    <w:rsid w:val="004913CD"/>
    <w:rsid w:val="004924DC"/>
    <w:rsid w:val="00492788"/>
    <w:rsid w:val="00492D26"/>
    <w:rsid w:val="00496D10"/>
    <w:rsid w:val="004A0D8F"/>
    <w:rsid w:val="004A36D7"/>
    <w:rsid w:val="004A5619"/>
    <w:rsid w:val="004A6A7A"/>
    <w:rsid w:val="004A6F41"/>
    <w:rsid w:val="004B2AC2"/>
    <w:rsid w:val="004B343B"/>
    <w:rsid w:val="004B4F83"/>
    <w:rsid w:val="004B66C2"/>
    <w:rsid w:val="004B7A8C"/>
    <w:rsid w:val="004C0E92"/>
    <w:rsid w:val="004C20EA"/>
    <w:rsid w:val="004C27BE"/>
    <w:rsid w:val="004C2FE5"/>
    <w:rsid w:val="004C34EE"/>
    <w:rsid w:val="004C451D"/>
    <w:rsid w:val="004C7442"/>
    <w:rsid w:val="004D06E8"/>
    <w:rsid w:val="004D086A"/>
    <w:rsid w:val="004D0E15"/>
    <w:rsid w:val="004D1A28"/>
    <w:rsid w:val="004D24C3"/>
    <w:rsid w:val="004D2B29"/>
    <w:rsid w:val="004D50D0"/>
    <w:rsid w:val="004D5E2C"/>
    <w:rsid w:val="004D6B24"/>
    <w:rsid w:val="004D6B64"/>
    <w:rsid w:val="004D6E23"/>
    <w:rsid w:val="004D76F9"/>
    <w:rsid w:val="004D7939"/>
    <w:rsid w:val="004E187A"/>
    <w:rsid w:val="004E374D"/>
    <w:rsid w:val="004E3892"/>
    <w:rsid w:val="004E3935"/>
    <w:rsid w:val="004E3FE7"/>
    <w:rsid w:val="004E7247"/>
    <w:rsid w:val="004F0188"/>
    <w:rsid w:val="004F0647"/>
    <w:rsid w:val="004F28C4"/>
    <w:rsid w:val="004F3092"/>
    <w:rsid w:val="004F54DB"/>
    <w:rsid w:val="004F62F3"/>
    <w:rsid w:val="005000DD"/>
    <w:rsid w:val="00501D03"/>
    <w:rsid w:val="005031B7"/>
    <w:rsid w:val="00503804"/>
    <w:rsid w:val="00507BE4"/>
    <w:rsid w:val="00510002"/>
    <w:rsid w:val="00510660"/>
    <w:rsid w:val="00510F10"/>
    <w:rsid w:val="005119F4"/>
    <w:rsid w:val="0051346A"/>
    <w:rsid w:val="005134B8"/>
    <w:rsid w:val="00514529"/>
    <w:rsid w:val="005200E0"/>
    <w:rsid w:val="00520220"/>
    <w:rsid w:val="00521E00"/>
    <w:rsid w:val="0052428F"/>
    <w:rsid w:val="005251AF"/>
    <w:rsid w:val="00533D6C"/>
    <w:rsid w:val="00536D11"/>
    <w:rsid w:val="00537646"/>
    <w:rsid w:val="00537C79"/>
    <w:rsid w:val="00537D99"/>
    <w:rsid w:val="005405BB"/>
    <w:rsid w:val="00540ACE"/>
    <w:rsid w:val="00540DBA"/>
    <w:rsid w:val="00546431"/>
    <w:rsid w:val="0054695C"/>
    <w:rsid w:val="005532A7"/>
    <w:rsid w:val="00557E30"/>
    <w:rsid w:val="00561628"/>
    <w:rsid w:val="00562B22"/>
    <w:rsid w:val="00564301"/>
    <w:rsid w:val="00564C47"/>
    <w:rsid w:val="00571B53"/>
    <w:rsid w:val="00573192"/>
    <w:rsid w:val="0057576E"/>
    <w:rsid w:val="00576F61"/>
    <w:rsid w:val="00582A45"/>
    <w:rsid w:val="005840E9"/>
    <w:rsid w:val="0059033A"/>
    <w:rsid w:val="00590755"/>
    <w:rsid w:val="00591EB9"/>
    <w:rsid w:val="005956F3"/>
    <w:rsid w:val="00595EBA"/>
    <w:rsid w:val="005A4974"/>
    <w:rsid w:val="005A6D74"/>
    <w:rsid w:val="005A77E7"/>
    <w:rsid w:val="005B350B"/>
    <w:rsid w:val="005B4D4A"/>
    <w:rsid w:val="005C4143"/>
    <w:rsid w:val="005C6618"/>
    <w:rsid w:val="005D12C4"/>
    <w:rsid w:val="005E1B6E"/>
    <w:rsid w:val="005E25DE"/>
    <w:rsid w:val="005E2BF4"/>
    <w:rsid w:val="005E3003"/>
    <w:rsid w:val="005F0668"/>
    <w:rsid w:val="005F758D"/>
    <w:rsid w:val="005F7F2B"/>
    <w:rsid w:val="006028F5"/>
    <w:rsid w:val="006057CB"/>
    <w:rsid w:val="00616A4A"/>
    <w:rsid w:val="00617B87"/>
    <w:rsid w:val="00622CCC"/>
    <w:rsid w:val="0063044D"/>
    <w:rsid w:val="00631F75"/>
    <w:rsid w:val="00634BFB"/>
    <w:rsid w:val="00636DFB"/>
    <w:rsid w:val="0063707E"/>
    <w:rsid w:val="00640C45"/>
    <w:rsid w:val="006448EF"/>
    <w:rsid w:val="006461EC"/>
    <w:rsid w:val="006519BA"/>
    <w:rsid w:val="00651BC8"/>
    <w:rsid w:val="006547E2"/>
    <w:rsid w:val="0065498B"/>
    <w:rsid w:val="00655631"/>
    <w:rsid w:val="00657A77"/>
    <w:rsid w:val="0066164A"/>
    <w:rsid w:val="00661B2C"/>
    <w:rsid w:val="0066273D"/>
    <w:rsid w:val="00664093"/>
    <w:rsid w:val="006728B6"/>
    <w:rsid w:val="0067645A"/>
    <w:rsid w:val="006769C8"/>
    <w:rsid w:val="0067758F"/>
    <w:rsid w:val="006803DB"/>
    <w:rsid w:val="00682B12"/>
    <w:rsid w:val="00686CE8"/>
    <w:rsid w:val="00686F77"/>
    <w:rsid w:val="00687435"/>
    <w:rsid w:val="006978EB"/>
    <w:rsid w:val="00697CD1"/>
    <w:rsid w:val="006A0C8A"/>
    <w:rsid w:val="006A1F3C"/>
    <w:rsid w:val="006A5F3B"/>
    <w:rsid w:val="006B0BFE"/>
    <w:rsid w:val="006B0C5F"/>
    <w:rsid w:val="006B1327"/>
    <w:rsid w:val="006B1647"/>
    <w:rsid w:val="006B3D87"/>
    <w:rsid w:val="006B5529"/>
    <w:rsid w:val="006C03DE"/>
    <w:rsid w:val="006C0C74"/>
    <w:rsid w:val="006C3E3D"/>
    <w:rsid w:val="006D0213"/>
    <w:rsid w:val="006D0530"/>
    <w:rsid w:val="006D0B34"/>
    <w:rsid w:val="006D1F06"/>
    <w:rsid w:val="006D2CD3"/>
    <w:rsid w:val="006D78DE"/>
    <w:rsid w:val="006E00AD"/>
    <w:rsid w:val="006E0934"/>
    <w:rsid w:val="006E0C65"/>
    <w:rsid w:val="006E32AC"/>
    <w:rsid w:val="006E3B25"/>
    <w:rsid w:val="006E4308"/>
    <w:rsid w:val="006E4BF3"/>
    <w:rsid w:val="006E51F3"/>
    <w:rsid w:val="006E68BA"/>
    <w:rsid w:val="006F1518"/>
    <w:rsid w:val="006F3FA3"/>
    <w:rsid w:val="006F3FEA"/>
    <w:rsid w:val="006F5AAE"/>
    <w:rsid w:val="00701749"/>
    <w:rsid w:val="00702745"/>
    <w:rsid w:val="0070516F"/>
    <w:rsid w:val="00705EC9"/>
    <w:rsid w:val="007105DC"/>
    <w:rsid w:val="0071234F"/>
    <w:rsid w:val="00712763"/>
    <w:rsid w:val="00715675"/>
    <w:rsid w:val="00715A28"/>
    <w:rsid w:val="00720ABC"/>
    <w:rsid w:val="007214B8"/>
    <w:rsid w:val="007217F5"/>
    <w:rsid w:val="00722901"/>
    <w:rsid w:val="00724104"/>
    <w:rsid w:val="00724B02"/>
    <w:rsid w:val="00724C29"/>
    <w:rsid w:val="007272AD"/>
    <w:rsid w:val="00727CFA"/>
    <w:rsid w:val="00727FA3"/>
    <w:rsid w:val="00730DF8"/>
    <w:rsid w:val="00731878"/>
    <w:rsid w:val="00734ABD"/>
    <w:rsid w:val="007355BC"/>
    <w:rsid w:val="0073662F"/>
    <w:rsid w:val="00736964"/>
    <w:rsid w:val="00737439"/>
    <w:rsid w:val="00741014"/>
    <w:rsid w:val="0074218A"/>
    <w:rsid w:val="00742F7C"/>
    <w:rsid w:val="00742F9E"/>
    <w:rsid w:val="0074358A"/>
    <w:rsid w:val="0074777D"/>
    <w:rsid w:val="00747BA7"/>
    <w:rsid w:val="00750AAB"/>
    <w:rsid w:val="00756F8B"/>
    <w:rsid w:val="00757382"/>
    <w:rsid w:val="007616D7"/>
    <w:rsid w:val="0076328D"/>
    <w:rsid w:val="00766BE0"/>
    <w:rsid w:val="007672F1"/>
    <w:rsid w:val="00772C87"/>
    <w:rsid w:val="00774932"/>
    <w:rsid w:val="00777BB6"/>
    <w:rsid w:val="00780EFA"/>
    <w:rsid w:val="00781703"/>
    <w:rsid w:val="0078249E"/>
    <w:rsid w:val="00782EE6"/>
    <w:rsid w:val="0078557B"/>
    <w:rsid w:val="007866EA"/>
    <w:rsid w:val="007870FC"/>
    <w:rsid w:val="00790CB8"/>
    <w:rsid w:val="0079132E"/>
    <w:rsid w:val="0079178A"/>
    <w:rsid w:val="00796083"/>
    <w:rsid w:val="00796DCB"/>
    <w:rsid w:val="007977EF"/>
    <w:rsid w:val="007A4BA2"/>
    <w:rsid w:val="007A5157"/>
    <w:rsid w:val="007A56A8"/>
    <w:rsid w:val="007A6A53"/>
    <w:rsid w:val="007B0EAE"/>
    <w:rsid w:val="007B112C"/>
    <w:rsid w:val="007B2987"/>
    <w:rsid w:val="007B4E94"/>
    <w:rsid w:val="007B7584"/>
    <w:rsid w:val="007C022E"/>
    <w:rsid w:val="007C268E"/>
    <w:rsid w:val="007C2A0D"/>
    <w:rsid w:val="007C3178"/>
    <w:rsid w:val="007D0061"/>
    <w:rsid w:val="007D08ED"/>
    <w:rsid w:val="007D1302"/>
    <w:rsid w:val="007D37B2"/>
    <w:rsid w:val="007E2F38"/>
    <w:rsid w:val="007E3842"/>
    <w:rsid w:val="007E7671"/>
    <w:rsid w:val="007F0037"/>
    <w:rsid w:val="007F0726"/>
    <w:rsid w:val="007F09CC"/>
    <w:rsid w:val="007F50DF"/>
    <w:rsid w:val="007F536B"/>
    <w:rsid w:val="007F76B5"/>
    <w:rsid w:val="007F79E4"/>
    <w:rsid w:val="0080430E"/>
    <w:rsid w:val="00804DB2"/>
    <w:rsid w:val="0080504A"/>
    <w:rsid w:val="0080728E"/>
    <w:rsid w:val="00807BF4"/>
    <w:rsid w:val="00811008"/>
    <w:rsid w:val="00813509"/>
    <w:rsid w:val="0081444B"/>
    <w:rsid w:val="008159EB"/>
    <w:rsid w:val="008161E9"/>
    <w:rsid w:val="008251C6"/>
    <w:rsid w:val="00830CD3"/>
    <w:rsid w:val="008320F3"/>
    <w:rsid w:val="00832B9E"/>
    <w:rsid w:val="008361A0"/>
    <w:rsid w:val="0084130B"/>
    <w:rsid w:val="0084258E"/>
    <w:rsid w:val="00846F8E"/>
    <w:rsid w:val="008500C6"/>
    <w:rsid w:val="0085096C"/>
    <w:rsid w:val="00853A97"/>
    <w:rsid w:val="00856877"/>
    <w:rsid w:val="00862A59"/>
    <w:rsid w:val="00862D99"/>
    <w:rsid w:val="008643E9"/>
    <w:rsid w:val="00867624"/>
    <w:rsid w:val="00871310"/>
    <w:rsid w:val="00871720"/>
    <w:rsid w:val="00871F55"/>
    <w:rsid w:val="00874999"/>
    <w:rsid w:val="00874B2F"/>
    <w:rsid w:val="00875F4B"/>
    <w:rsid w:val="00876C4E"/>
    <w:rsid w:val="008810CC"/>
    <w:rsid w:val="00883A86"/>
    <w:rsid w:val="00884707"/>
    <w:rsid w:val="0088488F"/>
    <w:rsid w:val="00885854"/>
    <w:rsid w:val="008863D3"/>
    <w:rsid w:val="00886BC0"/>
    <w:rsid w:val="0089132F"/>
    <w:rsid w:val="008951FA"/>
    <w:rsid w:val="0089562E"/>
    <w:rsid w:val="00895C72"/>
    <w:rsid w:val="008A1224"/>
    <w:rsid w:val="008A16AC"/>
    <w:rsid w:val="008A43FF"/>
    <w:rsid w:val="008A5106"/>
    <w:rsid w:val="008A6183"/>
    <w:rsid w:val="008A6EB2"/>
    <w:rsid w:val="008A7890"/>
    <w:rsid w:val="008B08F6"/>
    <w:rsid w:val="008B2745"/>
    <w:rsid w:val="008B7514"/>
    <w:rsid w:val="008C1E94"/>
    <w:rsid w:val="008D09CA"/>
    <w:rsid w:val="008D2D3C"/>
    <w:rsid w:val="008D3D05"/>
    <w:rsid w:val="008E04B9"/>
    <w:rsid w:val="008E3EDE"/>
    <w:rsid w:val="008E6D9C"/>
    <w:rsid w:val="008F043F"/>
    <w:rsid w:val="008F11FC"/>
    <w:rsid w:val="008F121B"/>
    <w:rsid w:val="008F38E0"/>
    <w:rsid w:val="008F4CFF"/>
    <w:rsid w:val="008F6BD4"/>
    <w:rsid w:val="00900834"/>
    <w:rsid w:val="00902CF5"/>
    <w:rsid w:val="00904ED1"/>
    <w:rsid w:val="00911354"/>
    <w:rsid w:val="00912543"/>
    <w:rsid w:val="009147E9"/>
    <w:rsid w:val="00925014"/>
    <w:rsid w:val="0092734C"/>
    <w:rsid w:val="00927721"/>
    <w:rsid w:val="009300F4"/>
    <w:rsid w:val="009332BB"/>
    <w:rsid w:val="00935E7B"/>
    <w:rsid w:val="00943287"/>
    <w:rsid w:val="00943A2F"/>
    <w:rsid w:val="00944A28"/>
    <w:rsid w:val="009512B6"/>
    <w:rsid w:val="00951ECC"/>
    <w:rsid w:val="0095273A"/>
    <w:rsid w:val="00953B71"/>
    <w:rsid w:val="00955995"/>
    <w:rsid w:val="00962D3C"/>
    <w:rsid w:val="0096387C"/>
    <w:rsid w:val="00963A44"/>
    <w:rsid w:val="009658F5"/>
    <w:rsid w:val="009725C9"/>
    <w:rsid w:val="00981157"/>
    <w:rsid w:val="0098172B"/>
    <w:rsid w:val="00981E98"/>
    <w:rsid w:val="00982057"/>
    <w:rsid w:val="009822C4"/>
    <w:rsid w:val="00983558"/>
    <w:rsid w:val="00986EF5"/>
    <w:rsid w:val="00991CA7"/>
    <w:rsid w:val="00995050"/>
    <w:rsid w:val="009A1037"/>
    <w:rsid w:val="009A4B62"/>
    <w:rsid w:val="009A656E"/>
    <w:rsid w:val="009B1D74"/>
    <w:rsid w:val="009B23B9"/>
    <w:rsid w:val="009B2496"/>
    <w:rsid w:val="009B3F57"/>
    <w:rsid w:val="009B4FEC"/>
    <w:rsid w:val="009B59F4"/>
    <w:rsid w:val="009C0C4D"/>
    <w:rsid w:val="009C2F10"/>
    <w:rsid w:val="009C38FF"/>
    <w:rsid w:val="009C4973"/>
    <w:rsid w:val="009C564E"/>
    <w:rsid w:val="009C5DE8"/>
    <w:rsid w:val="009C6C62"/>
    <w:rsid w:val="009D27C6"/>
    <w:rsid w:val="009D4F35"/>
    <w:rsid w:val="009D5892"/>
    <w:rsid w:val="009E1312"/>
    <w:rsid w:val="009E33F4"/>
    <w:rsid w:val="009F0347"/>
    <w:rsid w:val="009F3232"/>
    <w:rsid w:val="009F3872"/>
    <w:rsid w:val="009F483B"/>
    <w:rsid w:val="00A006EE"/>
    <w:rsid w:val="00A00950"/>
    <w:rsid w:val="00A011ED"/>
    <w:rsid w:val="00A013DD"/>
    <w:rsid w:val="00A03181"/>
    <w:rsid w:val="00A04742"/>
    <w:rsid w:val="00A047F7"/>
    <w:rsid w:val="00A05433"/>
    <w:rsid w:val="00A05759"/>
    <w:rsid w:val="00A11DF4"/>
    <w:rsid w:val="00A14829"/>
    <w:rsid w:val="00A14A18"/>
    <w:rsid w:val="00A21243"/>
    <w:rsid w:val="00A247A7"/>
    <w:rsid w:val="00A272BF"/>
    <w:rsid w:val="00A32285"/>
    <w:rsid w:val="00A3380A"/>
    <w:rsid w:val="00A35D6C"/>
    <w:rsid w:val="00A37BBD"/>
    <w:rsid w:val="00A4060D"/>
    <w:rsid w:val="00A41697"/>
    <w:rsid w:val="00A42603"/>
    <w:rsid w:val="00A4337D"/>
    <w:rsid w:val="00A44440"/>
    <w:rsid w:val="00A44F80"/>
    <w:rsid w:val="00A4567B"/>
    <w:rsid w:val="00A46432"/>
    <w:rsid w:val="00A46B8B"/>
    <w:rsid w:val="00A5197A"/>
    <w:rsid w:val="00A51AF5"/>
    <w:rsid w:val="00A55FAA"/>
    <w:rsid w:val="00A56E93"/>
    <w:rsid w:val="00A60B16"/>
    <w:rsid w:val="00A634CF"/>
    <w:rsid w:val="00A64C50"/>
    <w:rsid w:val="00A65CE6"/>
    <w:rsid w:val="00A678FF"/>
    <w:rsid w:val="00A71FCA"/>
    <w:rsid w:val="00A72260"/>
    <w:rsid w:val="00A72336"/>
    <w:rsid w:val="00A7291F"/>
    <w:rsid w:val="00A73F74"/>
    <w:rsid w:val="00A82FFF"/>
    <w:rsid w:val="00A8583C"/>
    <w:rsid w:val="00A8784B"/>
    <w:rsid w:val="00A87DBC"/>
    <w:rsid w:val="00A87FB8"/>
    <w:rsid w:val="00A90BA9"/>
    <w:rsid w:val="00A922BB"/>
    <w:rsid w:val="00A95484"/>
    <w:rsid w:val="00A95837"/>
    <w:rsid w:val="00A96741"/>
    <w:rsid w:val="00A972D9"/>
    <w:rsid w:val="00A97BF6"/>
    <w:rsid w:val="00AA21AB"/>
    <w:rsid w:val="00AA26E4"/>
    <w:rsid w:val="00AA2A26"/>
    <w:rsid w:val="00AA4902"/>
    <w:rsid w:val="00AA5DF9"/>
    <w:rsid w:val="00AA6A46"/>
    <w:rsid w:val="00AA6E11"/>
    <w:rsid w:val="00AB0932"/>
    <w:rsid w:val="00AB3406"/>
    <w:rsid w:val="00AB3A24"/>
    <w:rsid w:val="00AB45DB"/>
    <w:rsid w:val="00AB6B96"/>
    <w:rsid w:val="00AB7DB6"/>
    <w:rsid w:val="00AC20FB"/>
    <w:rsid w:val="00AC31B0"/>
    <w:rsid w:val="00AC46B3"/>
    <w:rsid w:val="00AC4B70"/>
    <w:rsid w:val="00AC64A7"/>
    <w:rsid w:val="00AC78FE"/>
    <w:rsid w:val="00AD1A85"/>
    <w:rsid w:val="00AD603C"/>
    <w:rsid w:val="00AD7977"/>
    <w:rsid w:val="00AE0ECF"/>
    <w:rsid w:val="00AE17BF"/>
    <w:rsid w:val="00AE73DB"/>
    <w:rsid w:val="00AF12E2"/>
    <w:rsid w:val="00AF5333"/>
    <w:rsid w:val="00AF5EFD"/>
    <w:rsid w:val="00AF6F27"/>
    <w:rsid w:val="00AF74BD"/>
    <w:rsid w:val="00B0002D"/>
    <w:rsid w:val="00B00748"/>
    <w:rsid w:val="00B02A73"/>
    <w:rsid w:val="00B0440D"/>
    <w:rsid w:val="00B05A07"/>
    <w:rsid w:val="00B10C5E"/>
    <w:rsid w:val="00B120EE"/>
    <w:rsid w:val="00B13A81"/>
    <w:rsid w:val="00B13DDC"/>
    <w:rsid w:val="00B15528"/>
    <w:rsid w:val="00B15FC1"/>
    <w:rsid w:val="00B16D79"/>
    <w:rsid w:val="00B17F1C"/>
    <w:rsid w:val="00B205DF"/>
    <w:rsid w:val="00B20AFA"/>
    <w:rsid w:val="00B21926"/>
    <w:rsid w:val="00B233C7"/>
    <w:rsid w:val="00B251B3"/>
    <w:rsid w:val="00B257AC"/>
    <w:rsid w:val="00B3202C"/>
    <w:rsid w:val="00B3528F"/>
    <w:rsid w:val="00B3720F"/>
    <w:rsid w:val="00B406E0"/>
    <w:rsid w:val="00B40D1A"/>
    <w:rsid w:val="00B43450"/>
    <w:rsid w:val="00B47348"/>
    <w:rsid w:val="00B5089A"/>
    <w:rsid w:val="00B51122"/>
    <w:rsid w:val="00B51E5B"/>
    <w:rsid w:val="00B51F95"/>
    <w:rsid w:val="00B52CF1"/>
    <w:rsid w:val="00B54B23"/>
    <w:rsid w:val="00B555D5"/>
    <w:rsid w:val="00B570C9"/>
    <w:rsid w:val="00B57526"/>
    <w:rsid w:val="00B601CE"/>
    <w:rsid w:val="00B6197C"/>
    <w:rsid w:val="00B6467B"/>
    <w:rsid w:val="00B717BC"/>
    <w:rsid w:val="00B76DA2"/>
    <w:rsid w:val="00B827AE"/>
    <w:rsid w:val="00B82E2E"/>
    <w:rsid w:val="00B84FD5"/>
    <w:rsid w:val="00B859DC"/>
    <w:rsid w:val="00B87C2D"/>
    <w:rsid w:val="00B9018A"/>
    <w:rsid w:val="00B914D7"/>
    <w:rsid w:val="00B95815"/>
    <w:rsid w:val="00B9791F"/>
    <w:rsid w:val="00BA0AFC"/>
    <w:rsid w:val="00BA2AF3"/>
    <w:rsid w:val="00BA464B"/>
    <w:rsid w:val="00BA56D4"/>
    <w:rsid w:val="00BA576C"/>
    <w:rsid w:val="00BB29F2"/>
    <w:rsid w:val="00BB2B99"/>
    <w:rsid w:val="00BC21B0"/>
    <w:rsid w:val="00BC7C63"/>
    <w:rsid w:val="00BD0FA9"/>
    <w:rsid w:val="00BD23EF"/>
    <w:rsid w:val="00BD340D"/>
    <w:rsid w:val="00BD4DCA"/>
    <w:rsid w:val="00BD7C42"/>
    <w:rsid w:val="00BE11BA"/>
    <w:rsid w:val="00BE1940"/>
    <w:rsid w:val="00BE2732"/>
    <w:rsid w:val="00BE2E46"/>
    <w:rsid w:val="00BE74DA"/>
    <w:rsid w:val="00C00756"/>
    <w:rsid w:val="00C026D6"/>
    <w:rsid w:val="00C02977"/>
    <w:rsid w:val="00C0393F"/>
    <w:rsid w:val="00C057DF"/>
    <w:rsid w:val="00C06906"/>
    <w:rsid w:val="00C072EF"/>
    <w:rsid w:val="00C1088C"/>
    <w:rsid w:val="00C11822"/>
    <w:rsid w:val="00C12DE9"/>
    <w:rsid w:val="00C130BF"/>
    <w:rsid w:val="00C169E9"/>
    <w:rsid w:val="00C17B2E"/>
    <w:rsid w:val="00C3308C"/>
    <w:rsid w:val="00C40F42"/>
    <w:rsid w:val="00C436FD"/>
    <w:rsid w:val="00C511E9"/>
    <w:rsid w:val="00C513E7"/>
    <w:rsid w:val="00C51726"/>
    <w:rsid w:val="00C53907"/>
    <w:rsid w:val="00C53C6B"/>
    <w:rsid w:val="00C54C08"/>
    <w:rsid w:val="00C560DB"/>
    <w:rsid w:val="00C566AA"/>
    <w:rsid w:val="00C57816"/>
    <w:rsid w:val="00C61F23"/>
    <w:rsid w:val="00C6332D"/>
    <w:rsid w:val="00C70E91"/>
    <w:rsid w:val="00C710E8"/>
    <w:rsid w:val="00C71FF6"/>
    <w:rsid w:val="00C721A5"/>
    <w:rsid w:val="00C73BFA"/>
    <w:rsid w:val="00C74E3A"/>
    <w:rsid w:val="00C7541D"/>
    <w:rsid w:val="00C82E0E"/>
    <w:rsid w:val="00C8449A"/>
    <w:rsid w:val="00C85B5A"/>
    <w:rsid w:val="00C86588"/>
    <w:rsid w:val="00C86A62"/>
    <w:rsid w:val="00C87F2E"/>
    <w:rsid w:val="00C90248"/>
    <w:rsid w:val="00C915C0"/>
    <w:rsid w:val="00C9292B"/>
    <w:rsid w:val="00C94627"/>
    <w:rsid w:val="00C95717"/>
    <w:rsid w:val="00C97057"/>
    <w:rsid w:val="00CA04EA"/>
    <w:rsid w:val="00CA1ECB"/>
    <w:rsid w:val="00CA5797"/>
    <w:rsid w:val="00CA6402"/>
    <w:rsid w:val="00CA7DBC"/>
    <w:rsid w:val="00CB4DB1"/>
    <w:rsid w:val="00CC3522"/>
    <w:rsid w:val="00CC3C3F"/>
    <w:rsid w:val="00CC4E59"/>
    <w:rsid w:val="00CC5EA9"/>
    <w:rsid w:val="00CD3B73"/>
    <w:rsid w:val="00CD3BFD"/>
    <w:rsid w:val="00CE0644"/>
    <w:rsid w:val="00CE124B"/>
    <w:rsid w:val="00CE2C50"/>
    <w:rsid w:val="00CE551B"/>
    <w:rsid w:val="00CE5830"/>
    <w:rsid w:val="00CE746F"/>
    <w:rsid w:val="00CE7EE5"/>
    <w:rsid w:val="00CF4777"/>
    <w:rsid w:val="00CF5E96"/>
    <w:rsid w:val="00CF6661"/>
    <w:rsid w:val="00CF72C3"/>
    <w:rsid w:val="00CF744E"/>
    <w:rsid w:val="00D003FD"/>
    <w:rsid w:val="00D01DB8"/>
    <w:rsid w:val="00D02632"/>
    <w:rsid w:val="00D0358E"/>
    <w:rsid w:val="00D06477"/>
    <w:rsid w:val="00D07498"/>
    <w:rsid w:val="00D1049B"/>
    <w:rsid w:val="00D13533"/>
    <w:rsid w:val="00D16285"/>
    <w:rsid w:val="00D16790"/>
    <w:rsid w:val="00D17EEE"/>
    <w:rsid w:val="00D24214"/>
    <w:rsid w:val="00D26C58"/>
    <w:rsid w:val="00D316E3"/>
    <w:rsid w:val="00D31733"/>
    <w:rsid w:val="00D31C9D"/>
    <w:rsid w:val="00D37EC5"/>
    <w:rsid w:val="00D4235D"/>
    <w:rsid w:val="00D43129"/>
    <w:rsid w:val="00D4556D"/>
    <w:rsid w:val="00D4559C"/>
    <w:rsid w:val="00D4569B"/>
    <w:rsid w:val="00D57635"/>
    <w:rsid w:val="00D63406"/>
    <w:rsid w:val="00D63695"/>
    <w:rsid w:val="00D64AC2"/>
    <w:rsid w:val="00D71954"/>
    <w:rsid w:val="00D74FC7"/>
    <w:rsid w:val="00D75F0D"/>
    <w:rsid w:val="00D8087C"/>
    <w:rsid w:val="00D8175B"/>
    <w:rsid w:val="00D817ED"/>
    <w:rsid w:val="00D82D00"/>
    <w:rsid w:val="00D85908"/>
    <w:rsid w:val="00D85B51"/>
    <w:rsid w:val="00D90EF4"/>
    <w:rsid w:val="00D91BE8"/>
    <w:rsid w:val="00D9341C"/>
    <w:rsid w:val="00D9626E"/>
    <w:rsid w:val="00DA1150"/>
    <w:rsid w:val="00DA1D9F"/>
    <w:rsid w:val="00DA54E8"/>
    <w:rsid w:val="00DB0E7E"/>
    <w:rsid w:val="00DB1439"/>
    <w:rsid w:val="00DB3872"/>
    <w:rsid w:val="00DB47D0"/>
    <w:rsid w:val="00DB6471"/>
    <w:rsid w:val="00DC0701"/>
    <w:rsid w:val="00DC07A3"/>
    <w:rsid w:val="00DC214C"/>
    <w:rsid w:val="00DC333F"/>
    <w:rsid w:val="00DC342D"/>
    <w:rsid w:val="00DC3C4C"/>
    <w:rsid w:val="00DC6287"/>
    <w:rsid w:val="00DD004E"/>
    <w:rsid w:val="00DD118A"/>
    <w:rsid w:val="00DD1981"/>
    <w:rsid w:val="00DD1C6B"/>
    <w:rsid w:val="00DD5645"/>
    <w:rsid w:val="00DD6427"/>
    <w:rsid w:val="00DE207B"/>
    <w:rsid w:val="00DE3002"/>
    <w:rsid w:val="00DE66F4"/>
    <w:rsid w:val="00DE70AC"/>
    <w:rsid w:val="00DE7CEF"/>
    <w:rsid w:val="00DF37A4"/>
    <w:rsid w:val="00DF452B"/>
    <w:rsid w:val="00DF5120"/>
    <w:rsid w:val="00DF6E0B"/>
    <w:rsid w:val="00DF711F"/>
    <w:rsid w:val="00E00B0B"/>
    <w:rsid w:val="00E02503"/>
    <w:rsid w:val="00E0438C"/>
    <w:rsid w:val="00E04657"/>
    <w:rsid w:val="00E0636B"/>
    <w:rsid w:val="00E06496"/>
    <w:rsid w:val="00E07677"/>
    <w:rsid w:val="00E1041D"/>
    <w:rsid w:val="00E135B5"/>
    <w:rsid w:val="00E16F88"/>
    <w:rsid w:val="00E21096"/>
    <w:rsid w:val="00E244A8"/>
    <w:rsid w:val="00E2466D"/>
    <w:rsid w:val="00E2585B"/>
    <w:rsid w:val="00E25901"/>
    <w:rsid w:val="00E259F7"/>
    <w:rsid w:val="00E3049E"/>
    <w:rsid w:val="00E3564F"/>
    <w:rsid w:val="00E35FFB"/>
    <w:rsid w:val="00E36DB5"/>
    <w:rsid w:val="00E372D4"/>
    <w:rsid w:val="00E40971"/>
    <w:rsid w:val="00E46007"/>
    <w:rsid w:val="00E4695B"/>
    <w:rsid w:val="00E4731E"/>
    <w:rsid w:val="00E509D5"/>
    <w:rsid w:val="00E54438"/>
    <w:rsid w:val="00E57792"/>
    <w:rsid w:val="00E57A93"/>
    <w:rsid w:val="00E6020C"/>
    <w:rsid w:val="00E63F31"/>
    <w:rsid w:val="00E72EBD"/>
    <w:rsid w:val="00E75BDB"/>
    <w:rsid w:val="00E76913"/>
    <w:rsid w:val="00E77462"/>
    <w:rsid w:val="00E77ABC"/>
    <w:rsid w:val="00E77D70"/>
    <w:rsid w:val="00E81893"/>
    <w:rsid w:val="00E82543"/>
    <w:rsid w:val="00E90305"/>
    <w:rsid w:val="00E9590E"/>
    <w:rsid w:val="00E96780"/>
    <w:rsid w:val="00E970F0"/>
    <w:rsid w:val="00EA00C0"/>
    <w:rsid w:val="00EA1425"/>
    <w:rsid w:val="00EA1D64"/>
    <w:rsid w:val="00EA22B8"/>
    <w:rsid w:val="00EA5A93"/>
    <w:rsid w:val="00EA67F8"/>
    <w:rsid w:val="00EB2518"/>
    <w:rsid w:val="00EB2997"/>
    <w:rsid w:val="00EB47BE"/>
    <w:rsid w:val="00EB5341"/>
    <w:rsid w:val="00EB60EF"/>
    <w:rsid w:val="00EB614A"/>
    <w:rsid w:val="00EB6750"/>
    <w:rsid w:val="00EB714C"/>
    <w:rsid w:val="00EC6462"/>
    <w:rsid w:val="00EC73DC"/>
    <w:rsid w:val="00ED172C"/>
    <w:rsid w:val="00ED7800"/>
    <w:rsid w:val="00EE4D21"/>
    <w:rsid w:val="00EE6BA5"/>
    <w:rsid w:val="00EF2183"/>
    <w:rsid w:val="00EF2DA3"/>
    <w:rsid w:val="00EF4C65"/>
    <w:rsid w:val="00EF5C90"/>
    <w:rsid w:val="00EF7D41"/>
    <w:rsid w:val="00F01498"/>
    <w:rsid w:val="00F07388"/>
    <w:rsid w:val="00F14842"/>
    <w:rsid w:val="00F1628E"/>
    <w:rsid w:val="00F16CED"/>
    <w:rsid w:val="00F174DB"/>
    <w:rsid w:val="00F1788A"/>
    <w:rsid w:val="00F20282"/>
    <w:rsid w:val="00F22508"/>
    <w:rsid w:val="00F2291E"/>
    <w:rsid w:val="00F23C88"/>
    <w:rsid w:val="00F272FB"/>
    <w:rsid w:val="00F300D1"/>
    <w:rsid w:val="00F302B8"/>
    <w:rsid w:val="00F318A5"/>
    <w:rsid w:val="00F32B7A"/>
    <w:rsid w:val="00F4056D"/>
    <w:rsid w:val="00F432EF"/>
    <w:rsid w:val="00F4349C"/>
    <w:rsid w:val="00F4679D"/>
    <w:rsid w:val="00F47C7A"/>
    <w:rsid w:val="00F47F5E"/>
    <w:rsid w:val="00F5075F"/>
    <w:rsid w:val="00F50EDC"/>
    <w:rsid w:val="00F5380B"/>
    <w:rsid w:val="00F53D38"/>
    <w:rsid w:val="00F55BCC"/>
    <w:rsid w:val="00F55FA6"/>
    <w:rsid w:val="00F61018"/>
    <w:rsid w:val="00F61E62"/>
    <w:rsid w:val="00F630E1"/>
    <w:rsid w:val="00F6433D"/>
    <w:rsid w:val="00F645B3"/>
    <w:rsid w:val="00F64A9F"/>
    <w:rsid w:val="00F66E4E"/>
    <w:rsid w:val="00F676CA"/>
    <w:rsid w:val="00F70495"/>
    <w:rsid w:val="00F70D45"/>
    <w:rsid w:val="00F71171"/>
    <w:rsid w:val="00F712BA"/>
    <w:rsid w:val="00F743E9"/>
    <w:rsid w:val="00F765A5"/>
    <w:rsid w:val="00F81B2F"/>
    <w:rsid w:val="00F83042"/>
    <w:rsid w:val="00F855E0"/>
    <w:rsid w:val="00F901DC"/>
    <w:rsid w:val="00F92E93"/>
    <w:rsid w:val="00F9548C"/>
    <w:rsid w:val="00F97FCD"/>
    <w:rsid w:val="00FA0D66"/>
    <w:rsid w:val="00FA18DF"/>
    <w:rsid w:val="00FA2041"/>
    <w:rsid w:val="00FA2D34"/>
    <w:rsid w:val="00FA44F4"/>
    <w:rsid w:val="00FA4FE0"/>
    <w:rsid w:val="00FA5D13"/>
    <w:rsid w:val="00FA7A75"/>
    <w:rsid w:val="00FB2D69"/>
    <w:rsid w:val="00FB55DF"/>
    <w:rsid w:val="00FC0264"/>
    <w:rsid w:val="00FC37D3"/>
    <w:rsid w:val="00FC3D1C"/>
    <w:rsid w:val="00FC6A09"/>
    <w:rsid w:val="00FD49D5"/>
    <w:rsid w:val="00FD5933"/>
    <w:rsid w:val="00FD5E58"/>
    <w:rsid w:val="00FE2AF3"/>
    <w:rsid w:val="00FE4E96"/>
    <w:rsid w:val="00FF150F"/>
    <w:rsid w:val="00FF27DE"/>
    <w:rsid w:val="00FF28EA"/>
    <w:rsid w:val="00FF3A0E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70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37">
    <w:name w:val="s_37"/>
    <w:basedOn w:val="Normal"/>
    <w:uiPriority w:val="99"/>
    <w:rsid w:val="002B5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5B25"/>
    <w:rPr>
      <w:rFonts w:cs="Times New Roman"/>
      <w:color w:val="0000FF"/>
      <w:u w:val="single"/>
    </w:rPr>
  </w:style>
  <w:style w:type="paragraph" w:customStyle="1" w:styleId="s3">
    <w:name w:val="s_3"/>
    <w:basedOn w:val="Normal"/>
    <w:uiPriority w:val="99"/>
    <w:rsid w:val="002B5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2B5B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B5B25"/>
    <w:rPr>
      <w:rFonts w:ascii="Courier New" w:hAnsi="Courier New" w:cs="Courier New"/>
      <w:sz w:val="20"/>
      <w:szCs w:val="20"/>
      <w:lang w:eastAsia="ru-RU"/>
    </w:rPr>
  </w:style>
  <w:style w:type="paragraph" w:customStyle="1" w:styleId="s1">
    <w:name w:val="s_1"/>
    <w:basedOn w:val="Normal"/>
    <w:uiPriority w:val="99"/>
    <w:rsid w:val="002B5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Normal"/>
    <w:uiPriority w:val="99"/>
    <w:rsid w:val="002B5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Normal"/>
    <w:uiPriority w:val="99"/>
    <w:rsid w:val="002B5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Normal"/>
    <w:uiPriority w:val="99"/>
    <w:rsid w:val="002B5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A456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1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47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2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3518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544</Words>
  <Characters>3105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Приложение 1</dc:title>
  <dc:subject/>
  <dc:creator>LomakinaOV</dc:creator>
  <cp:keywords/>
  <dc:description/>
  <cp:lastModifiedBy>Пользователь</cp:lastModifiedBy>
  <cp:revision>2</cp:revision>
  <cp:lastPrinted>2023-06-16T07:15:00Z</cp:lastPrinted>
  <dcterms:created xsi:type="dcterms:W3CDTF">2023-06-16T07:35:00Z</dcterms:created>
  <dcterms:modified xsi:type="dcterms:W3CDTF">2023-06-16T07:35:00Z</dcterms:modified>
</cp:coreProperties>
</file>