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C2B" w:rsidRDefault="00435C2B">
      <w:pPr>
        <w:pStyle w:val="2"/>
        <w:shd w:val="clear" w:color="auto" w:fill="auto"/>
        <w:spacing w:after="72"/>
        <w:ind w:left="6600" w:right="1400"/>
      </w:pPr>
    </w:p>
    <w:p w:rsidR="00435C2B" w:rsidRPr="00461DF4" w:rsidRDefault="00435C2B">
      <w:pPr>
        <w:pStyle w:val="2"/>
        <w:shd w:val="clear" w:color="auto" w:fill="auto"/>
        <w:spacing w:after="72"/>
        <w:ind w:left="6600" w:right="1400"/>
      </w:pPr>
      <w:r w:rsidRPr="00461DF4">
        <w:t>Приложение №</w:t>
      </w:r>
      <w:r>
        <w:t>1</w:t>
      </w:r>
      <w:r w:rsidRPr="00461DF4">
        <w:t xml:space="preserve"> к решению Совета</w:t>
      </w:r>
    </w:p>
    <w:p w:rsidR="00435C2B" w:rsidRPr="00461DF4" w:rsidRDefault="00435C2B" w:rsidP="00171FC1">
      <w:pPr>
        <w:pStyle w:val="2"/>
        <w:shd w:val="clear" w:color="auto" w:fill="auto"/>
        <w:tabs>
          <w:tab w:val="left" w:pos="8789"/>
        </w:tabs>
        <w:spacing w:after="363" w:line="259" w:lineRule="exact"/>
        <w:ind w:left="6600" w:right="788"/>
      </w:pPr>
      <w:r w:rsidRPr="00461DF4">
        <w:t>Адагумского сельского поселения Крымского района №</w:t>
      </w:r>
      <w:r>
        <w:t xml:space="preserve"> 91</w:t>
      </w:r>
      <w:r w:rsidRPr="00461DF4">
        <w:t xml:space="preserve"> от </w:t>
      </w:r>
      <w:r>
        <w:t>22</w:t>
      </w:r>
      <w:bookmarkStart w:id="0" w:name="_GoBack"/>
      <w:bookmarkEnd w:id="0"/>
      <w:r>
        <w:t>.02</w:t>
      </w:r>
      <w:r w:rsidRPr="00461DF4">
        <w:t>.202</w:t>
      </w:r>
      <w:r>
        <w:t>2</w:t>
      </w:r>
      <w:r w:rsidRPr="00461DF4">
        <w:t>г.</w:t>
      </w:r>
    </w:p>
    <w:p w:rsidR="00435C2B" w:rsidRPr="00461DF4" w:rsidRDefault="00435C2B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>
        <w:t>2</w:t>
      </w:r>
      <w:r w:rsidRPr="00461DF4">
        <w:t>году</w:t>
      </w:r>
    </w:p>
    <w:p w:rsidR="00435C2B" w:rsidRPr="00461DF4" w:rsidRDefault="00435C2B">
      <w:pPr>
        <w:pStyle w:val="1"/>
        <w:framePr w:w="9379" w:wrap="notBeside" w:vAnchor="text" w:hAnchor="text" w:xAlign="center" w:y="1"/>
        <w:shd w:val="clear" w:color="auto" w:fill="auto"/>
        <w:spacing w:line="180" w:lineRule="exact"/>
      </w:pPr>
      <w:r>
        <w:rPr>
          <w:rStyle w:val="a1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461DF4">
        <w:rPr>
          <w:rStyle w:val="a1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14"/>
        <w:gridCol w:w="3101"/>
        <w:gridCol w:w="4512"/>
        <w:gridCol w:w="1253"/>
      </w:tblGrid>
      <w:tr w:rsidR="00435C2B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0"/>
              </w:rPr>
              <w:t>№</w:t>
            </w:r>
          </w:p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a2"/>
              </w:rPr>
              <w:t>п/</w:t>
            </w:r>
          </w:p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a2"/>
              </w:rPr>
              <w:t>п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2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2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C2B" w:rsidRPr="00461DF4" w:rsidRDefault="00435C2B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</w:pPr>
            <w:r w:rsidRPr="00461DF4">
              <w:rPr>
                <w:rStyle w:val="a2"/>
              </w:rPr>
              <w:t>План 202</w:t>
            </w:r>
            <w:r>
              <w:rPr>
                <w:rStyle w:val="a2"/>
              </w:rPr>
              <w:t>2</w:t>
            </w:r>
            <w:r w:rsidRPr="00461DF4">
              <w:rPr>
                <w:rStyle w:val="a2"/>
              </w:rPr>
              <w:t xml:space="preserve"> г.</w:t>
            </w:r>
          </w:p>
        </w:tc>
      </w:tr>
      <w:tr w:rsidR="00435C2B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2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2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2"/>
              </w:rPr>
              <w:t>13455,6</w:t>
            </w:r>
          </w:p>
        </w:tc>
      </w:tr>
      <w:tr w:rsidR="00435C2B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C2B" w:rsidRPr="00461DF4" w:rsidRDefault="00435C2B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0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0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0"/>
              </w:rPr>
              <w:t>2500</w:t>
            </w:r>
            <w:r w:rsidRPr="00461DF4">
              <w:rPr>
                <w:rStyle w:val="10"/>
              </w:rPr>
              <w:t>,0</w:t>
            </w:r>
          </w:p>
        </w:tc>
      </w:tr>
      <w:tr w:rsidR="00435C2B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C2B" w:rsidRPr="00461DF4" w:rsidRDefault="00435C2B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0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0"/>
              </w:rPr>
              <w:t>5055,6</w:t>
            </w:r>
          </w:p>
        </w:tc>
      </w:tr>
      <w:tr w:rsidR="00435C2B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C2B" w:rsidRPr="00461DF4" w:rsidRDefault="00435C2B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0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0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0"/>
              </w:rPr>
              <w:t>15</w:t>
            </w:r>
            <w:r w:rsidRPr="00461DF4">
              <w:rPr>
                <w:rStyle w:val="10"/>
              </w:rPr>
              <w:t>00,0</w:t>
            </w:r>
          </w:p>
        </w:tc>
      </w:tr>
      <w:tr w:rsidR="00435C2B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C2B" w:rsidRPr="00461DF4" w:rsidRDefault="00435C2B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0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0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0"/>
              </w:rPr>
              <w:t>1</w:t>
            </w:r>
            <w:r>
              <w:rPr>
                <w:rStyle w:val="10"/>
              </w:rPr>
              <w:t>20</w:t>
            </w:r>
            <w:r w:rsidRPr="00461DF4">
              <w:rPr>
                <w:rStyle w:val="10"/>
              </w:rPr>
              <w:t>0,0</w:t>
            </w:r>
          </w:p>
        </w:tc>
      </w:tr>
      <w:tr w:rsidR="00435C2B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C2B" w:rsidRPr="00461DF4" w:rsidRDefault="00435C2B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0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0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0"/>
              </w:rPr>
              <w:t>3</w:t>
            </w:r>
            <w:r>
              <w:rPr>
                <w:rStyle w:val="10"/>
              </w:rPr>
              <w:t>2</w:t>
            </w:r>
            <w:r w:rsidRPr="00461DF4">
              <w:rPr>
                <w:rStyle w:val="10"/>
              </w:rPr>
              <w:t>00,0</w:t>
            </w:r>
          </w:p>
        </w:tc>
      </w:tr>
      <w:tr w:rsidR="00435C2B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2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2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2"/>
              </w:rPr>
              <w:t>167</w:t>
            </w:r>
            <w:r w:rsidRPr="00461DF4">
              <w:rPr>
                <w:rStyle w:val="a2"/>
              </w:rPr>
              <w:t>,0</w:t>
            </w:r>
          </w:p>
        </w:tc>
      </w:tr>
      <w:tr w:rsidR="00435C2B" w:rsidRPr="00461DF4" w:rsidTr="005F7AC1">
        <w:trPr>
          <w:trHeight w:hRule="exact" w:val="132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C2B" w:rsidRPr="00461DF4" w:rsidRDefault="00435C2B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0"/>
              </w:rPr>
              <w:t>111 050</w:t>
            </w:r>
            <w:r>
              <w:rPr>
                <w:rStyle w:val="10"/>
              </w:rPr>
              <w:t>35</w:t>
            </w:r>
            <w:r w:rsidRPr="00461DF4">
              <w:rPr>
                <w:rStyle w:val="10"/>
              </w:rPr>
              <w:t xml:space="preserve"> </w:t>
            </w:r>
            <w:r>
              <w:rPr>
                <w:rStyle w:val="10"/>
              </w:rPr>
              <w:t>1</w:t>
            </w:r>
            <w:r w:rsidRPr="00461DF4">
              <w:rPr>
                <w:rStyle w:val="10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0"/>
              </w:rPr>
              <w:t>24</w:t>
            </w:r>
            <w:r w:rsidRPr="00461DF4">
              <w:rPr>
                <w:rStyle w:val="10"/>
              </w:rPr>
              <w:t>,0</w:t>
            </w:r>
          </w:p>
        </w:tc>
      </w:tr>
      <w:tr w:rsidR="00435C2B" w:rsidRPr="00461DF4" w:rsidTr="005F7AC1">
        <w:trPr>
          <w:trHeight w:hRule="exact" w:val="8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C2B" w:rsidRPr="00461DF4" w:rsidRDefault="00435C2B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0"/>
              </w:rPr>
            </w:pPr>
            <w:r w:rsidRPr="00461DF4">
              <w:rPr>
                <w:rStyle w:val="10"/>
              </w:rPr>
              <w:t>111 050</w:t>
            </w:r>
            <w:r>
              <w:rPr>
                <w:rStyle w:val="10"/>
              </w:rPr>
              <w:t>75</w:t>
            </w:r>
            <w:r w:rsidRPr="00461DF4">
              <w:rPr>
                <w:rStyle w:val="10"/>
              </w:rPr>
              <w:t xml:space="preserve"> </w:t>
            </w:r>
            <w:r>
              <w:rPr>
                <w:rStyle w:val="10"/>
              </w:rPr>
              <w:t>1</w:t>
            </w:r>
            <w:r w:rsidRPr="00461DF4">
              <w:rPr>
                <w:rStyle w:val="10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0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0"/>
              </w:rPr>
            </w:pPr>
            <w:r>
              <w:rPr>
                <w:rStyle w:val="10"/>
              </w:rPr>
              <w:t>78,0</w:t>
            </w:r>
          </w:p>
        </w:tc>
      </w:tr>
      <w:tr w:rsidR="00435C2B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C2B" w:rsidRPr="00461DF4" w:rsidRDefault="00435C2B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0"/>
              </w:rPr>
              <w:t>111 090</w:t>
            </w:r>
            <w:r>
              <w:rPr>
                <w:rStyle w:val="10"/>
              </w:rPr>
              <w:t>8</w:t>
            </w:r>
            <w:r w:rsidRPr="00461DF4">
              <w:rPr>
                <w:rStyle w:val="10"/>
              </w:rPr>
              <w:t>0</w:t>
            </w:r>
            <w:r>
              <w:rPr>
                <w:rStyle w:val="10"/>
              </w:rPr>
              <w:t xml:space="preserve"> 1</w:t>
            </w:r>
            <w:r w:rsidRPr="00461DF4">
              <w:rPr>
                <w:rStyle w:val="10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0"/>
              </w:rPr>
              <w:t>65</w:t>
            </w:r>
            <w:r w:rsidRPr="00461DF4">
              <w:rPr>
                <w:rStyle w:val="10"/>
              </w:rPr>
              <w:t>,0</w:t>
            </w:r>
          </w:p>
        </w:tc>
      </w:tr>
      <w:tr w:rsidR="00435C2B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C2B" w:rsidRPr="00461DF4" w:rsidRDefault="00435C2B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2"/>
              </w:rPr>
              <w:t>13622,6</w:t>
            </w:r>
          </w:p>
        </w:tc>
      </w:tr>
      <w:tr w:rsidR="00435C2B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2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2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2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2"/>
              </w:rPr>
              <w:t>10993,9</w:t>
            </w:r>
          </w:p>
        </w:tc>
      </w:tr>
      <w:tr w:rsidR="00435C2B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C2B" w:rsidRPr="00461DF4" w:rsidRDefault="00435C2B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2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2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2"/>
              </w:rPr>
              <w:t>10993,9</w:t>
            </w:r>
          </w:p>
        </w:tc>
      </w:tr>
      <w:tr w:rsidR="00435C2B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C2B" w:rsidRPr="00461DF4" w:rsidRDefault="00435C2B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0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0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0"/>
              </w:rPr>
              <w:t>9341,1</w:t>
            </w:r>
          </w:p>
        </w:tc>
      </w:tr>
      <w:tr w:rsidR="00435C2B" w:rsidRPr="00461DF4">
        <w:trPr>
          <w:trHeight w:hRule="exact" w:val="61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C2B" w:rsidRPr="00461DF4" w:rsidRDefault="00435C2B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0"/>
              </w:rPr>
              <w:t>202 20000 00 0000 150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0"/>
              </w:rPr>
              <w:t>Субсидии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0"/>
              </w:rPr>
              <w:t>1384,0</w:t>
            </w:r>
          </w:p>
        </w:tc>
      </w:tr>
      <w:tr w:rsidR="00435C2B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C2B" w:rsidRPr="00461DF4" w:rsidRDefault="00435C2B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0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0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0"/>
              </w:rPr>
              <w:t>249,8</w:t>
            </w:r>
          </w:p>
        </w:tc>
      </w:tr>
      <w:tr w:rsidR="00435C2B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2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C2B" w:rsidRPr="00461DF4" w:rsidRDefault="00435C2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2"/>
              </w:rPr>
              <w:t>24616,5</w:t>
            </w:r>
          </w:p>
        </w:tc>
      </w:tr>
    </w:tbl>
    <w:p w:rsidR="00435C2B" w:rsidRPr="00461DF4" w:rsidRDefault="00435C2B">
      <w:pPr>
        <w:rPr>
          <w:rFonts w:ascii="Times New Roman" w:hAnsi="Times New Roman" w:cs="Times New Roman"/>
          <w:sz w:val="2"/>
          <w:szCs w:val="2"/>
        </w:rPr>
      </w:pPr>
    </w:p>
    <w:p w:rsidR="00435C2B" w:rsidRDefault="00435C2B">
      <w:pPr>
        <w:rPr>
          <w:rFonts w:ascii="Times New Roman" w:hAnsi="Times New Roman" w:cs="Times New Roman"/>
          <w:sz w:val="2"/>
          <w:szCs w:val="2"/>
        </w:rPr>
      </w:pPr>
    </w:p>
    <w:p w:rsidR="00435C2B" w:rsidRDefault="00435C2B">
      <w:pPr>
        <w:rPr>
          <w:rFonts w:ascii="Times New Roman" w:hAnsi="Times New Roman" w:cs="Times New Roman"/>
          <w:sz w:val="2"/>
          <w:szCs w:val="2"/>
        </w:rPr>
      </w:pPr>
    </w:p>
    <w:p w:rsidR="00435C2B" w:rsidRDefault="00435C2B">
      <w:pPr>
        <w:rPr>
          <w:rFonts w:ascii="Times New Roman" w:hAnsi="Times New Roman" w:cs="Times New Roman"/>
          <w:sz w:val="2"/>
          <w:szCs w:val="2"/>
        </w:rPr>
      </w:pPr>
    </w:p>
    <w:p w:rsidR="00435C2B" w:rsidRDefault="00435C2B">
      <w:pPr>
        <w:rPr>
          <w:rFonts w:ascii="Times New Roman" w:hAnsi="Times New Roman" w:cs="Times New Roman"/>
          <w:sz w:val="2"/>
          <w:szCs w:val="2"/>
        </w:rPr>
      </w:pPr>
    </w:p>
    <w:p w:rsidR="00435C2B" w:rsidRDefault="00435C2B">
      <w:pPr>
        <w:rPr>
          <w:rFonts w:ascii="Times New Roman" w:hAnsi="Times New Roman" w:cs="Times New Roman"/>
          <w:sz w:val="2"/>
          <w:szCs w:val="2"/>
        </w:rPr>
      </w:pPr>
    </w:p>
    <w:p w:rsidR="00435C2B" w:rsidRPr="00420DCC" w:rsidRDefault="00435C2B" w:rsidP="00311C99">
      <w:pPr>
        <w:rPr>
          <w:rFonts w:ascii="Times New Roman" w:hAnsi="Times New Roman" w:cs="Times New Roman"/>
          <w:sz w:val="20"/>
          <w:szCs w:val="20"/>
        </w:rPr>
      </w:pPr>
      <w:r w:rsidRPr="00420DCC">
        <w:rPr>
          <w:rFonts w:ascii="Times New Roman" w:hAnsi="Times New Roman" w:cs="Times New Roman"/>
          <w:sz w:val="20"/>
          <w:szCs w:val="20"/>
        </w:rPr>
        <w:t>Главный специалист администрации</w:t>
      </w:r>
    </w:p>
    <w:p w:rsidR="00435C2B" w:rsidRPr="00420DCC" w:rsidRDefault="00435C2B" w:rsidP="00311C99">
      <w:pPr>
        <w:rPr>
          <w:rFonts w:ascii="Times New Roman" w:hAnsi="Times New Roman" w:cs="Times New Roman"/>
          <w:sz w:val="20"/>
          <w:szCs w:val="20"/>
        </w:rPr>
      </w:pPr>
      <w:r w:rsidRPr="00420DCC">
        <w:rPr>
          <w:rFonts w:ascii="Times New Roman" w:hAnsi="Times New Roman" w:cs="Times New Roman"/>
          <w:sz w:val="20"/>
          <w:szCs w:val="20"/>
        </w:rPr>
        <w:t xml:space="preserve">Адагумского сельского поселения </w:t>
      </w:r>
    </w:p>
    <w:p w:rsidR="00435C2B" w:rsidRPr="00420DCC" w:rsidRDefault="00435C2B" w:rsidP="00311C99">
      <w:pPr>
        <w:rPr>
          <w:rFonts w:ascii="Times New Roman" w:hAnsi="Times New Roman" w:cs="Times New Roman"/>
          <w:sz w:val="20"/>
          <w:szCs w:val="20"/>
        </w:rPr>
      </w:pPr>
      <w:r w:rsidRPr="00420DCC">
        <w:rPr>
          <w:rFonts w:ascii="Times New Roman" w:hAnsi="Times New Roman" w:cs="Times New Roman"/>
          <w:sz w:val="20"/>
          <w:szCs w:val="20"/>
        </w:rPr>
        <w:t>Крымского района                                                                     А.В.Сех</w:t>
      </w:r>
    </w:p>
    <w:sectPr w:rsidR="00435C2B" w:rsidRPr="00420DCC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C2B" w:rsidRDefault="00435C2B">
      <w:r>
        <w:separator/>
      </w:r>
    </w:p>
  </w:endnote>
  <w:endnote w:type="continuationSeparator" w:id="0">
    <w:p w:rsidR="00435C2B" w:rsidRDefault="00435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C2B" w:rsidRDefault="00435C2B"/>
  </w:footnote>
  <w:footnote w:type="continuationSeparator" w:id="0">
    <w:p w:rsidR="00435C2B" w:rsidRDefault="00435C2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9A6"/>
    <w:rsid w:val="00092F7B"/>
    <w:rsid w:val="000F1664"/>
    <w:rsid w:val="000F7EE3"/>
    <w:rsid w:val="00171FC1"/>
    <w:rsid w:val="001A2904"/>
    <w:rsid w:val="001D3073"/>
    <w:rsid w:val="00311C99"/>
    <w:rsid w:val="00341186"/>
    <w:rsid w:val="00367A2A"/>
    <w:rsid w:val="003D12C0"/>
    <w:rsid w:val="00416A79"/>
    <w:rsid w:val="00420DCC"/>
    <w:rsid w:val="00435C2B"/>
    <w:rsid w:val="00461DF4"/>
    <w:rsid w:val="004909A6"/>
    <w:rsid w:val="004E6645"/>
    <w:rsid w:val="0054476A"/>
    <w:rsid w:val="005F7AC1"/>
    <w:rsid w:val="006D10B5"/>
    <w:rsid w:val="00715687"/>
    <w:rsid w:val="007E5065"/>
    <w:rsid w:val="0081310A"/>
    <w:rsid w:val="00854E59"/>
    <w:rsid w:val="0087376D"/>
    <w:rsid w:val="008744BB"/>
    <w:rsid w:val="009A5999"/>
    <w:rsid w:val="00A03440"/>
    <w:rsid w:val="00AF0817"/>
    <w:rsid w:val="00B0703E"/>
    <w:rsid w:val="00BF4BE6"/>
    <w:rsid w:val="00C40F5D"/>
    <w:rsid w:val="00D5238F"/>
    <w:rsid w:val="00D630B1"/>
    <w:rsid w:val="00E27DF6"/>
    <w:rsid w:val="00F12F5D"/>
    <w:rsid w:val="00F70C4D"/>
    <w:rsid w:val="00FB2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440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03440"/>
    <w:rPr>
      <w:rFonts w:cs="Times New Roman"/>
      <w:color w:val="0066CC"/>
      <w:u w:val="single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A03440"/>
    <w:rPr>
      <w:rFonts w:ascii="Times New Roman" w:hAnsi="Times New Roman" w:cs="Times New Roman"/>
      <w:sz w:val="18"/>
      <w:szCs w:val="18"/>
      <w:u w:val="none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A03440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a0">
    <w:name w:val="Подпись к таблице_"/>
    <w:basedOn w:val="DefaultParagraphFont"/>
    <w:link w:val="1"/>
    <w:uiPriority w:val="99"/>
    <w:locked/>
    <w:rsid w:val="00A03440"/>
    <w:rPr>
      <w:rFonts w:ascii="Times New Roman" w:hAnsi="Times New Roman" w:cs="Times New Roman"/>
      <w:sz w:val="18"/>
      <w:szCs w:val="18"/>
      <w:u w:val="none"/>
    </w:rPr>
  </w:style>
  <w:style w:type="character" w:customStyle="1" w:styleId="a1">
    <w:name w:val="Подпись к таблице"/>
    <w:basedOn w:val="a0"/>
    <w:uiPriority w:val="99"/>
    <w:rsid w:val="00A03440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10">
    <w:name w:val="Основной текст1"/>
    <w:basedOn w:val="a"/>
    <w:uiPriority w:val="99"/>
    <w:rsid w:val="00A03440"/>
    <w:rPr>
      <w:color w:val="000000"/>
      <w:spacing w:val="0"/>
      <w:w w:val="100"/>
      <w:position w:val="0"/>
      <w:lang w:val="ru-RU" w:eastAsia="ru-RU"/>
    </w:rPr>
  </w:style>
  <w:style w:type="character" w:customStyle="1" w:styleId="a2">
    <w:name w:val="Основной текст + Полужирный"/>
    <w:basedOn w:val="a"/>
    <w:uiPriority w:val="99"/>
    <w:rsid w:val="00A03440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CourierNew">
    <w:name w:val="Основной текст + Courier New"/>
    <w:aliases w:val="11 pt,Полужирный"/>
    <w:basedOn w:val="a"/>
    <w:uiPriority w:val="99"/>
    <w:rsid w:val="00A03440"/>
    <w:rPr>
      <w:rFonts w:ascii="Courier New" w:eastAsia="Times New Roman" w:hAnsi="Courier New" w:cs="Courier New"/>
      <w:b/>
      <w:bCs/>
      <w:color w:val="000000"/>
      <w:spacing w:val="0"/>
      <w:w w:val="100"/>
      <w:position w:val="0"/>
      <w:sz w:val="22"/>
      <w:szCs w:val="22"/>
      <w:lang w:val="ru-RU" w:eastAsia="ru-RU"/>
    </w:rPr>
  </w:style>
  <w:style w:type="paragraph" w:customStyle="1" w:styleId="2">
    <w:name w:val="Основной текст2"/>
    <w:basedOn w:val="Normal"/>
    <w:link w:val="a"/>
    <w:uiPriority w:val="99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A03440"/>
    <w:pPr>
      <w:shd w:val="clear" w:color="auto" w:fill="FFFFFF"/>
      <w:spacing w:before="300" w:after="300" w:line="24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">
    <w:name w:val="Подпись к таблице1"/>
    <w:basedOn w:val="Normal"/>
    <w:link w:val="a0"/>
    <w:uiPriority w:val="99"/>
    <w:rsid w:val="00A0344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uiPriority w:val="99"/>
    <w:rsid w:val="0087376D"/>
  </w:style>
  <w:style w:type="paragraph" w:styleId="BalloonText">
    <w:name w:val="Balloon Text"/>
    <w:basedOn w:val="Normal"/>
    <w:link w:val="BalloonTextChar"/>
    <w:uiPriority w:val="99"/>
    <w:semiHidden/>
    <w:rsid w:val="00FB26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26B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350</Words>
  <Characters>1995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решению Совета</dc:title>
  <dc:subject/>
  <dc:creator>Пользователь</dc:creator>
  <cp:keywords/>
  <dc:description/>
  <cp:lastModifiedBy>Пользователь</cp:lastModifiedBy>
  <cp:revision>2</cp:revision>
  <cp:lastPrinted>2022-03-02T10:41:00Z</cp:lastPrinted>
  <dcterms:created xsi:type="dcterms:W3CDTF">2022-03-02T10:41:00Z</dcterms:created>
  <dcterms:modified xsi:type="dcterms:W3CDTF">2022-03-02T10:41:00Z</dcterms:modified>
</cp:coreProperties>
</file>