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E92" w:rsidRDefault="008D2E92">
      <w:pPr>
        <w:pStyle w:val="2"/>
        <w:shd w:val="clear" w:color="auto" w:fill="auto"/>
        <w:spacing w:after="72"/>
        <w:ind w:left="6600" w:right="1400"/>
      </w:pPr>
    </w:p>
    <w:p w:rsidR="008D2E92" w:rsidRPr="00461DF4" w:rsidRDefault="008D2E92" w:rsidP="00267AD2">
      <w:pPr>
        <w:pStyle w:val="2"/>
        <w:shd w:val="clear" w:color="auto" w:fill="auto"/>
        <w:spacing w:after="72"/>
        <w:ind w:left="6379" w:right="1400"/>
      </w:pPr>
      <w:r w:rsidRPr="00461DF4">
        <w:t>Приложение №</w:t>
      </w:r>
      <w:r>
        <w:t>1</w:t>
      </w:r>
      <w:r w:rsidRPr="00461DF4">
        <w:t xml:space="preserve"> к решению Совета</w:t>
      </w:r>
    </w:p>
    <w:p w:rsidR="008D2E92" w:rsidRPr="00461DF4" w:rsidRDefault="008D2E92" w:rsidP="00267AD2">
      <w:pPr>
        <w:pStyle w:val="2"/>
        <w:shd w:val="clear" w:color="auto" w:fill="auto"/>
        <w:tabs>
          <w:tab w:val="left" w:pos="8789"/>
        </w:tabs>
        <w:spacing w:after="363" w:line="259" w:lineRule="exact"/>
        <w:ind w:left="6379" w:right="788"/>
      </w:pPr>
      <w:r w:rsidRPr="00461DF4">
        <w:t>Адагумского сельского поселения Крымского района №</w:t>
      </w:r>
      <w:r>
        <w:t xml:space="preserve"> 103 </w:t>
      </w:r>
      <w:r w:rsidRPr="00461DF4">
        <w:t>от</w:t>
      </w:r>
      <w:r>
        <w:t xml:space="preserve"> 24.06</w:t>
      </w:r>
      <w:r w:rsidRPr="00461DF4">
        <w:t>.202</w:t>
      </w:r>
      <w:r>
        <w:t>2</w:t>
      </w:r>
      <w:r w:rsidRPr="00461DF4">
        <w:t>г.</w:t>
      </w:r>
    </w:p>
    <w:p w:rsidR="008D2E92" w:rsidRPr="00461DF4" w:rsidRDefault="008D2E92">
      <w:pPr>
        <w:pStyle w:val="21"/>
        <w:shd w:val="clear" w:color="auto" w:fill="auto"/>
        <w:spacing w:before="0" w:after="264" w:line="180" w:lineRule="exact"/>
        <w:ind w:left="180"/>
      </w:pPr>
      <w:r w:rsidRPr="00461DF4">
        <w:t>Поступление доходов в бюджет Адагумского сельского поселения Крымского района в 202</w:t>
      </w:r>
      <w:r>
        <w:t>2</w:t>
      </w:r>
      <w:r w:rsidRPr="00461DF4">
        <w:t>году</w:t>
      </w:r>
    </w:p>
    <w:p w:rsidR="008D2E92" w:rsidRPr="00461DF4" w:rsidRDefault="008D2E92">
      <w:pPr>
        <w:pStyle w:val="1"/>
        <w:framePr w:w="9379" w:wrap="notBeside" w:vAnchor="text" w:hAnchor="text" w:xAlign="center" w:y="1"/>
        <w:shd w:val="clear" w:color="auto" w:fill="auto"/>
        <w:spacing w:line="180" w:lineRule="exact"/>
      </w:pPr>
      <w:r>
        <w:rPr>
          <w:rStyle w:val="a1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461DF4">
        <w:rPr>
          <w:rStyle w:val="a1"/>
        </w:rPr>
        <w:t>(тыс. руб.)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14"/>
        <w:gridCol w:w="3101"/>
        <w:gridCol w:w="4512"/>
        <w:gridCol w:w="1253"/>
      </w:tblGrid>
      <w:tr w:rsidR="008D2E92" w:rsidRPr="00461DF4">
        <w:trPr>
          <w:trHeight w:hRule="exact" w:val="110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10"/>
              </w:rPr>
              <w:t>№</w:t>
            </w:r>
          </w:p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a2"/>
              </w:rPr>
              <w:t>п/</w:t>
            </w:r>
          </w:p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60"/>
            </w:pPr>
            <w:r w:rsidRPr="00461DF4">
              <w:rPr>
                <w:rStyle w:val="a2"/>
              </w:rPr>
              <w:t>п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2"/>
              </w:rPr>
              <w:t>код бюджетной классификации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jc w:val="center"/>
            </w:pPr>
            <w:r w:rsidRPr="00461DF4">
              <w:rPr>
                <w:rStyle w:val="a2"/>
              </w:rPr>
              <w:t>Наименование дохода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D2E92" w:rsidRPr="00461DF4" w:rsidRDefault="008D2E92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</w:pPr>
            <w:r w:rsidRPr="00461DF4">
              <w:rPr>
                <w:rStyle w:val="a2"/>
              </w:rPr>
              <w:t xml:space="preserve">План 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461DF4">
                <w:rPr>
                  <w:rStyle w:val="a2"/>
                </w:rPr>
                <w:t>202</w:t>
              </w:r>
              <w:r>
                <w:rPr>
                  <w:rStyle w:val="a2"/>
                </w:rPr>
                <w:t>2</w:t>
              </w:r>
              <w:r w:rsidRPr="00461DF4">
                <w:rPr>
                  <w:rStyle w:val="a2"/>
                </w:rPr>
                <w:t xml:space="preserve"> г</w:t>
              </w:r>
            </w:smartTag>
            <w:r w:rsidRPr="00461DF4">
              <w:rPr>
                <w:rStyle w:val="a2"/>
              </w:rPr>
              <w:t>.</w:t>
            </w:r>
          </w:p>
        </w:tc>
      </w:tr>
      <w:tr w:rsidR="008D2E92" w:rsidRPr="00461DF4">
        <w:trPr>
          <w:trHeight w:hRule="exact" w:val="35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"/>
                <w:rFonts w:ascii="Times New Roman" w:hAnsi="Times New Roman" w:cs="Times New Roman"/>
              </w:rPr>
              <w:t>1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2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13455,6</w:t>
            </w:r>
          </w:p>
        </w:tc>
      </w:tr>
      <w:tr w:rsidR="008D2E92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101 02000 01 0000 110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Налог на доходы физических лиц*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2500</w:t>
            </w:r>
            <w:r w:rsidRPr="00461DF4">
              <w:rPr>
                <w:rStyle w:val="10"/>
              </w:rPr>
              <w:t>,0</w:t>
            </w:r>
          </w:p>
        </w:tc>
      </w:tr>
      <w:tr w:rsidR="008D2E92" w:rsidRPr="00461DF4" w:rsidTr="00461DF4">
        <w:trPr>
          <w:trHeight w:hRule="exact" w:val="49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103 02000 01 0000 110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30" w:lineRule="exact"/>
              <w:ind w:left="120"/>
            </w:pPr>
            <w:r w:rsidRPr="00461DF4">
              <w:rPr>
                <w:rStyle w:val="1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5055,6</w:t>
            </w:r>
          </w:p>
        </w:tc>
      </w:tr>
      <w:tr w:rsidR="008D2E92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105 03000 01 0000 110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Единый сельскохозяйственный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15</w:t>
            </w:r>
            <w:r w:rsidRPr="00461DF4">
              <w:rPr>
                <w:rStyle w:val="10"/>
              </w:rPr>
              <w:t>00,0</w:t>
            </w:r>
          </w:p>
        </w:tc>
      </w:tr>
      <w:tr w:rsidR="008D2E92" w:rsidRPr="00461DF4">
        <w:trPr>
          <w:trHeight w:hRule="exact" w:val="25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106 01000 00 0000 110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Налог на имущество физических лиц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0"/>
              </w:rPr>
              <w:t>1</w:t>
            </w:r>
            <w:r>
              <w:rPr>
                <w:rStyle w:val="10"/>
              </w:rPr>
              <w:t>20</w:t>
            </w:r>
            <w:r w:rsidRPr="00461DF4">
              <w:rPr>
                <w:rStyle w:val="10"/>
              </w:rPr>
              <w:t>0,0</w:t>
            </w:r>
          </w:p>
        </w:tc>
      </w:tr>
      <w:tr w:rsidR="008D2E92" w:rsidRPr="00461DF4">
        <w:trPr>
          <w:trHeight w:hRule="exact" w:val="27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106 06000 00 0000 1 10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Земельный налог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 w:rsidRPr="00461DF4">
              <w:rPr>
                <w:rStyle w:val="10"/>
              </w:rPr>
              <w:t>3</w:t>
            </w:r>
            <w:r>
              <w:rPr>
                <w:rStyle w:val="10"/>
              </w:rPr>
              <w:t>2</w:t>
            </w:r>
            <w:r w:rsidRPr="00461DF4">
              <w:rPr>
                <w:rStyle w:val="10"/>
              </w:rPr>
              <w:t>00,0</w:t>
            </w:r>
          </w:p>
        </w:tc>
      </w:tr>
      <w:tr w:rsidR="008D2E92" w:rsidRPr="00461DF4">
        <w:trPr>
          <w:trHeight w:hRule="exact" w:val="26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 w:rsidRPr="00461DF4">
              <w:rPr>
                <w:rStyle w:val="CourierNew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a2"/>
              </w:rPr>
              <w:t>100 00000 00 0000 000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Неналоговые доходы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167</w:t>
            </w:r>
            <w:r w:rsidRPr="00461DF4">
              <w:rPr>
                <w:rStyle w:val="a2"/>
              </w:rPr>
              <w:t>,0</w:t>
            </w:r>
          </w:p>
        </w:tc>
      </w:tr>
      <w:tr w:rsidR="008D2E92" w:rsidRPr="00461DF4" w:rsidTr="005F7AC1">
        <w:trPr>
          <w:trHeight w:hRule="exact" w:val="132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111 050</w:t>
            </w:r>
            <w:r>
              <w:rPr>
                <w:rStyle w:val="10"/>
              </w:rPr>
              <w:t>35</w:t>
            </w:r>
            <w:r w:rsidRPr="00461DF4">
              <w:rPr>
                <w:rStyle w:val="10"/>
              </w:rPr>
              <w:t xml:space="preserve"> </w:t>
            </w:r>
            <w:r>
              <w:rPr>
                <w:rStyle w:val="10"/>
              </w:rPr>
              <w:t>1</w:t>
            </w:r>
            <w:r w:rsidRPr="00461DF4">
              <w:rPr>
                <w:rStyle w:val="10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rPr>
                <w:rStyle w:val="blk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24</w:t>
            </w:r>
            <w:r w:rsidRPr="00461DF4">
              <w:rPr>
                <w:rStyle w:val="10"/>
              </w:rPr>
              <w:t>,0</w:t>
            </w:r>
          </w:p>
        </w:tc>
      </w:tr>
      <w:tr w:rsidR="008D2E92" w:rsidRPr="00461DF4" w:rsidTr="005F7AC1">
        <w:trPr>
          <w:trHeight w:hRule="exact" w:val="84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  <w:rPr>
                <w:rStyle w:val="10"/>
              </w:rPr>
            </w:pPr>
            <w:r w:rsidRPr="00461DF4">
              <w:rPr>
                <w:rStyle w:val="10"/>
              </w:rPr>
              <w:t>111 050</w:t>
            </w:r>
            <w:r>
              <w:rPr>
                <w:rStyle w:val="10"/>
              </w:rPr>
              <w:t>75</w:t>
            </w:r>
            <w:r w:rsidRPr="00461DF4">
              <w:rPr>
                <w:rStyle w:val="10"/>
              </w:rPr>
              <w:t xml:space="preserve"> </w:t>
            </w:r>
            <w:r>
              <w:rPr>
                <w:rStyle w:val="10"/>
              </w:rPr>
              <w:t>1</w:t>
            </w:r>
            <w:r w:rsidRPr="00461DF4">
              <w:rPr>
                <w:rStyle w:val="10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0"/>
              </w:rPr>
            </w:pPr>
            <w:r>
              <w:rPr>
                <w:rStyle w:val="blk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0"/>
              </w:rPr>
            </w:pPr>
            <w:r>
              <w:rPr>
                <w:rStyle w:val="10"/>
              </w:rPr>
              <w:t>78,0</w:t>
            </w:r>
          </w:p>
        </w:tc>
      </w:tr>
      <w:tr w:rsidR="008D2E92" w:rsidRPr="00461DF4">
        <w:trPr>
          <w:trHeight w:hRule="exact" w:val="162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 w:rsidP="0087376D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40"/>
            </w:pPr>
            <w:r w:rsidRPr="00461DF4">
              <w:rPr>
                <w:rStyle w:val="10"/>
              </w:rPr>
              <w:t>111 090</w:t>
            </w:r>
            <w:r>
              <w:rPr>
                <w:rStyle w:val="10"/>
              </w:rPr>
              <w:t>8</w:t>
            </w:r>
            <w:r w:rsidRPr="00461DF4">
              <w:rPr>
                <w:rStyle w:val="10"/>
              </w:rPr>
              <w:t>0</w:t>
            </w:r>
            <w:r>
              <w:rPr>
                <w:rStyle w:val="10"/>
              </w:rPr>
              <w:t xml:space="preserve"> 1</w:t>
            </w:r>
            <w:r w:rsidRPr="00461DF4">
              <w:rPr>
                <w:rStyle w:val="10"/>
              </w:rPr>
              <w:t>0 0000 120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65</w:t>
            </w:r>
            <w:r w:rsidRPr="00461DF4">
              <w:rPr>
                <w:rStyle w:val="10"/>
              </w:rPr>
              <w:t>,0</w:t>
            </w:r>
          </w:p>
        </w:tc>
      </w:tr>
      <w:tr w:rsidR="008D2E92" w:rsidRPr="00461DF4">
        <w:trPr>
          <w:trHeight w:hRule="exact" w:val="26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"/>
                <w:rFonts w:ascii="Times New Roman" w:hAnsi="Times New Roman" w:cs="Times New Roman"/>
              </w:rPr>
              <w:t>ИТОГО СОБСТВЕННЫХ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13622,6</w:t>
            </w:r>
          </w:p>
        </w:tc>
      </w:tr>
      <w:tr w:rsidR="008D2E92" w:rsidRPr="00461DF4">
        <w:trPr>
          <w:trHeight w:hRule="exact" w:val="33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2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200 00000 00 0000 000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Безвозмездные поступления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23456,4</w:t>
            </w:r>
          </w:p>
        </w:tc>
      </w:tr>
      <w:tr w:rsidR="008D2E92" w:rsidRPr="00461DF4" w:rsidTr="005F7AC1">
        <w:trPr>
          <w:trHeight w:hRule="exact" w:val="62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a2"/>
              </w:rPr>
              <w:t>20200000000000000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a2"/>
              </w:rPr>
              <w:t>Безвозмездные поступления от других бюджетов бюджетной системы Российской ■Федерации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b/>
                <w:bCs/>
              </w:rPr>
              <w:t>23456,4</w:t>
            </w:r>
          </w:p>
        </w:tc>
      </w:tr>
      <w:tr w:rsidR="008D2E92" w:rsidRPr="00461DF4">
        <w:trPr>
          <w:trHeight w:hRule="exact" w:val="60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202 10000 00 0000 150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0"/>
              </w:rPr>
              <w:t>Дотации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12141,1</w:t>
            </w:r>
          </w:p>
        </w:tc>
      </w:tr>
      <w:tr w:rsidR="008D2E92" w:rsidRPr="00461DF4">
        <w:trPr>
          <w:trHeight w:hRule="exact" w:val="614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202 20000 00 0000 150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0"/>
              </w:rPr>
              <w:t>Субсидии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4892,9</w:t>
            </w:r>
          </w:p>
        </w:tc>
      </w:tr>
      <w:tr w:rsidR="008D2E92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</w:pPr>
            <w:r w:rsidRPr="00461DF4">
              <w:rPr>
                <w:rStyle w:val="10"/>
              </w:rPr>
              <w:t>202 30000 00 0000 150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</w:pPr>
            <w:r w:rsidRPr="00461DF4">
              <w:rPr>
                <w:rStyle w:val="10"/>
              </w:rPr>
              <w:t>Субвенции бюджетам бюджетной системы Российской Федерации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10"/>
              </w:rPr>
              <w:t>263,6</w:t>
            </w:r>
          </w:p>
        </w:tc>
      </w:tr>
      <w:tr w:rsidR="008D2E92" w:rsidRPr="00461DF4">
        <w:trPr>
          <w:trHeight w:hRule="exact" w:val="4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D2E92" w:rsidRPr="00461DF4" w:rsidRDefault="008D2E92">
            <w:pPr>
              <w:framePr w:w="9379" w:wrap="notBeside" w:vAnchor="text" w:hAnchor="text" w:xAlign="center" w:y="1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20"/>
              <w:rPr>
                <w:rStyle w:val="10"/>
              </w:rPr>
            </w:pPr>
            <w:r>
              <w:rPr>
                <w:rStyle w:val="10"/>
              </w:rPr>
              <w:t>202 40000 00 0000 150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6" w:lineRule="exact"/>
              <w:ind w:left="120"/>
              <w:rPr>
                <w:rStyle w:val="10"/>
              </w:rPr>
            </w:pPr>
            <w:r>
              <w:rPr>
                <w:rStyle w:val="10"/>
              </w:rPr>
              <w:t>Иные межбюджетные трансферты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  <w:rPr>
                <w:rStyle w:val="10"/>
              </w:rPr>
            </w:pPr>
            <w:r>
              <w:rPr>
                <w:rStyle w:val="10"/>
              </w:rPr>
              <w:t>6158,8</w:t>
            </w:r>
          </w:p>
        </w:tc>
      </w:tr>
      <w:tr w:rsidR="008D2E92" w:rsidRPr="00461DF4">
        <w:trPr>
          <w:trHeight w:hRule="exact" w:val="48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left="160"/>
            </w:pPr>
            <w:r w:rsidRPr="00461DF4">
              <w:rPr>
                <w:rStyle w:val="a2"/>
              </w:rPr>
              <w:t>3</w:t>
            </w:r>
          </w:p>
        </w:tc>
        <w:tc>
          <w:tcPr>
            <w:tcW w:w="76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220" w:lineRule="exact"/>
              <w:ind w:left="120"/>
            </w:pPr>
            <w:r w:rsidRPr="00461DF4">
              <w:rPr>
                <w:rStyle w:val="CourierNew"/>
                <w:rFonts w:ascii="Times New Roman" w:hAnsi="Times New Roman" w:cs="Times New Roman"/>
              </w:rPr>
              <w:t>ИТОГО доходов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D2E92" w:rsidRPr="00461DF4" w:rsidRDefault="008D2E92">
            <w:pPr>
              <w:pStyle w:val="2"/>
              <w:framePr w:w="9379" w:wrap="notBeside" w:vAnchor="text" w:hAnchor="text" w:xAlign="center" w:y="1"/>
              <w:shd w:val="clear" w:color="auto" w:fill="auto"/>
              <w:spacing w:after="0" w:line="180" w:lineRule="exact"/>
              <w:ind w:right="120"/>
              <w:jc w:val="right"/>
            </w:pPr>
            <w:r>
              <w:rPr>
                <w:rStyle w:val="a2"/>
              </w:rPr>
              <w:t>37079,0</w:t>
            </w:r>
            <w:bookmarkStart w:id="0" w:name="_GoBack"/>
            <w:bookmarkEnd w:id="0"/>
          </w:p>
        </w:tc>
      </w:tr>
    </w:tbl>
    <w:p w:rsidR="008D2E92" w:rsidRPr="00461DF4" w:rsidRDefault="008D2E92">
      <w:pPr>
        <w:rPr>
          <w:rFonts w:ascii="Times New Roman" w:hAnsi="Times New Roman" w:cs="Times New Roman"/>
          <w:sz w:val="2"/>
          <w:szCs w:val="2"/>
        </w:rPr>
      </w:pPr>
    </w:p>
    <w:p w:rsidR="008D2E92" w:rsidRDefault="008D2E92">
      <w:pPr>
        <w:rPr>
          <w:rFonts w:ascii="Times New Roman" w:hAnsi="Times New Roman" w:cs="Times New Roman"/>
          <w:sz w:val="2"/>
          <w:szCs w:val="2"/>
        </w:rPr>
      </w:pPr>
    </w:p>
    <w:p w:rsidR="008D2E92" w:rsidRDefault="008D2E92">
      <w:pPr>
        <w:rPr>
          <w:rFonts w:ascii="Times New Roman" w:hAnsi="Times New Roman" w:cs="Times New Roman"/>
          <w:sz w:val="2"/>
          <w:szCs w:val="2"/>
        </w:rPr>
      </w:pPr>
    </w:p>
    <w:p w:rsidR="008D2E92" w:rsidRDefault="008D2E92">
      <w:pPr>
        <w:rPr>
          <w:rFonts w:ascii="Times New Roman" w:hAnsi="Times New Roman" w:cs="Times New Roman"/>
          <w:sz w:val="2"/>
          <w:szCs w:val="2"/>
        </w:rPr>
      </w:pPr>
    </w:p>
    <w:p w:rsidR="008D2E92" w:rsidRDefault="008D2E92">
      <w:pPr>
        <w:rPr>
          <w:rFonts w:ascii="Times New Roman" w:hAnsi="Times New Roman" w:cs="Times New Roman"/>
          <w:sz w:val="2"/>
          <w:szCs w:val="2"/>
        </w:rPr>
      </w:pPr>
    </w:p>
    <w:p w:rsidR="008D2E92" w:rsidRDefault="008D2E92">
      <w:pPr>
        <w:rPr>
          <w:rFonts w:ascii="Times New Roman" w:hAnsi="Times New Roman" w:cs="Times New Roman"/>
          <w:sz w:val="2"/>
          <w:szCs w:val="2"/>
        </w:rPr>
      </w:pPr>
    </w:p>
    <w:p w:rsidR="008D2E92" w:rsidRPr="00420DCC" w:rsidRDefault="008D2E92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Главный специалист администрации</w:t>
      </w:r>
    </w:p>
    <w:p w:rsidR="008D2E92" w:rsidRPr="00420DCC" w:rsidRDefault="008D2E92" w:rsidP="00311C99">
      <w:pPr>
        <w:rPr>
          <w:rFonts w:ascii="Times New Roman" w:hAnsi="Times New Roman" w:cs="Times New Roman"/>
          <w:sz w:val="20"/>
          <w:szCs w:val="20"/>
        </w:rPr>
      </w:pPr>
      <w:r w:rsidRPr="00420DCC">
        <w:rPr>
          <w:rFonts w:ascii="Times New Roman" w:hAnsi="Times New Roman" w:cs="Times New Roman"/>
          <w:sz w:val="20"/>
          <w:szCs w:val="20"/>
        </w:rPr>
        <w:t>Адагумского сельского поселения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20DCC">
        <w:rPr>
          <w:rFonts w:ascii="Times New Roman" w:hAnsi="Times New Roman" w:cs="Times New Roman"/>
          <w:sz w:val="20"/>
          <w:szCs w:val="20"/>
        </w:rPr>
        <w:t>Крымского района                                                                     А.В.Сех</w:t>
      </w:r>
    </w:p>
    <w:sectPr w:rsidR="008D2E92" w:rsidRPr="00420DCC" w:rsidSect="00A03440">
      <w:type w:val="continuous"/>
      <w:pgSz w:w="11909" w:h="16838"/>
      <w:pgMar w:top="1175" w:right="1166" w:bottom="1357" w:left="1166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E92" w:rsidRDefault="008D2E92">
      <w:r>
        <w:separator/>
      </w:r>
    </w:p>
  </w:endnote>
  <w:endnote w:type="continuationSeparator" w:id="0">
    <w:p w:rsidR="008D2E92" w:rsidRDefault="008D2E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E92" w:rsidRDefault="008D2E92"/>
  </w:footnote>
  <w:footnote w:type="continuationSeparator" w:id="0">
    <w:p w:rsidR="008D2E92" w:rsidRDefault="008D2E9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09A6"/>
    <w:rsid w:val="00045549"/>
    <w:rsid w:val="00092F7B"/>
    <w:rsid w:val="000F1664"/>
    <w:rsid w:val="000F7EE3"/>
    <w:rsid w:val="00171FC1"/>
    <w:rsid w:val="001A2904"/>
    <w:rsid w:val="001D3073"/>
    <w:rsid w:val="00267AD2"/>
    <w:rsid w:val="002B24D5"/>
    <w:rsid w:val="002D0B2D"/>
    <w:rsid w:val="00311C99"/>
    <w:rsid w:val="00341186"/>
    <w:rsid w:val="00367A2A"/>
    <w:rsid w:val="0039171C"/>
    <w:rsid w:val="003D12C0"/>
    <w:rsid w:val="00416A79"/>
    <w:rsid w:val="00420DCC"/>
    <w:rsid w:val="00461DF4"/>
    <w:rsid w:val="004909A6"/>
    <w:rsid w:val="004E6645"/>
    <w:rsid w:val="0054476A"/>
    <w:rsid w:val="005732C5"/>
    <w:rsid w:val="005926F5"/>
    <w:rsid w:val="005F7AC1"/>
    <w:rsid w:val="00657F6E"/>
    <w:rsid w:val="006D10B5"/>
    <w:rsid w:val="00715687"/>
    <w:rsid w:val="0074737B"/>
    <w:rsid w:val="007A369D"/>
    <w:rsid w:val="00854E59"/>
    <w:rsid w:val="0087376D"/>
    <w:rsid w:val="008744BB"/>
    <w:rsid w:val="008D2E92"/>
    <w:rsid w:val="008D552F"/>
    <w:rsid w:val="00901A57"/>
    <w:rsid w:val="00A03440"/>
    <w:rsid w:val="00AD3F81"/>
    <w:rsid w:val="00AF0817"/>
    <w:rsid w:val="00B0703E"/>
    <w:rsid w:val="00C40F5D"/>
    <w:rsid w:val="00CC599E"/>
    <w:rsid w:val="00D5238F"/>
    <w:rsid w:val="00D630B1"/>
    <w:rsid w:val="00E02BC9"/>
    <w:rsid w:val="00E27DF6"/>
    <w:rsid w:val="00E568E0"/>
    <w:rsid w:val="00E92223"/>
    <w:rsid w:val="00EA3878"/>
    <w:rsid w:val="00F12F5D"/>
    <w:rsid w:val="00F70C4D"/>
    <w:rsid w:val="00FB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440"/>
    <w:pPr>
      <w:widowControl w:val="0"/>
    </w:pPr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03440"/>
    <w:rPr>
      <w:rFonts w:cs="Times New Roman"/>
      <w:color w:val="0066CC"/>
      <w:u w:val="single"/>
    </w:rPr>
  </w:style>
  <w:style w:type="character" w:customStyle="1" w:styleId="a">
    <w:name w:val="Основной текст_"/>
    <w:basedOn w:val="DefaultParagraphFont"/>
    <w:link w:val="2"/>
    <w:uiPriority w:val="99"/>
    <w:locked/>
    <w:rsid w:val="00A03440"/>
    <w:rPr>
      <w:rFonts w:ascii="Times New Roman" w:hAnsi="Times New Roman" w:cs="Times New Roman"/>
      <w:sz w:val="18"/>
      <w:szCs w:val="18"/>
      <w:u w:val="none"/>
    </w:rPr>
  </w:style>
  <w:style w:type="character" w:customStyle="1" w:styleId="20">
    <w:name w:val="Основной текст (2)_"/>
    <w:basedOn w:val="DefaultParagraphFont"/>
    <w:link w:val="21"/>
    <w:uiPriority w:val="99"/>
    <w:locked/>
    <w:rsid w:val="00A03440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a0">
    <w:name w:val="Подпись к таблице_"/>
    <w:basedOn w:val="DefaultParagraphFont"/>
    <w:link w:val="1"/>
    <w:uiPriority w:val="99"/>
    <w:locked/>
    <w:rsid w:val="00A03440"/>
    <w:rPr>
      <w:rFonts w:ascii="Times New Roman" w:hAnsi="Times New Roman" w:cs="Times New Roman"/>
      <w:sz w:val="18"/>
      <w:szCs w:val="18"/>
      <w:u w:val="none"/>
    </w:rPr>
  </w:style>
  <w:style w:type="character" w:customStyle="1" w:styleId="a1">
    <w:name w:val="Подпись к таблице"/>
    <w:basedOn w:val="a0"/>
    <w:uiPriority w:val="99"/>
    <w:rsid w:val="00A03440"/>
    <w:rPr>
      <w:color w:val="000000"/>
      <w:spacing w:val="0"/>
      <w:w w:val="100"/>
      <w:position w:val="0"/>
      <w:u w:val="single"/>
      <w:lang w:val="ru-RU" w:eastAsia="ru-RU"/>
    </w:rPr>
  </w:style>
  <w:style w:type="character" w:customStyle="1" w:styleId="10">
    <w:name w:val="Основной текст1"/>
    <w:basedOn w:val="a"/>
    <w:uiPriority w:val="99"/>
    <w:rsid w:val="00A03440"/>
    <w:rPr>
      <w:color w:val="000000"/>
      <w:spacing w:val="0"/>
      <w:w w:val="100"/>
      <w:position w:val="0"/>
      <w:lang w:val="ru-RU" w:eastAsia="ru-RU"/>
    </w:rPr>
  </w:style>
  <w:style w:type="character" w:customStyle="1" w:styleId="a2">
    <w:name w:val="Основной текст + Полужирный"/>
    <w:basedOn w:val="a"/>
    <w:uiPriority w:val="99"/>
    <w:rsid w:val="00A03440"/>
    <w:rPr>
      <w:b/>
      <w:bCs/>
      <w:color w:val="000000"/>
      <w:spacing w:val="0"/>
      <w:w w:val="100"/>
      <w:position w:val="0"/>
      <w:lang w:val="ru-RU" w:eastAsia="ru-RU"/>
    </w:rPr>
  </w:style>
  <w:style w:type="character" w:customStyle="1" w:styleId="CourierNew">
    <w:name w:val="Основной текст + Courier New"/>
    <w:aliases w:val="11 pt,Полужирный"/>
    <w:basedOn w:val="a"/>
    <w:uiPriority w:val="99"/>
    <w:rsid w:val="00A03440"/>
    <w:rPr>
      <w:rFonts w:ascii="Courier New" w:hAnsi="Courier New" w:cs="Courier New"/>
      <w:b/>
      <w:bCs/>
      <w:color w:val="000000"/>
      <w:spacing w:val="0"/>
      <w:w w:val="100"/>
      <w:position w:val="0"/>
      <w:sz w:val="22"/>
      <w:szCs w:val="22"/>
      <w:lang w:val="ru-RU" w:eastAsia="ru-RU"/>
    </w:rPr>
  </w:style>
  <w:style w:type="paragraph" w:customStyle="1" w:styleId="2">
    <w:name w:val="Основной текст2"/>
    <w:basedOn w:val="Normal"/>
    <w:link w:val="a"/>
    <w:uiPriority w:val="99"/>
    <w:rsid w:val="00A03440"/>
    <w:pPr>
      <w:shd w:val="clear" w:color="auto" w:fill="FFFFFF"/>
      <w:spacing w:after="60" w:line="274" w:lineRule="exac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1">
    <w:name w:val="Основной текст (2)"/>
    <w:basedOn w:val="Normal"/>
    <w:link w:val="20"/>
    <w:uiPriority w:val="99"/>
    <w:rsid w:val="00A03440"/>
    <w:pPr>
      <w:shd w:val="clear" w:color="auto" w:fill="FFFFFF"/>
      <w:spacing w:before="300" w:after="300" w:line="240" w:lineRule="atLeas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1">
    <w:name w:val="Подпись к таблице1"/>
    <w:basedOn w:val="Normal"/>
    <w:link w:val="a0"/>
    <w:uiPriority w:val="99"/>
    <w:rsid w:val="00A03440"/>
    <w:pPr>
      <w:shd w:val="clear" w:color="auto" w:fill="FFFFFF"/>
      <w:spacing w:line="240" w:lineRule="atLeas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lk">
    <w:name w:val="blk"/>
    <w:uiPriority w:val="99"/>
    <w:rsid w:val="0087376D"/>
  </w:style>
  <w:style w:type="paragraph" w:styleId="BalloonText">
    <w:name w:val="Balloon Text"/>
    <w:basedOn w:val="Normal"/>
    <w:link w:val="BalloonTextChar"/>
    <w:uiPriority w:val="99"/>
    <w:semiHidden/>
    <w:rsid w:val="00FB26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26B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359</Words>
  <Characters>2047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к решению Совета</dc:title>
  <dc:subject/>
  <dc:creator>Пользователь</dc:creator>
  <cp:keywords/>
  <dc:description/>
  <cp:lastModifiedBy>Пользователь</cp:lastModifiedBy>
  <cp:revision>3</cp:revision>
  <cp:lastPrinted>2022-06-24T07:23:00Z</cp:lastPrinted>
  <dcterms:created xsi:type="dcterms:W3CDTF">2022-06-24T07:19:00Z</dcterms:created>
  <dcterms:modified xsi:type="dcterms:W3CDTF">2022-06-24T07:23:00Z</dcterms:modified>
</cp:coreProperties>
</file>