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219" w:rsidRDefault="00117219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Приложение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</w:t>
      </w:r>
    </w:p>
    <w:p w:rsidR="00117219" w:rsidRPr="00273D55" w:rsidRDefault="00117219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к Постановлению Адагумского</w:t>
      </w:r>
    </w:p>
    <w:p w:rsidR="00117219" w:rsidRPr="00273D55" w:rsidRDefault="00117219" w:rsidP="006814A3">
      <w:pPr>
        <w:spacing w:after="0"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сельского поселения Крымского района</w:t>
      </w:r>
    </w:p>
    <w:p w:rsidR="00117219" w:rsidRDefault="00117219" w:rsidP="006814A3">
      <w:pPr>
        <w:spacing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от 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13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.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10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>.202</w:t>
      </w:r>
      <w:r>
        <w:rPr>
          <w:rFonts w:ascii="Times New Roman" w:hAnsi="Times New Roman"/>
          <w:b/>
          <w:bCs/>
          <w:color w:val="000000"/>
          <w:sz w:val="20"/>
          <w:szCs w:val="20"/>
        </w:rPr>
        <w:t>1</w:t>
      </w: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 г. № </w:t>
      </w:r>
      <w:bookmarkStart w:id="0" w:name="_GoBack"/>
      <w:bookmarkEnd w:id="0"/>
      <w:r>
        <w:rPr>
          <w:rFonts w:ascii="Times New Roman" w:hAnsi="Times New Roman"/>
          <w:b/>
          <w:bCs/>
          <w:color w:val="000000"/>
          <w:sz w:val="20"/>
          <w:szCs w:val="20"/>
        </w:rPr>
        <w:t>258</w:t>
      </w:r>
    </w:p>
    <w:p w:rsidR="00117219" w:rsidRPr="00273D55" w:rsidRDefault="00117219" w:rsidP="006814A3">
      <w:pPr>
        <w:spacing w:line="240" w:lineRule="auto"/>
        <w:ind w:left="5387"/>
        <w:contextualSpacing/>
        <w:jc w:val="both"/>
        <w:rPr>
          <w:rFonts w:ascii="Times New Roman" w:hAnsi="Times New Roman"/>
          <w:b/>
          <w:bCs/>
          <w:color w:val="000000"/>
          <w:sz w:val="20"/>
          <w:szCs w:val="20"/>
        </w:rPr>
      </w:pPr>
    </w:p>
    <w:p w:rsidR="00117219" w:rsidRPr="00273D55" w:rsidRDefault="00117219" w:rsidP="007B06A6">
      <w:pPr>
        <w:rPr>
          <w:rFonts w:ascii="Times New Roman" w:hAnsi="Times New Roman"/>
          <w:b/>
        </w:rPr>
      </w:pPr>
      <w:r w:rsidRPr="00273D55">
        <w:rPr>
          <w:rFonts w:ascii="Times New Roman" w:hAnsi="Times New Roman"/>
          <w:b/>
          <w:bCs/>
          <w:color w:val="000000"/>
          <w:sz w:val="20"/>
          <w:szCs w:val="20"/>
        </w:rPr>
        <w:t xml:space="preserve">                   </w:t>
      </w:r>
      <w:r w:rsidRPr="00273D55">
        <w:rPr>
          <w:rFonts w:ascii="Times New Roman" w:hAnsi="Times New Roman"/>
          <w:b/>
        </w:rPr>
        <w:t>Исполнение бюджета  Адагумского сельского поселения Крымского района</w:t>
      </w:r>
    </w:p>
    <w:p w:rsidR="00117219" w:rsidRPr="00273D55" w:rsidRDefault="00117219" w:rsidP="00FB5775">
      <w:pPr>
        <w:jc w:val="center"/>
        <w:rPr>
          <w:rFonts w:ascii="Times New Roman" w:hAnsi="Times New Roman"/>
          <w:b/>
        </w:rPr>
      </w:pPr>
      <w:r w:rsidRPr="00273D55">
        <w:rPr>
          <w:rFonts w:ascii="Times New Roman" w:hAnsi="Times New Roman"/>
          <w:b/>
        </w:rPr>
        <w:t xml:space="preserve">     за </w:t>
      </w:r>
      <w:r>
        <w:rPr>
          <w:rFonts w:ascii="Times New Roman" w:hAnsi="Times New Roman"/>
          <w:b/>
        </w:rPr>
        <w:t>девять месяцев</w:t>
      </w:r>
      <w:r w:rsidRPr="00273D55">
        <w:rPr>
          <w:rFonts w:ascii="Times New Roman" w:hAnsi="Times New Roman"/>
          <w:b/>
        </w:rPr>
        <w:t xml:space="preserve">  202</w:t>
      </w:r>
      <w:r>
        <w:rPr>
          <w:rFonts w:ascii="Times New Roman" w:hAnsi="Times New Roman"/>
          <w:b/>
        </w:rPr>
        <w:t xml:space="preserve">1 года по  </w:t>
      </w:r>
      <w:r w:rsidRPr="00273D55">
        <w:rPr>
          <w:rFonts w:ascii="Times New Roman" w:hAnsi="Times New Roman"/>
          <w:b/>
        </w:rPr>
        <w:t>поступлениям доходов</w:t>
      </w: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/>
      </w:tblPr>
      <w:tblGrid>
        <w:gridCol w:w="314"/>
        <w:gridCol w:w="1843"/>
        <w:gridCol w:w="2976"/>
        <w:gridCol w:w="1134"/>
        <w:gridCol w:w="1134"/>
        <w:gridCol w:w="709"/>
        <w:gridCol w:w="284"/>
        <w:gridCol w:w="992"/>
      </w:tblGrid>
      <w:tr w:rsidR="00117219" w:rsidRPr="007C0948" w:rsidTr="00EF35F7">
        <w:trPr>
          <w:trHeight w:val="142"/>
        </w:trPr>
        <w:tc>
          <w:tcPr>
            <w:tcW w:w="314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843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976" w:type="dxa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nil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(тыс. руб.)</w:t>
            </w:r>
          </w:p>
        </w:tc>
        <w:tc>
          <w:tcPr>
            <w:tcW w:w="709" w:type="dxa"/>
            <w:tcBorders>
              <w:top w:val="single" w:sz="2" w:space="0" w:color="000000"/>
              <w:left w:val="nil"/>
              <w:bottom w:val="single" w:sz="6" w:space="0" w:color="auto"/>
              <w:right w:val="single" w:sz="2" w:space="0" w:color="000000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single" w:sz="2" w:space="0" w:color="000000"/>
              <w:left w:val="single" w:sz="2" w:space="0" w:color="000000"/>
              <w:bottom w:val="single" w:sz="6" w:space="0" w:color="auto"/>
              <w:right w:val="single" w:sz="2" w:space="0" w:color="000000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117219" w:rsidRPr="007C0948" w:rsidTr="00EF35F7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№ п/п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код бюджетной классификации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Наименование дохода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7219" w:rsidRPr="007C0948" w:rsidRDefault="00117219" w:rsidP="006D578E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План 2021 г.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117219" w:rsidRPr="007C0948" w:rsidRDefault="00117219" w:rsidP="00D813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Исполнение  за 9 месяцев 2021 г.</w:t>
            </w:r>
          </w:p>
        </w:tc>
        <w:tc>
          <w:tcPr>
            <w:tcW w:w="198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отклонения</w:t>
            </w:r>
          </w:p>
        </w:tc>
      </w:tr>
      <w:tr w:rsidR="00117219" w:rsidRPr="007C0948" w:rsidTr="006814A3">
        <w:trPr>
          <w:trHeight w:val="898"/>
        </w:trPr>
        <w:tc>
          <w:tcPr>
            <w:tcW w:w="31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843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% к бюдж. назначению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"+";"-"</w:t>
            </w:r>
          </w:p>
        </w:tc>
      </w:tr>
      <w:tr w:rsidR="00117219" w:rsidRPr="007C0948" w:rsidTr="006814A3">
        <w:trPr>
          <w:trHeight w:val="23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13360,4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7722,3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57,8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-5638,1</w:t>
            </w:r>
          </w:p>
        </w:tc>
      </w:tr>
      <w:tr w:rsidR="00117219" w:rsidRPr="007C0948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18210102000010000000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2020,0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1528,9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75,7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-491,1</w:t>
            </w:r>
          </w:p>
        </w:tc>
      </w:tr>
      <w:tr w:rsidR="00117219" w:rsidRPr="007C0948" w:rsidTr="006814A3">
        <w:trPr>
          <w:trHeight w:val="190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center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10010302231010000000   10010302241010000110  10010302251010000110  10010302261010000110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Доходы от уплаты акцизов на нефтепродукты, производимые на территории Российской Федерации,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4860,4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3604,1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74,2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-1256,3</w:t>
            </w:r>
          </w:p>
        </w:tc>
      </w:tr>
      <w:tr w:rsidR="00117219" w:rsidRPr="007C0948" w:rsidTr="006814A3">
        <w:trPr>
          <w:trHeight w:val="427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18210503010010000000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Единый сельскохозяйственный налог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1400,0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1431,5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102,3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31,5</w:t>
            </w:r>
          </w:p>
        </w:tc>
      </w:tr>
      <w:tr w:rsidR="00117219" w:rsidRPr="007C0948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18210601030100000000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1180,0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225,6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19,1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-954,4</w:t>
            </w:r>
          </w:p>
        </w:tc>
      </w:tr>
      <w:tr w:rsidR="00117219" w:rsidRPr="007C0948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18210606000000000000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Земельный налог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3900,0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932,0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23,9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-2968,0</w:t>
            </w:r>
          </w:p>
        </w:tc>
      </w:tr>
      <w:tr w:rsidR="00117219" w:rsidRPr="007C0948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99210804020010000110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Государственная пошлина за совершение нотариальных действий должностными лицами органов местного самоуправления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0,2</w:t>
            </w:r>
          </w:p>
        </w:tc>
      </w:tr>
      <w:tr w:rsidR="00117219" w:rsidRPr="007C0948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10000000000000100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НЕНАЛОГОВЫЕ ДОХОДЫ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80,5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-41,8</w:t>
            </w:r>
          </w:p>
        </w:tc>
      </w:tr>
      <w:tr w:rsidR="00117219" w:rsidRPr="007C0948" w:rsidTr="006814A3">
        <w:trPr>
          <w:trHeight w:val="73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14111690050100000000</w:t>
            </w:r>
          </w:p>
          <w:p w:rsidR="00117219" w:rsidRPr="007C0948" w:rsidRDefault="00117219" w:rsidP="006814A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99211690050100000000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Прочие поступления от денежных взысканий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17219" w:rsidRPr="007C0948" w:rsidTr="0078429A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99211105035100000000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 от сдачи в аренду имущества, находящегося в оперативном управлении органов управления сельских поселений и созданных ими учреждений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27,0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22,6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83,7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-4,4</w:t>
            </w:r>
          </w:p>
        </w:tc>
      </w:tr>
      <w:tr w:rsidR="00117219" w:rsidRPr="007C0948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99211105075100000120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Доходы  от сдачи в аренду имущества, составляющего казну сельских поселений (за исключением земельных участков 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77,0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58,4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75,8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-18,6</w:t>
            </w:r>
          </w:p>
        </w:tc>
      </w:tr>
      <w:tr w:rsidR="00117219" w:rsidRPr="007C0948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DF4D6D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99211109080100000120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DF4D6D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использования имущества и прав, находящихся в муниципальной собственности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63,0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48,0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76,2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-15,0</w:t>
            </w:r>
          </w:p>
        </w:tc>
      </w:tr>
      <w:tr w:rsidR="00117219" w:rsidRPr="007C0948" w:rsidTr="006814A3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277D6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Cs/>
                <w:color w:val="000000"/>
                <w:sz w:val="16"/>
                <w:szCs w:val="16"/>
              </w:rPr>
              <w:t>99211302065100000000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5E3E96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Доходы, поступающие в порядке возмещения расходов, понесенных в связи с эксплуатацией имущества сельских поселений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6,0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5,7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-0,3</w:t>
            </w:r>
          </w:p>
        </w:tc>
      </w:tr>
      <w:tr w:rsidR="00117219" w:rsidRPr="007C0948" w:rsidTr="00701575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9921130299510000000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38,0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37,5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98,7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-0,5</w:t>
            </w:r>
          </w:p>
        </w:tc>
      </w:tr>
      <w:tr w:rsidR="00117219" w:rsidRPr="007C0948" w:rsidTr="00701575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9921170105010000000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Невыясненные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-12,2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 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 </w:t>
            </w:r>
          </w:p>
        </w:tc>
      </w:tr>
      <w:tr w:rsidR="00117219" w:rsidRPr="007C0948" w:rsidTr="00701575">
        <w:trPr>
          <w:trHeight w:val="346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99211705050100000000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Прочие неналоговые доходы бюджетов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12,2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-12,2</w:t>
            </w:r>
          </w:p>
        </w:tc>
      </w:tr>
      <w:tr w:rsidR="00117219" w:rsidRPr="007C0948" w:rsidTr="0080216C">
        <w:trPr>
          <w:trHeight w:val="109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3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ВСЕГО СОБСТВЕННЫХ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13574,4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FFFFFF" w:fill="auto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7894,5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58,2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-5679,9</w:t>
            </w:r>
          </w:p>
        </w:tc>
      </w:tr>
      <w:tr w:rsidR="00117219" w:rsidRPr="007C0948" w:rsidTr="006814A3">
        <w:trPr>
          <w:trHeight w:val="22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4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16"/>
                <w:szCs w:val="16"/>
              </w:rPr>
              <w:t>200000000000000000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21114,0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17479,4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82,8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-3634,6</w:t>
            </w:r>
          </w:p>
        </w:tc>
      </w:tr>
      <w:tr w:rsidR="00117219" w:rsidRPr="007C0948" w:rsidTr="00CA1EC2">
        <w:trPr>
          <w:trHeight w:val="131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99220215001100000150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Дотации бюджетам сельских поселений на выравнивание бюджетной обеспеченности из бюджета субъекта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8505,4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6380,7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75,0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-2124,7</w:t>
            </w:r>
          </w:p>
        </w:tc>
      </w:tr>
      <w:tr w:rsidR="00117219" w:rsidRPr="007C0948" w:rsidTr="006814A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99220230024100000100</w:t>
            </w:r>
          </w:p>
          <w:p w:rsidR="00117219" w:rsidRPr="007C0948" w:rsidRDefault="00117219" w:rsidP="006814A3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сельских поселений на выполнение передаваемых полномочий субъектов РФ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17219" w:rsidRPr="007C0948" w:rsidTr="002D3023">
        <w:trPr>
          <w:trHeight w:val="778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FE7056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99220235118100000100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9302F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245,3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190,1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77,5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-55,2</w:t>
            </w:r>
          </w:p>
        </w:tc>
      </w:tr>
      <w:tr w:rsidR="00117219" w:rsidRPr="007C0948" w:rsidTr="00BF4E86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D744A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99220229999100000100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D744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Прочие субсидии бюджетам 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9177,8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7796,9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85,0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-1380,9</w:t>
            </w:r>
          </w:p>
        </w:tc>
      </w:tr>
      <w:tr w:rsidR="00117219" w:rsidRPr="007C0948" w:rsidTr="00F3272F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99220240014100000000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bottom"/>
          </w:tcPr>
          <w:p w:rsidR="00117219" w:rsidRPr="007C0948" w:rsidRDefault="0011721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Межбюджетные трансферты, передаваемые  бюджетам сельских поселений из бюджетов муниципальных районов на осуществление части полномочий по решению вопросов местного значения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17219" w:rsidRPr="007C0948" w:rsidTr="006814A3">
        <w:trPr>
          <w:trHeight w:val="581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D744A1">
            <w:pPr>
              <w:jc w:val="right"/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C0948">
              <w:rPr>
                <w:rFonts w:ascii="Times New Roman" w:hAnsi="Times New Roman"/>
                <w:color w:val="000000"/>
                <w:sz w:val="16"/>
                <w:szCs w:val="16"/>
              </w:rPr>
              <w:t>992202499991000000150</w:t>
            </w: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 w:rsidP="00D744A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color w:val="000000"/>
                <w:sz w:val="20"/>
                <w:szCs w:val="20"/>
              </w:rPr>
              <w:t>3095,8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100,0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E308A9">
            <w:pPr>
              <w:jc w:val="right"/>
              <w:rPr>
                <w:rFonts w:ascii="Times New Roman" w:hAnsi="Times New Roman"/>
                <w:color w:val="000000"/>
              </w:rPr>
            </w:pPr>
            <w:r w:rsidRPr="007C0948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117219" w:rsidRPr="007C0948" w:rsidTr="006814A3">
        <w:trPr>
          <w:trHeight w:val="173"/>
        </w:trPr>
        <w:tc>
          <w:tcPr>
            <w:tcW w:w="3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 w:rsidP="006814A3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2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17219" w:rsidRPr="007C0948" w:rsidRDefault="00117219">
            <w:pPr>
              <w:rPr>
                <w:rFonts w:ascii="Times New Roman" w:hAnsi="Times New Roman"/>
                <w:b/>
                <w:color w:val="000000"/>
                <w:sz w:val="20"/>
                <w:szCs w:val="20"/>
              </w:rPr>
            </w:pPr>
            <w:r w:rsidRPr="007C094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ИТОГО ДОХОДОВ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34688,4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25373,9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73,1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7219" w:rsidRPr="007C0948" w:rsidRDefault="00117219">
            <w:pPr>
              <w:jc w:val="right"/>
              <w:rPr>
                <w:rFonts w:ascii="Times New Roman" w:hAnsi="Times New Roman"/>
                <w:b/>
                <w:bCs/>
                <w:color w:val="000000"/>
              </w:rPr>
            </w:pPr>
            <w:r w:rsidRPr="007C0948">
              <w:rPr>
                <w:rFonts w:ascii="Times New Roman" w:hAnsi="Times New Roman"/>
                <w:b/>
                <w:bCs/>
                <w:color w:val="000000"/>
              </w:rPr>
              <w:t>-9314,5</w:t>
            </w:r>
          </w:p>
        </w:tc>
      </w:tr>
    </w:tbl>
    <w:p w:rsidR="00117219" w:rsidRPr="00273D55" w:rsidRDefault="00117219" w:rsidP="00FB5775">
      <w:pPr>
        <w:rPr>
          <w:rFonts w:ascii="Times New Roman" w:hAnsi="Times New Roman"/>
        </w:rPr>
      </w:pPr>
    </w:p>
    <w:p w:rsidR="00117219" w:rsidRPr="00273D55" w:rsidRDefault="00117219" w:rsidP="00FB5775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Главный</w:t>
      </w:r>
      <w:r w:rsidRPr="00273D55">
        <w:rPr>
          <w:rFonts w:ascii="Times New Roman" w:hAnsi="Times New Roman"/>
        </w:rPr>
        <w:t xml:space="preserve"> специалист администрации</w:t>
      </w:r>
    </w:p>
    <w:p w:rsidR="00117219" w:rsidRPr="00273D55" w:rsidRDefault="00117219" w:rsidP="00FB5775">
      <w:pPr>
        <w:spacing w:after="0" w:line="240" w:lineRule="auto"/>
        <w:rPr>
          <w:rFonts w:ascii="Times New Roman" w:hAnsi="Times New Roman"/>
        </w:rPr>
      </w:pPr>
      <w:r w:rsidRPr="00273D55">
        <w:rPr>
          <w:rFonts w:ascii="Times New Roman" w:hAnsi="Times New Roman"/>
        </w:rPr>
        <w:t>Адагумского сельского поселения</w:t>
      </w:r>
    </w:p>
    <w:p w:rsidR="00117219" w:rsidRPr="00273D55" w:rsidRDefault="00117219" w:rsidP="00FB5775">
      <w:pPr>
        <w:spacing w:after="0" w:line="240" w:lineRule="auto"/>
        <w:rPr>
          <w:rFonts w:ascii="Times New Roman" w:hAnsi="Times New Roman"/>
        </w:rPr>
      </w:pPr>
      <w:r w:rsidRPr="00273D55">
        <w:rPr>
          <w:rFonts w:ascii="Times New Roman" w:hAnsi="Times New Roman"/>
        </w:rPr>
        <w:t>Крымского района                                                                                                         А.В.Сех</w:t>
      </w:r>
    </w:p>
    <w:p w:rsidR="00117219" w:rsidRPr="00273D55" w:rsidRDefault="00117219" w:rsidP="00FB5775">
      <w:pPr>
        <w:jc w:val="center"/>
        <w:rPr>
          <w:rFonts w:ascii="Times New Roman" w:hAnsi="Times New Roman"/>
          <w:b/>
        </w:rPr>
      </w:pPr>
    </w:p>
    <w:sectPr w:rsidR="00117219" w:rsidRPr="00273D55" w:rsidSect="007B1E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5775"/>
    <w:rsid w:val="0005508E"/>
    <w:rsid w:val="00091AEA"/>
    <w:rsid w:val="0009612A"/>
    <w:rsid w:val="000A4848"/>
    <w:rsid w:val="000A6BAC"/>
    <w:rsid w:val="001015F3"/>
    <w:rsid w:val="00104008"/>
    <w:rsid w:val="00117219"/>
    <w:rsid w:val="00154141"/>
    <w:rsid w:val="001D36F4"/>
    <w:rsid w:val="0020676F"/>
    <w:rsid w:val="002168BF"/>
    <w:rsid w:val="00221AFB"/>
    <w:rsid w:val="00267041"/>
    <w:rsid w:val="00273D55"/>
    <w:rsid w:val="00277D61"/>
    <w:rsid w:val="002D3023"/>
    <w:rsid w:val="002F2BDC"/>
    <w:rsid w:val="00305E53"/>
    <w:rsid w:val="003102A3"/>
    <w:rsid w:val="00354FB7"/>
    <w:rsid w:val="00360D36"/>
    <w:rsid w:val="00367346"/>
    <w:rsid w:val="003908FB"/>
    <w:rsid w:val="00414C97"/>
    <w:rsid w:val="004162A2"/>
    <w:rsid w:val="00430593"/>
    <w:rsid w:val="00442FD7"/>
    <w:rsid w:val="004603CA"/>
    <w:rsid w:val="004B232F"/>
    <w:rsid w:val="004C009E"/>
    <w:rsid w:val="004C4DAF"/>
    <w:rsid w:val="004C7C02"/>
    <w:rsid w:val="004E0F6E"/>
    <w:rsid w:val="004F1311"/>
    <w:rsid w:val="00507479"/>
    <w:rsid w:val="005076B1"/>
    <w:rsid w:val="005118EA"/>
    <w:rsid w:val="00534416"/>
    <w:rsid w:val="00594CD7"/>
    <w:rsid w:val="005C1424"/>
    <w:rsid w:val="005C725B"/>
    <w:rsid w:val="005E3855"/>
    <w:rsid w:val="005E3E96"/>
    <w:rsid w:val="005F4B42"/>
    <w:rsid w:val="00633DC7"/>
    <w:rsid w:val="006814A3"/>
    <w:rsid w:val="00697926"/>
    <w:rsid w:val="006B1D9C"/>
    <w:rsid w:val="006D578E"/>
    <w:rsid w:val="00701575"/>
    <w:rsid w:val="0078429A"/>
    <w:rsid w:val="00795D20"/>
    <w:rsid w:val="007B06A6"/>
    <w:rsid w:val="007B1E91"/>
    <w:rsid w:val="007B3A66"/>
    <w:rsid w:val="007C0948"/>
    <w:rsid w:val="007E0640"/>
    <w:rsid w:val="0080216C"/>
    <w:rsid w:val="008123E0"/>
    <w:rsid w:val="008B66B9"/>
    <w:rsid w:val="00915B1A"/>
    <w:rsid w:val="00916987"/>
    <w:rsid w:val="009302FE"/>
    <w:rsid w:val="00952C1F"/>
    <w:rsid w:val="00987C49"/>
    <w:rsid w:val="00A7056D"/>
    <w:rsid w:val="00A9062C"/>
    <w:rsid w:val="00AE4BB0"/>
    <w:rsid w:val="00B6201B"/>
    <w:rsid w:val="00B64DFE"/>
    <w:rsid w:val="00B7344A"/>
    <w:rsid w:val="00B84873"/>
    <w:rsid w:val="00BB6C34"/>
    <w:rsid w:val="00BC2D9F"/>
    <w:rsid w:val="00BC487C"/>
    <w:rsid w:val="00BF4E86"/>
    <w:rsid w:val="00C03826"/>
    <w:rsid w:val="00C34C35"/>
    <w:rsid w:val="00C54DC8"/>
    <w:rsid w:val="00C70C5B"/>
    <w:rsid w:val="00C714A9"/>
    <w:rsid w:val="00CA1EC2"/>
    <w:rsid w:val="00D421CA"/>
    <w:rsid w:val="00D73200"/>
    <w:rsid w:val="00D744A1"/>
    <w:rsid w:val="00D813ED"/>
    <w:rsid w:val="00D964D4"/>
    <w:rsid w:val="00DB2F4D"/>
    <w:rsid w:val="00DF4D6D"/>
    <w:rsid w:val="00DF7E26"/>
    <w:rsid w:val="00E174D7"/>
    <w:rsid w:val="00E308A9"/>
    <w:rsid w:val="00E8603B"/>
    <w:rsid w:val="00E91E8F"/>
    <w:rsid w:val="00ED5F95"/>
    <w:rsid w:val="00EE2379"/>
    <w:rsid w:val="00EF0856"/>
    <w:rsid w:val="00EF35F7"/>
    <w:rsid w:val="00F3272F"/>
    <w:rsid w:val="00F46AC1"/>
    <w:rsid w:val="00FB547E"/>
    <w:rsid w:val="00FB5775"/>
    <w:rsid w:val="00FE7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1E91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823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3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3</Pages>
  <Words>547</Words>
  <Characters>3120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1                </dc:title>
  <dc:subject/>
  <dc:creator>Пользователь</dc:creator>
  <cp:keywords/>
  <dc:description/>
  <cp:lastModifiedBy>Пользователь</cp:lastModifiedBy>
  <cp:revision>2</cp:revision>
  <cp:lastPrinted>2021-10-20T08:39:00Z</cp:lastPrinted>
  <dcterms:created xsi:type="dcterms:W3CDTF">2021-10-28T06:43:00Z</dcterms:created>
  <dcterms:modified xsi:type="dcterms:W3CDTF">2021-10-28T06:43:00Z</dcterms:modified>
</cp:coreProperties>
</file>