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36A" w:rsidRDefault="0056636A" w:rsidP="006814A3">
      <w:pPr>
        <w:spacing w:after="0" w:line="240" w:lineRule="auto"/>
        <w:ind w:left="5387"/>
        <w:contextualSpacing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Приложение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</w:t>
      </w:r>
    </w:p>
    <w:p w:rsidR="0056636A" w:rsidRPr="00273D55" w:rsidRDefault="0056636A" w:rsidP="006814A3">
      <w:pPr>
        <w:spacing w:after="0" w:line="240" w:lineRule="auto"/>
        <w:ind w:left="5387"/>
        <w:contextualSpacing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к Постановлению Адагумского</w:t>
      </w:r>
    </w:p>
    <w:p w:rsidR="0056636A" w:rsidRPr="00273D55" w:rsidRDefault="0056636A" w:rsidP="006814A3">
      <w:pPr>
        <w:spacing w:after="0" w:line="240" w:lineRule="auto"/>
        <w:ind w:left="5387"/>
        <w:contextualSpacing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56636A" w:rsidRDefault="0056636A" w:rsidP="006814A3">
      <w:pPr>
        <w:spacing w:line="240" w:lineRule="auto"/>
        <w:ind w:left="5387"/>
        <w:contextualSpacing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 xml:space="preserve">от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</w:t>
      </w: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</w:t>
      </w: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.202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 xml:space="preserve"> г. № 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0"/>
          <w:szCs w:val="20"/>
        </w:rPr>
        <w:t>206</w:t>
      </w:r>
    </w:p>
    <w:p w:rsidR="0056636A" w:rsidRPr="00273D55" w:rsidRDefault="0056636A" w:rsidP="006814A3">
      <w:pPr>
        <w:spacing w:line="240" w:lineRule="auto"/>
        <w:ind w:left="5387"/>
        <w:contextualSpacing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56636A" w:rsidRPr="00273D55" w:rsidRDefault="0056636A" w:rsidP="007B06A6">
      <w:pPr>
        <w:rPr>
          <w:rFonts w:ascii="Times New Roman" w:hAnsi="Times New Roman"/>
          <w:b/>
        </w:rPr>
      </w:pP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   </w:t>
      </w:r>
      <w:r w:rsidRPr="00273D55">
        <w:rPr>
          <w:rFonts w:ascii="Times New Roman" w:hAnsi="Times New Roman"/>
          <w:b/>
        </w:rPr>
        <w:t>Исполнение бюджета  Адагумского сельского поселения Крымского района</w:t>
      </w:r>
    </w:p>
    <w:p w:rsidR="0056636A" w:rsidRPr="00273D55" w:rsidRDefault="0056636A" w:rsidP="00FB5775">
      <w:pPr>
        <w:jc w:val="center"/>
        <w:rPr>
          <w:rFonts w:ascii="Times New Roman" w:hAnsi="Times New Roman"/>
          <w:b/>
        </w:rPr>
      </w:pPr>
      <w:r w:rsidRPr="00273D55">
        <w:rPr>
          <w:rFonts w:ascii="Times New Roman" w:hAnsi="Times New Roman"/>
          <w:b/>
        </w:rPr>
        <w:t xml:space="preserve">     за </w:t>
      </w:r>
      <w:r>
        <w:rPr>
          <w:rFonts w:ascii="Times New Roman" w:hAnsi="Times New Roman"/>
          <w:b/>
        </w:rPr>
        <w:t>первое полугодие</w:t>
      </w:r>
      <w:r w:rsidRPr="00273D55">
        <w:rPr>
          <w:rFonts w:ascii="Times New Roman" w:hAnsi="Times New Roman"/>
          <w:b/>
        </w:rPr>
        <w:t xml:space="preserve">  202</w:t>
      </w:r>
      <w:r>
        <w:rPr>
          <w:rFonts w:ascii="Times New Roman" w:hAnsi="Times New Roman"/>
          <w:b/>
        </w:rPr>
        <w:t xml:space="preserve">1 года по  </w:t>
      </w:r>
      <w:r w:rsidRPr="00273D55">
        <w:rPr>
          <w:rFonts w:ascii="Times New Roman" w:hAnsi="Times New Roman"/>
          <w:b/>
        </w:rPr>
        <w:t>поступлениям доходов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1843"/>
        <w:gridCol w:w="2976"/>
        <w:gridCol w:w="1134"/>
        <w:gridCol w:w="1134"/>
        <w:gridCol w:w="709"/>
        <w:gridCol w:w="284"/>
        <w:gridCol w:w="992"/>
      </w:tblGrid>
      <w:tr w:rsidR="0056636A" w:rsidRPr="006F78DC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6636A" w:rsidRPr="006F78D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636A" w:rsidRPr="006F78DC" w:rsidRDefault="0056636A" w:rsidP="006D57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План 2021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636A" w:rsidRPr="006F78DC" w:rsidRDefault="0056636A" w:rsidP="000A6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Исполнение  за 1 полугодие 2021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56636A" w:rsidRPr="006F78DC" w:rsidTr="006814A3">
        <w:trPr>
          <w:trHeight w:val="89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% к бюдж. назначению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56636A" w:rsidRPr="006F78DC" w:rsidTr="006814A3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 w:rsidP="00987C4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</w:rPr>
              <w:t>13360,4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 w:rsidP="008B66B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</w:rPr>
              <w:t>5213,9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4162A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</w:rPr>
              <w:t>39,0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8B66B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</w:rPr>
              <w:t>-8146,5</w:t>
            </w:r>
          </w:p>
        </w:tc>
      </w:tr>
      <w:tr w:rsidR="0056636A" w:rsidRPr="006F78DC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color w:val="000000"/>
                <w:sz w:val="16"/>
                <w:szCs w:val="16"/>
              </w:rPr>
              <w:t>18210102000010000000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2020,0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 w:rsidP="006D578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1094,5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54,2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0A6BAC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-925,5</w:t>
            </w:r>
          </w:p>
        </w:tc>
      </w:tr>
      <w:tr w:rsidR="0056636A" w:rsidRPr="006F78DC" w:rsidTr="006814A3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color w:val="000000"/>
                <w:sz w:val="16"/>
                <w:szCs w:val="16"/>
              </w:rPr>
              <w:t>10010302231010000000   10010302241010000110  10010302251010000110  10010302261010000110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4860,4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2286,5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47,0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AE4BB0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-2573,9</w:t>
            </w:r>
          </w:p>
        </w:tc>
      </w:tr>
      <w:tr w:rsidR="0056636A" w:rsidRPr="006F78DC" w:rsidTr="006814A3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color w:val="000000"/>
                <w:sz w:val="16"/>
                <w:szCs w:val="16"/>
              </w:rPr>
              <w:t>18210503010010000000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1400,0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1219,7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87,1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1D36F4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-180,3</w:t>
            </w:r>
          </w:p>
        </w:tc>
      </w:tr>
      <w:tr w:rsidR="0056636A" w:rsidRPr="006F78DC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color w:val="000000"/>
                <w:sz w:val="16"/>
                <w:szCs w:val="16"/>
              </w:rPr>
              <w:t>18210601030100000000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1180,0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 w:rsidP="0050747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50747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-1074,9</w:t>
            </w:r>
          </w:p>
        </w:tc>
      </w:tr>
      <w:tr w:rsidR="0056636A" w:rsidRPr="006F78DC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color w:val="000000"/>
                <w:sz w:val="16"/>
                <w:szCs w:val="16"/>
              </w:rPr>
              <w:t>18210606000000000000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3900,0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508,0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13,0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0A6BAC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-3392,0</w:t>
            </w:r>
          </w:p>
        </w:tc>
      </w:tr>
      <w:tr w:rsidR="0056636A" w:rsidRPr="006F78DC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0A6BAC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56636A" w:rsidRPr="006F78DC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 w:rsidP="003102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 w:rsidP="005074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50747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</w:rPr>
              <w:t>57,2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8B66B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</w:rPr>
              <w:t>-72,8</w:t>
            </w:r>
          </w:p>
        </w:tc>
      </w:tr>
      <w:tr w:rsidR="0056636A" w:rsidRPr="006F78DC" w:rsidTr="006814A3">
        <w:trPr>
          <w:trHeight w:val="73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color w:val="000000"/>
                <w:sz w:val="16"/>
                <w:szCs w:val="16"/>
              </w:rPr>
              <w:t>14111690050100000000</w:t>
            </w:r>
          </w:p>
          <w:p w:rsidR="0056636A" w:rsidRPr="006F78DC" w:rsidRDefault="0056636A" w:rsidP="006814A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color w:val="000000"/>
                <w:sz w:val="16"/>
                <w:szCs w:val="16"/>
              </w:rPr>
              <w:t>99211690050100000000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6636A" w:rsidRPr="006F78DC" w:rsidRDefault="0056636A" w:rsidP="00C03826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-3,0</w:t>
            </w:r>
          </w:p>
        </w:tc>
      </w:tr>
      <w:tr w:rsidR="0056636A" w:rsidRPr="006F78DC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color w:val="000000"/>
                <w:sz w:val="16"/>
                <w:szCs w:val="16"/>
              </w:rPr>
              <w:t>99211105035100000000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61,5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3102A3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-10,4</w:t>
            </w:r>
          </w:p>
        </w:tc>
      </w:tr>
      <w:tr w:rsidR="0056636A" w:rsidRPr="006F78DC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color w:val="000000"/>
                <w:sz w:val="16"/>
                <w:szCs w:val="16"/>
              </w:rPr>
              <w:t>99211105075100000120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Доходы  от сдачи в аренду имущества, составляющего казну сельских поселений (за исключением земельных участков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38,9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50,5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1D36F4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-38,1</w:t>
            </w:r>
          </w:p>
        </w:tc>
      </w:tr>
      <w:tr w:rsidR="0056636A" w:rsidRPr="006F78DC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 w:rsidP="00DF4D6D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color w:val="000000"/>
                <w:sz w:val="16"/>
                <w:szCs w:val="16"/>
              </w:rPr>
              <w:t>99211109080100000120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 w:rsidP="00DF4D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Прочие доходы от использования имущества и прав,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61,9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3102A3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-24,0</w:t>
            </w:r>
          </w:p>
        </w:tc>
      </w:tr>
      <w:tr w:rsidR="0056636A" w:rsidRPr="006F78DC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 w:rsidP="00277D6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99211302065100000000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 w:rsidP="005E3E9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Доходы, поступающие в порядке возмещения расходов, понесенных в связи с эксплуатацией имущества сельских поселений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 w:rsidP="0050747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50747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2,7</w:t>
            </w:r>
          </w:p>
        </w:tc>
      </w:tr>
      <w:tr w:rsidR="0056636A" w:rsidRPr="006F78DC" w:rsidTr="0080216C">
        <w:trPr>
          <w:trHeight w:val="109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13530,4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5311,1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</w:rPr>
              <w:t>39,3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987C4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</w:rPr>
              <w:t>-8219,3</w:t>
            </w:r>
          </w:p>
        </w:tc>
      </w:tr>
      <w:tr w:rsidR="0056636A" w:rsidRPr="006F78DC" w:rsidTr="006814A3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21028,1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8B66B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15270,2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3908FB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6F78DC">
              <w:rPr>
                <w:rFonts w:ascii="Times New Roman" w:hAnsi="Times New Roman"/>
                <w:b/>
                <w:color w:val="000000"/>
              </w:rPr>
              <w:t>72,6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8B66B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6F78DC">
              <w:rPr>
                <w:rFonts w:ascii="Times New Roman" w:hAnsi="Times New Roman"/>
                <w:b/>
                <w:color w:val="000000"/>
              </w:rPr>
              <w:t>-5757,9</w:t>
            </w:r>
          </w:p>
        </w:tc>
      </w:tr>
      <w:tr w:rsidR="0056636A" w:rsidRPr="006F78DC" w:rsidTr="00CA1EC2">
        <w:trPr>
          <w:trHeight w:val="131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color w:val="000000"/>
                <w:sz w:val="16"/>
                <w:szCs w:val="16"/>
              </w:rPr>
              <w:t>20215001100000150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8505,4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4256,0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BB6C34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-4249,4</w:t>
            </w:r>
          </w:p>
        </w:tc>
      </w:tr>
      <w:tr w:rsidR="0056636A" w:rsidRPr="006F78DC" w:rsidTr="006814A3">
        <w:trPr>
          <w:trHeight w:val="77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color w:val="000000"/>
                <w:sz w:val="16"/>
                <w:szCs w:val="16"/>
              </w:rPr>
              <w:t>20230024100000100</w:t>
            </w:r>
          </w:p>
          <w:p w:rsidR="0056636A" w:rsidRPr="006F78DC" w:rsidRDefault="0056636A" w:rsidP="006814A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6636A" w:rsidRPr="006F78DC" w:rsidRDefault="0056636A" w:rsidP="00360D36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56636A" w:rsidRPr="006F78DC" w:rsidTr="006814A3">
        <w:trPr>
          <w:trHeight w:val="77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 w:rsidP="00FE7056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color w:val="000000"/>
                <w:sz w:val="16"/>
                <w:szCs w:val="16"/>
              </w:rPr>
              <w:t>20235118100000100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 w:rsidP="009302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245,3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117,7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48,0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6636A" w:rsidRPr="006F78DC" w:rsidRDefault="0056636A" w:rsidP="00360D36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-127,6</w:t>
            </w:r>
          </w:p>
        </w:tc>
      </w:tr>
      <w:tr w:rsidR="0056636A" w:rsidRPr="006F78DC" w:rsidTr="006814A3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 w:rsidP="00D744A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color w:val="000000"/>
                <w:sz w:val="16"/>
                <w:szCs w:val="16"/>
              </w:rPr>
              <w:t>20229999100000100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 w:rsidP="00D744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Прочие субсидии бюджетам 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9177,8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3908F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7796,9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3908FB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-1380,9</w:t>
            </w:r>
          </w:p>
        </w:tc>
      </w:tr>
      <w:tr w:rsidR="0056636A" w:rsidRPr="006F78DC" w:rsidTr="006814A3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 w:rsidP="00D744A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78DC">
              <w:rPr>
                <w:rFonts w:ascii="Times New Roman" w:hAnsi="Times New Roman"/>
                <w:color w:val="000000"/>
                <w:sz w:val="16"/>
                <w:szCs w:val="16"/>
              </w:rPr>
              <w:t>202499991000000150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 w:rsidP="00D744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3095,8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3908F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3095,8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3908FB">
            <w:pPr>
              <w:jc w:val="right"/>
              <w:rPr>
                <w:rFonts w:ascii="Times New Roman" w:hAnsi="Times New Roman"/>
                <w:color w:val="000000"/>
              </w:rPr>
            </w:pPr>
            <w:r w:rsidRPr="006F78DC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56636A" w:rsidRPr="006F78DC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36A" w:rsidRPr="006F78DC" w:rsidRDefault="005663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78DC">
              <w:rPr>
                <w:rFonts w:ascii="Times New Roman" w:hAnsi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</w:rPr>
              <w:t>34558,5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</w:rPr>
              <w:t>20581,3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3908FB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</w:rPr>
              <w:t>59,6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36A" w:rsidRPr="006F78DC" w:rsidRDefault="0056636A" w:rsidP="00987C4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F78DC">
              <w:rPr>
                <w:rFonts w:ascii="Times New Roman" w:hAnsi="Times New Roman"/>
                <w:b/>
                <w:bCs/>
                <w:color w:val="000000"/>
              </w:rPr>
              <w:t>-13977,2</w:t>
            </w:r>
          </w:p>
        </w:tc>
      </w:tr>
    </w:tbl>
    <w:p w:rsidR="0056636A" w:rsidRPr="00273D55" w:rsidRDefault="0056636A" w:rsidP="00FB5775">
      <w:pPr>
        <w:rPr>
          <w:rFonts w:ascii="Times New Roman" w:hAnsi="Times New Roman"/>
        </w:rPr>
      </w:pPr>
    </w:p>
    <w:p w:rsidR="0056636A" w:rsidRPr="00273D55" w:rsidRDefault="0056636A" w:rsidP="00FB577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Главный</w:t>
      </w:r>
      <w:r w:rsidRPr="00273D55">
        <w:rPr>
          <w:rFonts w:ascii="Times New Roman" w:hAnsi="Times New Roman"/>
        </w:rPr>
        <w:t xml:space="preserve"> специалист администрации</w:t>
      </w:r>
    </w:p>
    <w:p w:rsidR="0056636A" w:rsidRPr="00273D55" w:rsidRDefault="0056636A" w:rsidP="00FB5775">
      <w:pPr>
        <w:spacing w:after="0" w:line="240" w:lineRule="auto"/>
        <w:rPr>
          <w:rFonts w:ascii="Times New Roman" w:hAnsi="Times New Roman"/>
        </w:rPr>
      </w:pPr>
      <w:r w:rsidRPr="00273D55">
        <w:rPr>
          <w:rFonts w:ascii="Times New Roman" w:hAnsi="Times New Roman"/>
        </w:rPr>
        <w:t>Адагумского сельского поселения</w:t>
      </w:r>
    </w:p>
    <w:p w:rsidR="0056636A" w:rsidRPr="00273D55" w:rsidRDefault="0056636A" w:rsidP="00FB5775">
      <w:pPr>
        <w:spacing w:after="0" w:line="240" w:lineRule="auto"/>
        <w:rPr>
          <w:rFonts w:ascii="Times New Roman" w:hAnsi="Times New Roman"/>
        </w:rPr>
      </w:pPr>
      <w:r w:rsidRPr="00273D55">
        <w:rPr>
          <w:rFonts w:ascii="Times New Roman" w:hAnsi="Times New Roman"/>
        </w:rPr>
        <w:t>Крымского района                                                                                                         А.В.Сех</w:t>
      </w:r>
    </w:p>
    <w:p w:rsidR="0056636A" w:rsidRPr="00273D55" w:rsidRDefault="0056636A" w:rsidP="00FB5775">
      <w:pPr>
        <w:jc w:val="center"/>
        <w:rPr>
          <w:rFonts w:ascii="Times New Roman" w:hAnsi="Times New Roman"/>
          <w:b/>
        </w:rPr>
      </w:pPr>
    </w:p>
    <w:sectPr w:rsidR="0056636A" w:rsidRPr="00273D5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5775"/>
    <w:rsid w:val="0005508E"/>
    <w:rsid w:val="00091AEA"/>
    <w:rsid w:val="0009612A"/>
    <w:rsid w:val="000A4848"/>
    <w:rsid w:val="000A6BAC"/>
    <w:rsid w:val="001015F3"/>
    <w:rsid w:val="00104008"/>
    <w:rsid w:val="00154141"/>
    <w:rsid w:val="001C1EE5"/>
    <w:rsid w:val="001D36F4"/>
    <w:rsid w:val="0020676F"/>
    <w:rsid w:val="002168BF"/>
    <w:rsid w:val="00221AFB"/>
    <w:rsid w:val="00267041"/>
    <w:rsid w:val="00273D55"/>
    <w:rsid w:val="00277D61"/>
    <w:rsid w:val="002F2BDC"/>
    <w:rsid w:val="00305E53"/>
    <w:rsid w:val="003102A3"/>
    <w:rsid w:val="00360D36"/>
    <w:rsid w:val="00367346"/>
    <w:rsid w:val="003908FB"/>
    <w:rsid w:val="003B3243"/>
    <w:rsid w:val="00414C97"/>
    <w:rsid w:val="004162A2"/>
    <w:rsid w:val="00430593"/>
    <w:rsid w:val="00442FD7"/>
    <w:rsid w:val="004603CA"/>
    <w:rsid w:val="004C009E"/>
    <w:rsid w:val="004C4DAF"/>
    <w:rsid w:val="004C7C02"/>
    <w:rsid w:val="004E0F6E"/>
    <w:rsid w:val="00507479"/>
    <w:rsid w:val="005076B1"/>
    <w:rsid w:val="005118EA"/>
    <w:rsid w:val="0056636A"/>
    <w:rsid w:val="005C725B"/>
    <w:rsid w:val="005E3855"/>
    <w:rsid w:val="005E3E96"/>
    <w:rsid w:val="005F4B42"/>
    <w:rsid w:val="00633DC7"/>
    <w:rsid w:val="006814A3"/>
    <w:rsid w:val="00697926"/>
    <w:rsid w:val="006D578E"/>
    <w:rsid w:val="006F78DC"/>
    <w:rsid w:val="00795D20"/>
    <w:rsid w:val="007B06A6"/>
    <w:rsid w:val="007B1E91"/>
    <w:rsid w:val="007B3A66"/>
    <w:rsid w:val="007E0640"/>
    <w:rsid w:val="0080216C"/>
    <w:rsid w:val="008123E0"/>
    <w:rsid w:val="008B66B9"/>
    <w:rsid w:val="00915B1A"/>
    <w:rsid w:val="00916987"/>
    <w:rsid w:val="009302FE"/>
    <w:rsid w:val="00952C1F"/>
    <w:rsid w:val="00987C49"/>
    <w:rsid w:val="00AE4BB0"/>
    <w:rsid w:val="00B6201B"/>
    <w:rsid w:val="00B64DFE"/>
    <w:rsid w:val="00B7344A"/>
    <w:rsid w:val="00B84873"/>
    <w:rsid w:val="00BB6C34"/>
    <w:rsid w:val="00BC487C"/>
    <w:rsid w:val="00C03826"/>
    <w:rsid w:val="00C34C35"/>
    <w:rsid w:val="00C54DC8"/>
    <w:rsid w:val="00C70C5B"/>
    <w:rsid w:val="00C714A9"/>
    <w:rsid w:val="00CA1EC2"/>
    <w:rsid w:val="00D421CA"/>
    <w:rsid w:val="00D73200"/>
    <w:rsid w:val="00D744A1"/>
    <w:rsid w:val="00D964D4"/>
    <w:rsid w:val="00DB2F4D"/>
    <w:rsid w:val="00DF4D6D"/>
    <w:rsid w:val="00DF7E26"/>
    <w:rsid w:val="00E174D7"/>
    <w:rsid w:val="00E91086"/>
    <w:rsid w:val="00E91E8F"/>
    <w:rsid w:val="00ED5F95"/>
    <w:rsid w:val="00EE2379"/>
    <w:rsid w:val="00EF0856"/>
    <w:rsid w:val="00EF35F7"/>
    <w:rsid w:val="00F46AC1"/>
    <w:rsid w:val="00FB5775"/>
    <w:rsid w:val="00FE7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E9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474</Words>
  <Characters>2704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               </dc:title>
  <dc:subject/>
  <dc:creator>Пользователь</dc:creator>
  <cp:keywords/>
  <dc:description/>
  <cp:lastModifiedBy>Пользователь</cp:lastModifiedBy>
  <cp:revision>2</cp:revision>
  <cp:lastPrinted>2021-07-07T12:17:00Z</cp:lastPrinted>
  <dcterms:created xsi:type="dcterms:W3CDTF">2021-07-07T12:18:00Z</dcterms:created>
  <dcterms:modified xsi:type="dcterms:W3CDTF">2021-07-07T12:18:00Z</dcterms:modified>
</cp:coreProperties>
</file>