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E3F" w:rsidRPr="009D2F86" w:rsidRDefault="00370E3F" w:rsidP="009D2F86">
      <w:pPr>
        <w:pStyle w:val="2"/>
        <w:shd w:val="clear" w:color="auto" w:fill="auto"/>
        <w:spacing w:after="0"/>
        <w:ind w:left="6600" w:right="822"/>
        <w:rPr>
          <w:sz w:val="16"/>
          <w:szCs w:val="16"/>
        </w:rPr>
      </w:pPr>
      <w:r w:rsidRPr="009D2F86">
        <w:rPr>
          <w:sz w:val="16"/>
          <w:szCs w:val="16"/>
        </w:rPr>
        <w:t>Приложение №1</w:t>
      </w:r>
      <w:r>
        <w:rPr>
          <w:sz w:val="16"/>
          <w:szCs w:val="16"/>
        </w:rPr>
        <w:t xml:space="preserve"> к </w:t>
      </w:r>
      <w:r w:rsidRPr="009D2F86">
        <w:rPr>
          <w:sz w:val="16"/>
          <w:szCs w:val="16"/>
        </w:rPr>
        <w:t>решению Совета</w:t>
      </w:r>
    </w:p>
    <w:p w:rsidR="00370E3F" w:rsidRDefault="00370E3F" w:rsidP="009D2F86">
      <w:pPr>
        <w:pStyle w:val="2"/>
        <w:shd w:val="clear" w:color="auto" w:fill="auto"/>
        <w:tabs>
          <w:tab w:val="left" w:pos="8789"/>
        </w:tabs>
        <w:spacing w:after="0" w:line="259" w:lineRule="exact"/>
        <w:ind w:left="6600" w:right="822"/>
        <w:rPr>
          <w:sz w:val="16"/>
          <w:szCs w:val="16"/>
        </w:rPr>
      </w:pPr>
      <w:r w:rsidRPr="009D2F86">
        <w:rPr>
          <w:sz w:val="16"/>
          <w:szCs w:val="16"/>
        </w:rPr>
        <w:t xml:space="preserve">Адагумского сельского поселения Крымского района № </w:t>
      </w:r>
      <w:r>
        <w:rPr>
          <w:sz w:val="16"/>
          <w:szCs w:val="16"/>
        </w:rPr>
        <w:t>65</w:t>
      </w:r>
      <w:r w:rsidRPr="009D2F86">
        <w:rPr>
          <w:sz w:val="16"/>
          <w:szCs w:val="16"/>
        </w:rPr>
        <w:t xml:space="preserve"> от </w:t>
      </w:r>
      <w:r>
        <w:rPr>
          <w:sz w:val="16"/>
          <w:szCs w:val="16"/>
        </w:rPr>
        <w:t>25</w:t>
      </w:r>
      <w:bookmarkStart w:id="0" w:name="_GoBack"/>
      <w:bookmarkEnd w:id="0"/>
      <w:r w:rsidRPr="009D2F86">
        <w:rPr>
          <w:sz w:val="16"/>
          <w:szCs w:val="16"/>
        </w:rPr>
        <w:t>.06.2021г.</w:t>
      </w:r>
    </w:p>
    <w:p w:rsidR="00370E3F" w:rsidRDefault="00370E3F" w:rsidP="009D2F86">
      <w:pPr>
        <w:pStyle w:val="2"/>
        <w:shd w:val="clear" w:color="auto" w:fill="auto"/>
        <w:tabs>
          <w:tab w:val="left" w:pos="8789"/>
        </w:tabs>
        <w:spacing w:after="0" w:line="259" w:lineRule="exact"/>
        <w:ind w:left="6600" w:right="822"/>
        <w:rPr>
          <w:sz w:val="16"/>
          <w:szCs w:val="16"/>
        </w:rPr>
      </w:pPr>
    </w:p>
    <w:p w:rsidR="00370E3F" w:rsidRDefault="00370E3F" w:rsidP="009D2F86">
      <w:pPr>
        <w:pStyle w:val="2"/>
        <w:shd w:val="clear" w:color="auto" w:fill="auto"/>
        <w:tabs>
          <w:tab w:val="left" w:pos="8789"/>
        </w:tabs>
        <w:spacing w:after="0" w:line="259" w:lineRule="exact"/>
        <w:ind w:left="6600" w:right="822"/>
        <w:rPr>
          <w:sz w:val="16"/>
          <w:szCs w:val="16"/>
        </w:rPr>
      </w:pPr>
      <w:r w:rsidRPr="009D2F86">
        <w:rPr>
          <w:sz w:val="16"/>
          <w:szCs w:val="16"/>
        </w:rPr>
        <w:t xml:space="preserve"> Приложение №3 к решению Совета</w:t>
      </w:r>
      <w:r>
        <w:rPr>
          <w:sz w:val="16"/>
          <w:szCs w:val="16"/>
        </w:rPr>
        <w:t xml:space="preserve"> </w:t>
      </w:r>
      <w:r w:rsidRPr="009D2F86">
        <w:rPr>
          <w:sz w:val="16"/>
          <w:szCs w:val="16"/>
        </w:rPr>
        <w:t xml:space="preserve">Адагумского сельского поселения Крымского района № 45 от </w:t>
      </w:r>
    </w:p>
    <w:p w:rsidR="00370E3F" w:rsidRPr="009D2F86" w:rsidRDefault="00370E3F" w:rsidP="000517D2">
      <w:pPr>
        <w:pStyle w:val="2"/>
        <w:shd w:val="clear" w:color="auto" w:fill="auto"/>
        <w:tabs>
          <w:tab w:val="left" w:pos="8789"/>
        </w:tabs>
        <w:spacing w:after="0" w:line="259" w:lineRule="exact"/>
        <w:ind w:left="6600" w:right="822"/>
        <w:rPr>
          <w:sz w:val="16"/>
          <w:szCs w:val="16"/>
        </w:rPr>
      </w:pPr>
      <w:r w:rsidRPr="009D2F86">
        <w:rPr>
          <w:sz w:val="16"/>
          <w:szCs w:val="16"/>
        </w:rPr>
        <w:t>15.12.2020г.</w:t>
      </w:r>
    </w:p>
    <w:p w:rsidR="00370E3F" w:rsidRDefault="00370E3F" w:rsidP="00135A72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2021году</w:t>
      </w:r>
    </w:p>
    <w:tbl>
      <w:tblPr>
        <w:tblW w:w="0" w:type="auto"/>
        <w:tblCellMar>
          <w:left w:w="10" w:type="dxa"/>
          <w:right w:w="10" w:type="dxa"/>
        </w:tblCellMar>
        <w:tblLook w:val="00A0"/>
      </w:tblPr>
      <w:tblGrid>
        <w:gridCol w:w="352"/>
        <w:gridCol w:w="2068"/>
        <w:gridCol w:w="6049"/>
        <w:gridCol w:w="909"/>
      </w:tblGrid>
      <w:tr w:rsidR="00370E3F" w:rsidRPr="00135A72" w:rsidTr="005555EC">
        <w:trPr>
          <w:trHeight w:hRule="exact" w:val="11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230" w:lineRule="exact"/>
              <w:ind w:left="160"/>
            </w:pPr>
            <w:r w:rsidRPr="00135A72">
              <w:rPr>
                <w:rStyle w:val="10"/>
              </w:rPr>
              <w:t>№</w:t>
            </w:r>
          </w:p>
          <w:p w:rsidR="00370E3F" w:rsidRPr="00135A72" w:rsidRDefault="00370E3F" w:rsidP="00135A72">
            <w:pPr>
              <w:pStyle w:val="2"/>
              <w:shd w:val="clear" w:color="auto" w:fill="auto"/>
              <w:spacing w:after="0" w:line="230" w:lineRule="exact"/>
              <w:ind w:left="160"/>
            </w:pPr>
            <w:r w:rsidRPr="00135A72">
              <w:rPr>
                <w:rStyle w:val="a2"/>
              </w:rPr>
              <w:t>п/</w:t>
            </w:r>
          </w:p>
          <w:p w:rsidR="00370E3F" w:rsidRPr="00135A72" w:rsidRDefault="00370E3F" w:rsidP="00135A72">
            <w:pPr>
              <w:pStyle w:val="2"/>
              <w:shd w:val="clear" w:color="auto" w:fill="auto"/>
              <w:spacing w:after="0" w:line="230" w:lineRule="exact"/>
              <w:ind w:left="160"/>
            </w:pPr>
            <w:r w:rsidRPr="00135A72">
              <w:rPr>
                <w:rStyle w:val="a2"/>
              </w:rPr>
              <w:t>п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a2"/>
              </w:rPr>
              <w:t>код бюджетной классификации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jc w:val="center"/>
            </w:pPr>
            <w:r w:rsidRPr="00135A72">
              <w:rPr>
                <w:rStyle w:val="a2"/>
              </w:rPr>
              <w:t>Наименование дохода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230" w:lineRule="exact"/>
              <w:ind w:left="360"/>
            </w:pPr>
            <w:r w:rsidRPr="00135A72">
              <w:rPr>
                <w:rStyle w:val="a2"/>
              </w:rPr>
              <w:t>План 2021 г.</w:t>
            </w:r>
          </w:p>
        </w:tc>
      </w:tr>
      <w:tr w:rsidR="00370E3F" w:rsidRPr="00135A72" w:rsidTr="005555EC">
        <w:trPr>
          <w:trHeight w:hRule="exact" w:val="3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220" w:lineRule="exact"/>
              <w:ind w:left="160"/>
            </w:pPr>
            <w:r w:rsidRPr="00135A72">
              <w:rPr>
                <w:rStyle w:val="CourierNew"/>
                <w:rFonts w:ascii="Times New Roman" w:hAnsi="Times New Roman" w:cs="Times New Roman"/>
              </w:rPr>
              <w:t>1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a2"/>
              </w:rPr>
              <w:t>100 00000 00 0000 000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a2"/>
              </w:rPr>
              <w:t>Налоговые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a2"/>
              </w:rPr>
              <w:t>13360,4</w:t>
            </w:r>
          </w:p>
        </w:tc>
      </w:tr>
      <w:tr w:rsidR="00370E3F" w:rsidRPr="00135A72" w:rsidTr="005555EC">
        <w:trPr>
          <w:trHeight w:hRule="exact" w:val="9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3F" w:rsidRPr="00135A72" w:rsidRDefault="00370E3F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0"/>
              </w:rPr>
            </w:pPr>
            <w:r w:rsidRPr="00135A72">
              <w:rPr>
                <w:rStyle w:val="10"/>
              </w:rPr>
              <w:t>101 02010 01 0000 110</w:t>
            </w:r>
          </w:p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0"/>
              </w:rPr>
            </w:pPr>
            <w:r w:rsidRPr="00135A72">
              <w:rPr>
                <w:rStyle w:val="10"/>
              </w:rPr>
              <w:t>101 02020 01 0000 110</w:t>
            </w:r>
          </w:p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0"/>
              </w:rPr>
            </w:pPr>
            <w:r w:rsidRPr="00135A72">
              <w:rPr>
                <w:rStyle w:val="10"/>
              </w:rPr>
              <w:t>101 02030 01 0000 110</w:t>
            </w:r>
          </w:p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0"/>
              </w:rPr>
            </w:pPr>
            <w:r w:rsidRPr="00135A72">
              <w:rPr>
                <w:rStyle w:val="10"/>
              </w:rPr>
              <w:t>101 02040 01 0000 110</w:t>
            </w:r>
          </w:p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0"/>
              </w:rPr>
              <w:t>Налог на доходы физических лиц*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0"/>
              </w:rPr>
              <w:t>2020,0</w:t>
            </w:r>
          </w:p>
        </w:tc>
      </w:tr>
      <w:tr w:rsidR="00370E3F" w:rsidRPr="00135A72" w:rsidTr="005555EC">
        <w:trPr>
          <w:trHeight w:hRule="exact" w:val="8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3F" w:rsidRPr="00135A72" w:rsidRDefault="00370E3F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0"/>
              </w:rPr>
            </w:pPr>
            <w:r w:rsidRPr="00135A72">
              <w:rPr>
                <w:rStyle w:val="10"/>
              </w:rPr>
              <w:t>103 02231 01 0000 110</w:t>
            </w:r>
          </w:p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t>103 02241 01 0000 110</w:t>
            </w:r>
          </w:p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t>103 02251 01 0000 110</w:t>
            </w:r>
          </w:p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t>103 02261 01 0000 110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230" w:lineRule="exact"/>
              <w:ind w:left="120"/>
            </w:pPr>
            <w:r w:rsidRPr="00135A72">
              <w:rPr>
                <w:rStyle w:val="1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0"/>
              </w:rPr>
              <w:t>4860,4</w:t>
            </w:r>
          </w:p>
        </w:tc>
      </w:tr>
      <w:tr w:rsidR="00370E3F" w:rsidRPr="00135A72" w:rsidTr="005555EC">
        <w:trPr>
          <w:trHeight w:hRule="exact"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3F" w:rsidRPr="00135A72" w:rsidRDefault="00370E3F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10"/>
              </w:rPr>
              <w:t>105 03010 01 0000 110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0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0"/>
              </w:rPr>
              <w:t>1400,0</w:t>
            </w:r>
          </w:p>
        </w:tc>
      </w:tr>
      <w:tr w:rsidR="00370E3F" w:rsidRPr="00135A72" w:rsidTr="005555EC">
        <w:trPr>
          <w:trHeight w:hRule="exact" w:val="2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3F" w:rsidRPr="00135A72" w:rsidRDefault="00370E3F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10"/>
              </w:rPr>
              <w:t>106 01030 10 0000 110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0"/>
              </w:rPr>
              <w:t>Налог на имущество физических лиц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0"/>
              </w:rPr>
              <w:t>1180,0</w:t>
            </w:r>
          </w:p>
        </w:tc>
      </w:tr>
      <w:tr w:rsidR="00370E3F" w:rsidRPr="00135A72" w:rsidTr="005555EC">
        <w:trPr>
          <w:trHeight w:hRule="exact" w:val="5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3F" w:rsidRPr="00135A72" w:rsidRDefault="00370E3F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0"/>
              </w:rPr>
            </w:pPr>
            <w:r w:rsidRPr="00135A72">
              <w:rPr>
                <w:rStyle w:val="10"/>
              </w:rPr>
              <w:t>106 06033 10 0000 110</w:t>
            </w:r>
          </w:p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t>106 06043 10 0000 1 10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0"/>
              </w:rPr>
              <w:t>Земельный налог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0"/>
              </w:rPr>
              <w:t>3900,0</w:t>
            </w:r>
          </w:p>
        </w:tc>
      </w:tr>
      <w:tr w:rsidR="00370E3F" w:rsidRPr="00135A72" w:rsidTr="005555EC">
        <w:trPr>
          <w:trHeight w:hRule="exact"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220" w:lineRule="exact"/>
              <w:ind w:left="160"/>
            </w:pPr>
            <w:r w:rsidRPr="00135A72">
              <w:rPr>
                <w:rStyle w:val="CourierNew"/>
                <w:rFonts w:ascii="Times New Roman" w:hAnsi="Times New Roman" w:cs="Times New Roman"/>
              </w:rPr>
              <w:t>2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a2"/>
              </w:rPr>
              <w:t>100 00000 00 0000 000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a2"/>
              </w:rPr>
              <w:t>Неналоговые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a2"/>
              </w:rPr>
              <w:t>170,0</w:t>
            </w:r>
          </w:p>
        </w:tc>
      </w:tr>
      <w:tr w:rsidR="00370E3F" w:rsidRPr="00135A72" w:rsidTr="005555EC">
        <w:trPr>
          <w:trHeight w:hRule="exact" w:val="1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3F" w:rsidRPr="00135A72" w:rsidRDefault="00370E3F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10"/>
              </w:rPr>
              <w:t>111 05035 10 0000 120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226" w:lineRule="exact"/>
              <w:ind w:left="120"/>
            </w:pPr>
            <w:r w:rsidRPr="00135A72">
              <w:rPr>
                <w:rStyle w:val="1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0"/>
              </w:rPr>
              <w:t>27,0</w:t>
            </w:r>
          </w:p>
        </w:tc>
      </w:tr>
      <w:tr w:rsidR="00370E3F" w:rsidRPr="00135A72" w:rsidTr="005555EC">
        <w:trPr>
          <w:trHeight w:hRule="exact" w:val="9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3F" w:rsidRPr="00135A72" w:rsidRDefault="00370E3F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40"/>
              <w:rPr>
                <w:rStyle w:val="10"/>
              </w:rPr>
            </w:pPr>
            <w:r w:rsidRPr="00135A72">
              <w:rPr>
                <w:rStyle w:val="10"/>
              </w:rPr>
              <w:t>111 05075 10 0000 120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226" w:lineRule="exact"/>
              <w:ind w:left="120"/>
              <w:rPr>
                <w:rStyle w:val="10"/>
              </w:rPr>
            </w:pPr>
            <w:r w:rsidRPr="00135A72">
              <w:rPr>
                <w:rStyle w:val="1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rStyle w:val="10"/>
              </w:rPr>
            </w:pPr>
            <w:r w:rsidRPr="00135A72">
              <w:rPr>
                <w:rStyle w:val="10"/>
              </w:rPr>
              <w:t>77,0</w:t>
            </w:r>
          </w:p>
        </w:tc>
      </w:tr>
      <w:tr w:rsidR="00370E3F" w:rsidRPr="00135A72" w:rsidTr="005555EC">
        <w:trPr>
          <w:trHeight w:hRule="exact" w:val="16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3F" w:rsidRPr="00135A72" w:rsidRDefault="00370E3F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10"/>
              </w:rPr>
              <w:t>111 09080 10 0000 120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226" w:lineRule="exact"/>
              <w:ind w:left="120"/>
            </w:pPr>
            <w:r w:rsidRPr="00135A72">
              <w:rPr>
                <w:rStyle w:val="1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0"/>
              </w:rPr>
              <w:t>63,0</w:t>
            </w:r>
          </w:p>
        </w:tc>
      </w:tr>
      <w:tr w:rsidR="00370E3F" w:rsidRPr="00135A72" w:rsidTr="005555EC">
        <w:trPr>
          <w:trHeight w:hRule="exact"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3F" w:rsidRPr="00135A72" w:rsidRDefault="00370E3F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40"/>
            </w:pPr>
            <w:r w:rsidRPr="00135A72">
              <w:rPr>
                <w:rStyle w:val="10"/>
              </w:rPr>
              <w:t>116 10123 01 0000 140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0"/>
              </w:rPr>
              <w:t>Штрафы, санкции, возмещение ущерба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0"/>
              </w:rPr>
              <w:t>3,0</w:t>
            </w:r>
          </w:p>
        </w:tc>
      </w:tr>
      <w:tr w:rsidR="00370E3F" w:rsidRPr="00135A72" w:rsidTr="00135A72">
        <w:trPr>
          <w:trHeight w:hRule="exact"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3F" w:rsidRPr="00135A72" w:rsidRDefault="00370E3F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220" w:lineRule="exact"/>
              <w:ind w:left="120"/>
            </w:pPr>
            <w:r w:rsidRPr="00135A72">
              <w:rPr>
                <w:rStyle w:val="CourierNew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a2"/>
              </w:rPr>
              <w:t>13530,4</w:t>
            </w:r>
          </w:p>
        </w:tc>
      </w:tr>
      <w:tr w:rsidR="00370E3F" w:rsidRPr="00135A72" w:rsidTr="005555EC">
        <w:trPr>
          <w:trHeight w:hRule="exact" w:val="3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60"/>
            </w:pPr>
            <w:r w:rsidRPr="00135A72">
              <w:rPr>
                <w:rStyle w:val="a2"/>
              </w:rPr>
              <w:t>2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a2"/>
              </w:rPr>
              <w:t>200 00000 00 0000 000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a2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a2"/>
              </w:rPr>
              <w:t>21028,1</w:t>
            </w:r>
          </w:p>
        </w:tc>
      </w:tr>
      <w:tr w:rsidR="00370E3F" w:rsidRPr="00135A72" w:rsidTr="005555EC">
        <w:trPr>
          <w:trHeight w:hRule="exact" w:val="9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3F" w:rsidRPr="00135A72" w:rsidRDefault="00370E3F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a2"/>
              </w:rPr>
              <w:t>20200000000000000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226" w:lineRule="exact"/>
              <w:ind w:left="120"/>
            </w:pPr>
            <w:r w:rsidRPr="00135A72">
              <w:rPr>
                <w:rStyle w:val="a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a2"/>
              </w:rPr>
              <w:t>21028,1</w:t>
            </w:r>
          </w:p>
        </w:tc>
      </w:tr>
      <w:tr w:rsidR="00370E3F" w:rsidRPr="00135A72" w:rsidTr="005555EC">
        <w:trPr>
          <w:trHeight w:hRule="exact" w:val="8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3F" w:rsidRPr="00135A72" w:rsidRDefault="00370E3F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0"/>
              </w:rPr>
              <w:t>202 15001 10 0000 150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226" w:lineRule="exact"/>
              <w:ind w:left="120"/>
            </w:pPr>
            <w:r w:rsidRPr="00135A72">
              <w:rPr>
                <w:rStyle w:val="1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0"/>
              </w:rPr>
              <w:t>8505,4</w:t>
            </w:r>
          </w:p>
        </w:tc>
      </w:tr>
      <w:tr w:rsidR="00370E3F" w:rsidRPr="00135A72" w:rsidTr="005555EC">
        <w:trPr>
          <w:trHeight w:hRule="exact" w:val="6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3F" w:rsidRPr="00135A72" w:rsidRDefault="00370E3F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0"/>
              </w:rPr>
              <w:t>202 29999 10 0000 150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226" w:lineRule="exact"/>
              <w:ind w:left="120"/>
            </w:pPr>
            <w:r w:rsidRPr="00135A72">
              <w:rPr>
                <w:rStyle w:val="10"/>
              </w:rPr>
              <w:t>Прочие субсидии бюджетам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0"/>
              </w:rPr>
              <w:t>9177,8</w:t>
            </w:r>
          </w:p>
        </w:tc>
      </w:tr>
      <w:tr w:rsidR="00370E3F" w:rsidRPr="00135A72" w:rsidTr="005555EC">
        <w:trPr>
          <w:trHeight w:hRule="exact" w:val="4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3F" w:rsidRPr="00135A72" w:rsidRDefault="00370E3F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20"/>
            </w:pPr>
            <w:r w:rsidRPr="00135A72">
              <w:rPr>
                <w:rStyle w:val="10"/>
              </w:rPr>
              <w:t>202 30024 10 0000 150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226" w:lineRule="exact"/>
              <w:ind w:left="120"/>
            </w:pPr>
            <w:r w:rsidRPr="00135A72">
              <w:rPr>
                <w:rStyle w:val="1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10"/>
              </w:rPr>
              <w:t>3,8</w:t>
            </w:r>
          </w:p>
        </w:tc>
      </w:tr>
      <w:tr w:rsidR="00370E3F" w:rsidRPr="00135A72" w:rsidTr="005555EC">
        <w:trPr>
          <w:trHeight w:hRule="exact" w:val="4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3F" w:rsidRPr="00135A72" w:rsidRDefault="00370E3F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20"/>
              <w:rPr>
                <w:rStyle w:val="10"/>
              </w:rPr>
            </w:pPr>
            <w:r w:rsidRPr="00135A72">
              <w:rPr>
                <w:rStyle w:val="10"/>
              </w:rPr>
              <w:t>202 35118 10 0000 150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226" w:lineRule="exact"/>
              <w:ind w:left="120"/>
              <w:rPr>
                <w:rStyle w:val="10"/>
              </w:rPr>
            </w:pPr>
            <w:r w:rsidRPr="00135A72">
              <w:rPr>
                <w:rStyle w:val="1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rStyle w:val="10"/>
              </w:rPr>
            </w:pPr>
            <w:r w:rsidRPr="00135A72">
              <w:rPr>
                <w:rStyle w:val="10"/>
              </w:rPr>
              <w:t>245,3</w:t>
            </w:r>
          </w:p>
        </w:tc>
      </w:tr>
      <w:tr w:rsidR="00370E3F" w:rsidRPr="00135A72" w:rsidTr="005555EC">
        <w:trPr>
          <w:trHeight w:hRule="exact" w:val="4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E3F" w:rsidRPr="00135A72" w:rsidRDefault="00370E3F" w:rsidP="00135A7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20"/>
              <w:rPr>
                <w:rStyle w:val="10"/>
              </w:rPr>
            </w:pPr>
            <w:r w:rsidRPr="00135A72">
              <w:rPr>
                <w:rStyle w:val="10"/>
              </w:rPr>
              <w:t>202 49999 10 0000 150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226" w:lineRule="exact"/>
              <w:ind w:left="120"/>
              <w:rPr>
                <w:rStyle w:val="10"/>
              </w:rPr>
            </w:pPr>
            <w:r w:rsidRPr="00135A72">
              <w:rPr>
                <w:rStyle w:val="1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  <w:rPr>
                <w:rStyle w:val="10"/>
              </w:rPr>
            </w:pPr>
            <w:r w:rsidRPr="00135A72">
              <w:rPr>
                <w:rStyle w:val="10"/>
              </w:rPr>
              <w:t>3095,8</w:t>
            </w:r>
          </w:p>
        </w:tc>
      </w:tr>
      <w:tr w:rsidR="00370E3F" w:rsidRPr="00135A72" w:rsidTr="00135A72">
        <w:trPr>
          <w:trHeight w:hRule="exact"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left="160"/>
            </w:pPr>
            <w:r w:rsidRPr="00135A72">
              <w:rPr>
                <w:rStyle w:val="a2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220" w:lineRule="exact"/>
              <w:ind w:left="120"/>
            </w:pPr>
            <w:r w:rsidRPr="00135A72">
              <w:rPr>
                <w:rStyle w:val="CourierNew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0E3F" w:rsidRPr="00135A72" w:rsidRDefault="00370E3F" w:rsidP="00135A72">
            <w:pPr>
              <w:pStyle w:val="2"/>
              <w:shd w:val="clear" w:color="auto" w:fill="auto"/>
              <w:spacing w:after="0" w:line="180" w:lineRule="exact"/>
              <w:ind w:right="120"/>
              <w:jc w:val="right"/>
            </w:pPr>
            <w:r w:rsidRPr="00135A72">
              <w:rPr>
                <w:rStyle w:val="a2"/>
              </w:rPr>
              <w:t>34558,5</w:t>
            </w:r>
          </w:p>
        </w:tc>
      </w:tr>
    </w:tbl>
    <w:p w:rsidR="00370E3F" w:rsidRDefault="00370E3F" w:rsidP="00135A72">
      <w:pPr>
        <w:pStyle w:val="21"/>
        <w:shd w:val="clear" w:color="auto" w:fill="auto"/>
        <w:spacing w:before="0" w:after="264" w:line="180" w:lineRule="exact"/>
        <w:ind w:left="180"/>
      </w:pPr>
    </w:p>
    <w:p w:rsidR="00370E3F" w:rsidRPr="00461DF4" w:rsidRDefault="00370E3F">
      <w:pPr>
        <w:rPr>
          <w:rFonts w:ascii="Times New Roman" w:hAnsi="Times New Roman" w:cs="Times New Roman"/>
          <w:sz w:val="2"/>
          <w:szCs w:val="2"/>
        </w:rPr>
      </w:pPr>
    </w:p>
    <w:p w:rsidR="00370E3F" w:rsidRDefault="00370E3F">
      <w:pPr>
        <w:rPr>
          <w:rFonts w:ascii="Times New Roman" w:hAnsi="Times New Roman" w:cs="Times New Roman"/>
          <w:sz w:val="2"/>
          <w:szCs w:val="2"/>
        </w:rPr>
      </w:pPr>
    </w:p>
    <w:p w:rsidR="00370E3F" w:rsidRDefault="00370E3F">
      <w:pPr>
        <w:rPr>
          <w:rFonts w:ascii="Times New Roman" w:hAnsi="Times New Roman" w:cs="Times New Roman"/>
          <w:sz w:val="2"/>
          <w:szCs w:val="2"/>
        </w:rPr>
      </w:pPr>
    </w:p>
    <w:p w:rsidR="00370E3F" w:rsidRDefault="00370E3F">
      <w:pPr>
        <w:rPr>
          <w:rFonts w:ascii="Times New Roman" w:hAnsi="Times New Roman" w:cs="Times New Roman"/>
          <w:sz w:val="2"/>
          <w:szCs w:val="2"/>
        </w:rPr>
      </w:pPr>
    </w:p>
    <w:p w:rsidR="00370E3F" w:rsidRDefault="00370E3F">
      <w:pPr>
        <w:rPr>
          <w:rFonts w:ascii="Times New Roman" w:hAnsi="Times New Roman" w:cs="Times New Roman"/>
          <w:sz w:val="2"/>
          <w:szCs w:val="2"/>
        </w:rPr>
      </w:pPr>
    </w:p>
    <w:p w:rsidR="00370E3F" w:rsidRDefault="00370E3F">
      <w:pPr>
        <w:rPr>
          <w:rFonts w:ascii="Times New Roman" w:hAnsi="Times New Roman" w:cs="Times New Roman"/>
          <w:sz w:val="2"/>
          <w:szCs w:val="2"/>
        </w:rPr>
      </w:pPr>
    </w:p>
    <w:p w:rsidR="00370E3F" w:rsidRPr="009D2F86" w:rsidRDefault="00370E3F" w:rsidP="00311C99">
      <w:pPr>
        <w:rPr>
          <w:rFonts w:ascii="Times New Roman" w:hAnsi="Times New Roman" w:cs="Times New Roman"/>
          <w:sz w:val="20"/>
          <w:szCs w:val="20"/>
        </w:rPr>
      </w:pPr>
      <w:r w:rsidRPr="009D2F86">
        <w:rPr>
          <w:rFonts w:ascii="Times New Roman" w:hAnsi="Times New Roman" w:cs="Times New Roman"/>
          <w:sz w:val="20"/>
          <w:szCs w:val="20"/>
        </w:rPr>
        <w:t>Главный специалист администрации</w:t>
      </w:r>
    </w:p>
    <w:p w:rsidR="00370E3F" w:rsidRPr="009D2F86" w:rsidRDefault="00370E3F" w:rsidP="00311C99">
      <w:pPr>
        <w:rPr>
          <w:rFonts w:ascii="Times New Roman" w:hAnsi="Times New Roman" w:cs="Times New Roman"/>
          <w:sz w:val="20"/>
          <w:szCs w:val="20"/>
        </w:rPr>
      </w:pPr>
      <w:r w:rsidRPr="009D2F86">
        <w:rPr>
          <w:rFonts w:ascii="Times New Roman" w:hAnsi="Times New Roman" w:cs="Times New Roman"/>
          <w:sz w:val="20"/>
          <w:szCs w:val="20"/>
        </w:rPr>
        <w:t xml:space="preserve">Адагумского сельского поселения </w:t>
      </w:r>
    </w:p>
    <w:p w:rsidR="00370E3F" w:rsidRPr="009D2F86" w:rsidRDefault="00370E3F" w:rsidP="00311C99">
      <w:pPr>
        <w:rPr>
          <w:rFonts w:ascii="Times New Roman" w:hAnsi="Times New Roman" w:cs="Times New Roman"/>
          <w:sz w:val="20"/>
          <w:szCs w:val="20"/>
        </w:rPr>
      </w:pPr>
      <w:r w:rsidRPr="009D2F86">
        <w:rPr>
          <w:rFonts w:ascii="Times New Roman" w:hAnsi="Times New Roman" w:cs="Times New Roman"/>
          <w:sz w:val="20"/>
          <w:szCs w:val="20"/>
        </w:rPr>
        <w:t xml:space="preserve">Крымского района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9D2F86">
        <w:rPr>
          <w:rFonts w:ascii="Times New Roman" w:hAnsi="Times New Roman" w:cs="Times New Roman"/>
          <w:sz w:val="20"/>
          <w:szCs w:val="20"/>
        </w:rPr>
        <w:t xml:space="preserve">  А.В.Сех</w:t>
      </w:r>
    </w:p>
    <w:sectPr w:rsidR="00370E3F" w:rsidRPr="009D2F86" w:rsidSect="00135A72">
      <w:pgSz w:w="11909" w:h="16838"/>
      <w:pgMar w:top="1134" w:right="850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E3F" w:rsidRDefault="00370E3F">
      <w:r>
        <w:separator/>
      </w:r>
    </w:p>
  </w:endnote>
  <w:endnote w:type="continuationSeparator" w:id="0">
    <w:p w:rsidR="00370E3F" w:rsidRDefault="00370E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E3F" w:rsidRDefault="00370E3F"/>
  </w:footnote>
  <w:footnote w:type="continuationSeparator" w:id="0">
    <w:p w:rsidR="00370E3F" w:rsidRDefault="00370E3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9A6"/>
    <w:rsid w:val="000517D2"/>
    <w:rsid w:val="00092F7B"/>
    <w:rsid w:val="000B67E8"/>
    <w:rsid w:val="000F1664"/>
    <w:rsid w:val="001055D9"/>
    <w:rsid w:val="00135A72"/>
    <w:rsid w:val="00171FC1"/>
    <w:rsid w:val="001B7DE3"/>
    <w:rsid w:val="001D3073"/>
    <w:rsid w:val="00311C99"/>
    <w:rsid w:val="00341186"/>
    <w:rsid w:val="00370E3F"/>
    <w:rsid w:val="003715C3"/>
    <w:rsid w:val="00416A79"/>
    <w:rsid w:val="004570E5"/>
    <w:rsid w:val="00461DF4"/>
    <w:rsid w:val="004909A6"/>
    <w:rsid w:val="0054476A"/>
    <w:rsid w:val="005555EC"/>
    <w:rsid w:val="005B5C3C"/>
    <w:rsid w:val="006D10B5"/>
    <w:rsid w:val="007E51C9"/>
    <w:rsid w:val="00894289"/>
    <w:rsid w:val="0095373D"/>
    <w:rsid w:val="009D2F86"/>
    <w:rsid w:val="00A422D3"/>
    <w:rsid w:val="00BD431B"/>
    <w:rsid w:val="00C40F5D"/>
    <w:rsid w:val="00C57F8E"/>
    <w:rsid w:val="00C824E4"/>
    <w:rsid w:val="00C925A4"/>
    <w:rsid w:val="00EE600F"/>
    <w:rsid w:val="00F12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C3C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B5C3C"/>
    <w:rPr>
      <w:rFonts w:cs="Times New Roman"/>
      <w:color w:val="0066CC"/>
      <w:u w:val="single"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5B5C3C"/>
    <w:rPr>
      <w:rFonts w:ascii="Times New Roman" w:hAnsi="Times New Roman" w:cs="Times New Roman"/>
      <w:sz w:val="18"/>
      <w:szCs w:val="18"/>
      <w:u w:val="none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B5C3C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a0">
    <w:name w:val="Подпись к таблице_"/>
    <w:basedOn w:val="DefaultParagraphFont"/>
    <w:link w:val="1"/>
    <w:uiPriority w:val="99"/>
    <w:locked/>
    <w:rsid w:val="005B5C3C"/>
    <w:rPr>
      <w:rFonts w:ascii="Times New Roman" w:hAnsi="Times New Roman" w:cs="Times New Roman"/>
      <w:sz w:val="18"/>
      <w:szCs w:val="18"/>
      <w:u w:val="none"/>
    </w:rPr>
  </w:style>
  <w:style w:type="character" w:customStyle="1" w:styleId="a1">
    <w:name w:val="Подпись к таблице"/>
    <w:basedOn w:val="a0"/>
    <w:uiPriority w:val="99"/>
    <w:rsid w:val="005B5C3C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10">
    <w:name w:val="Основной текст1"/>
    <w:basedOn w:val="a"/>
    <w:uiPriority w:val="99"/>
    <w:rsid w:val="005B5C3C"/>
    <w:rPr>
      <w:color w:val="000000"/>
      <w:spacing w:val="0"/>
      <w:w w:val="100"/>
      <w:position w:val="0"/>
      <w:lang w:val="ru-RU" w:eastAsia="ru-RU"/>
    </w:rPr>
  </w:style>
  <w:style w:type="character" w:customStyle="1" w:styleId="a2">
    <w:name w:val="Основной текст + Полужирный"/>
    <w:basedOn w:val="a"/>
    <w:uiPriority w:val="99"/>
    <w:rsid w:val="005B5C3C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CourierNew">
    <w:name w:val="Основной текст + Courier New"/>
    <w:aliases w:val="11 pt,Полужирный"/>
    <w:basedOn w:val="a"/>
    <w:uiPriority w:val="99"/>
    <w:rsid w:val="005B5C3C"/>
    <w:rPr>
      <w:rFonts w:ascii="Courier New" w:eastAsia="Times New Roman" w:hAnsi="Courier New" w:cs="Courier New"/>
      <w:b/>
      <w:bCs/>
      <w:color w:val="000000"/>
      <w:spacing w:val="0"/>
      <w:w w:val="100"/>
      <w:position w:val="0"/>
      <w:sz w:val="22"/>
      <w:szCs w:val="22"/>
      <w:lang w:val="ru-RU" w:eastAsia="ru-RU"/>
    </w:rPr>
  </w:style>
  <w:style w:type="paragraph" w:customStyle="1" w:styleId="2">
    <w:name w:val="Основной текст2"/>
    <w:basedOn w:val="Normal"/>
    <w:link w:val="a"/>
    <w:uiPriority w:val="99"/>
    <w:rsid w:val="005B5C3C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B5C3C"/>
    <w:pPr>
      <w:shd w:val="clear" w:color="auto" w:fill="FFFFFF"/>
      <w:spacing w:before="300" w:after="300" w:line="24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">
    <w:name w:val="Подпись к таблице1"/>
    <w:basedOn w:val="Normal"/>
    <w:link w:val="a0"/>
    <w:uiPriority w:val="99"/>
    <w:rsid w:val="005B5C3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99"/>
    <w:rsid w:val="00135A7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428</Words>
  <Characters>2441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решению Совета</dc:title>
  <dc:subject/>
  <dc:creator>Пользователь</dc:creator>
  <cp:keywords/>
  <dc:description/>
  <cp:lastModifiedBy>Пользователь</cp:lastModifiedBy>
  <cp:revision>2</cp:revision>
  <cp:lastPrinted>2021-06-21T12:18:00Z</cp:lastPrinted>
  <dcterms:created xsi:type="dcterms:W3CDTF">2021-06-21T12:19:00Z</dcterms:created>
  <dcterms:modified xsi:type="dcterms:W3CDTF">2021-06-21T12:19:00Z</dcterms:modified>
</cp:coreProperties>
</file>