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214" w:rsidRDefault="00FD6214" w:rsidP="006814A3">
      <w:pPr>
        <w:spacing w:after="0" w:line="240" w:lineRule="auto"/>
        <w:ind w:left="5387"/>
        <w:contextualSpacing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273D55">
        <w:rPr>
          <w:rFonts w:ascii="Times New Roman" w:hAnsi="Times New Roman"/>
          <w:b/>
          <w:bCs/>
          <w:color w:val="000000"/>
          <w:sz w:val="20"/>
          <w:szCs w:val="20"/>
        </w:rPr>
        <w:t>Приложение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  <w:r w:rsidRPr="00273D55">
        <w:rPr>
          <w:rFonts w:ascii="Times New Roman" w:hAnsi="Times New Roman"/>
          <w:b/>
          <w:bCs/>
          <w:color w:val="000000"/>
          <w:sz w:val="20"/>
          <w:szCs w:val="20"/>
        </w:rPr>
        <w:t>1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               </w:t>
      </w:r>
    </w:p>
    <w:p w:rsidR="00FD6214" w:rsidRPr="00273D55" w:rsidRDefault="00FD6214" w:rsidP="006814A3">
      <w:pPr>
        <w:spacing w:after="0" w:line="240" w:lineRule="auto"/>
        <w:ind w:left="5387"/>
        <w:contextualSpacing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273D55">
        <w:rPr>
          <w:rFonts w:ascii="Times New Roman" w:hAnsi="Times New Roman"/>
          <w:b/>
          <w:bCs/>
          <w:color w:val="000000"/>
          <w:sz w:val="20"/>
          <w:szCs w:val="20"/>
        </w:rPr>
        <w:t>к Постановлению Адагумского</w:t>
      </w:r>
    </w:p>
    <w:p w:rsidR="00FD6214" w:rsidRPr="00273D55" w:rsidRDefault="00FD6214" w:rsidP="006814A3">
      <w:pPr>
        <w:spacing w:after="0" w:line="240" w:lineRule="auto"/>
        <w:ind w:left="5387"/>
        <w:contextualSpacing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273D55">
        <w:rPr>
          <w:rFonts w:ascii="Times New Roman" w:hAnsi="Times New Roman"/>
          <w:b/>
          <w:bCs/>
          <w:color w:val="000000"/>
          <w:sz w:val="20"/>
          <w:szCs w:val="20"/>
        </w:rPr>
        <w:t>сельского поселения Крымского района</w:t>
      </w:r>
    </w:p>
    <w:p w:rsidR="00FD6214" w:rsidRDefault="00FD6214" w:rsidP="006814A3">
      <w:pPr>
        <w:spacing w:line="240" w:lineRule="auto"/>
        <w:ind w:left="5387"/>
        <w:contextualSpacing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273D55">
        <w:rPr>
          <w:rFonts w:ascii="Times New Roman" w:hAnsi="Times New Roman"/>
          <w:b/>
          <w:bCs/>
          <w:color w:val="000000"/>
          <w:sz w:val="20"/>
          <w:szCs w:val="20"/>
        </w:rPr>
        <w:t xml:space="preserve">от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13</w:t>
      </w:r>
      <w:r w:rsidRPr="00273D55">
        <w:rPr>
          <w:rFonts w:ascii="Times New Roman" w:hAnsi="Times New Roman"/>
          <w:b/>
          <w:bCs/>
          <w:color w:val="000000"/>
          <w:sz w:val="20"/>
          <w:szCs w:val="20"/>
        </w:rPr>
        <w:t>.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04</w:t>
      </w:r>
      <w:r w:rsidRPr="00273D55">
        <w:rPr>
          <w:rFonts w:ascii="Times New Roman" w:hAnsi="Times New Roman"/>
          <w:b/>
          <w:bCs/>
          <w:color w:val="000000"/>
          <w:sz w:val="20"/>
          <w:szCs w:val="20"/>
        </w:rPr>
        <w:t>.202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</w:t>
      </w:r>
      <w:r w:rsidRPr="00273D55">
        <w:rPr>
          <w:rFonts w:ascii="Times New Roman" w:hAnsi="Times New Roman"/>
          <w:b/>
          <w:bCs/>
          <w:color w:val="000000"/>
          <w:sz w:val="20"/>
          <w:szCs w:val="20"/>
        </w:rPr>
        <w:t xml:space="preserve"> г. №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92</w:t>
      </w:r>
      <w:bookmarkStart w:id="0" w:name="_GoBack"/>
      <w:bookmarkEnd w:id="0"/>
    </w:p>
    <w:p w:rsidR="00FD6214" w:rsidRPr="00273D55" w:rsidRDefault="00FD6214" w:rsidP="006814A3">
      <w:pPr>
        <w:spacing w:line="240" w:lineRule="auto"/>
        <w:ind w:left="5387"/>
        <w:contextualSpacing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</w:p>
    <w:p w:rsidR="00FD6214" w:rsidRPr="00273D55" w:rsidRDefault="00FD6214" w:rsidP="007B06A6">
      <w:pPr>
        <w:rPr>
          <w:rFonts w:ascii="Times New Roman" w:hAnsi="Times New Roman"/>
          <w:b/>
        </w:rPr>
      </w:pPr>
      <w:r w:rsidRPr="00273D55">
        <w:rPr>
          <w:rFonts w:ascii="Times New Roman" w:hAnsi="Times New Roman"/>
          <w:b/>
          <w:bCs/>
          <w:color w:val="000000"/>
          <w:sz w:val="20"/>
          <w:szCs w:val="20"/>
        </w:rPr>
        <w:t xml:space="preserve">                   </w:t>
      </w:r>
      <w:r w:rsidRPr="00273D55">
        <w:rPr>
          <w:rFonts w:ascii="Times New Roman" w:hAnsi="Times New Roman"/>
          <w:b/>
        </w:rPr>
        <w:t>Исполнение бюджета  Адагумского сельского поселения Крымского района</w:t>
      </w:r>
    </w:p>
    <w:p w:rsidR="00FD6214" w:rsidRPr="00273D55" w:rsidRDefault="00FD6214" w:rsidP="00FB5775">
      <w:pPr>
        <w:jc w:val="center"/>
        <w:rPr>
          <w:rFonts w:ascii="Times New Roman" w:hAnsi="Times New Roman"/>
          <w:b/>
        </w:rPr>
      </w:pPr>
      <w:r w:rsidRPr="00273D55">
        <w:rPr>
          <w:rFonts w:ascii="Times New Roman" w:hAnsi="Times New Roman"/>
          <w:b/>
        </w:rPr>
        <w:t xml:space="preserve">     за </w:t>
      </w:r>
      <w:r>
        <w:rPr>
          <w:rFonts w:ascii="Times New Roman" w:hAnsi="Times New Roman"/>
          <w:b/>
        </w:rPr>
        <w:t>первый квартал</w:t>
      </w:r>
      <w:r w:rsidRPr="00273D55">
        <w:rPr>
          <w:rFonts w:ascii="Times New Roman" w:hAnsi="Times New Roman"/>
          <w:b/>
        </w:rPr>
        <w:t xml:space="preserve">  202</w:t>
      </w:r>
      <w:r>
        <w:rPr>
          <w:rFonts w:ascii="Times New Roman" w:hAnsi="Times New Roman"/>
          <w:b/>
        </w:rPr>
        <w:t xml:space="preserve">1 года по  </w:t>
      </w:r>
      <w:r w:rsidRPr="00273D55">
        <w:rPr>
          <w:rFonts w:ascii="Times New Roman" w:hAnsi="Times New Roman"/>
          <w:b/>
        </w:rPr>
        <w:t>поступлениям доходов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14"/>
        <w:gridCol w:w="1843"/>
        <w:gridCol w:w="2976"/>
        <w:gridCol w:w="1134"/>
        <w:gridCol w:w="1134"/>
        <w:gridCol w:w="709"/>
        <w:gridCol w:w="284"/>
        <w:gridCol w:w="992"/>
      </w:tblGrid>
      <w:tr w:rsidR="00FD6214" w:rsidRPr="00F807F7" w:rsidTr="00EF35F7">
        <w:trPr>
          <w:trHeight w:val="142"/>
        </w:trPr>
        <w:tc>
          <w:tcPr>
            <w:tcW w:w="31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D6214" w:rsidRPr="00F807F7" w:rsidRDefault="00FD6214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D6214" w:rsidRPr="00F807F7" w:rsidRDefault="00FD6214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D6214" w:rsidRPr="00F807F7" w:rsidRDefault="00FD6214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FD6214" w:rsidRPr="00F807F7" w:rsidRDefault="00FD6214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color w:val="000000"/>
                <w:sz w:val="20"/>
                <w:szCs w:val="20"/>
              </w:rPr>
              <w:t>(тыс. руб.)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FD6214" w:rsidRPr="00F807F7" w:rsidRDefault="00FD6214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D6214" w:rsidRPr="00F807F7" w:rsidRDefault="00FD6214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D6214" w:rsidRPr="00F807F7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6214" w:rsidRPr="00F807F7" w:rsidRDefault="00FD6214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807F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6214" w:rsidRPr="00F807F7" w:rsidRDefault="00FD6214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807F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6214" w:rsidRPr="00F807F7" w:rsidRDefault="00FD6214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807F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Наименование дохода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6214" w:rsidRPr="00F807F7" w:rsidRDefault="00FD6214" w:rsidP="006D57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807F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План 2021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6214" w:rsidRPr="00F807F7" w:rsidRDefault="00FD6214" w:rsidP="006D57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807F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Исполнение  за 1 квартал 2021 г.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807F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отклонения</w:t>
            </w:r>
          </w:p>
        </w:tc>
      </w:tr>
      <w:tr w:rsidR="00FD6214" w:rsidRPr="00F807F7" w:rsidTr="006814A3">
        <w:trPr>
          <w:trHeight w:val="898"/>
        </w:trPr>
        <w:tc>
          <w:tcPr>
            <w:tcW w:w="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807F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% к бюдж. назначению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807F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"+";"-"</w:t>
            </w:r>
          </w:p>
        </w:tc>
      </w:tr>
      <w:tr w:rsidR="00FD6214" w:rsidRPr="00F807F7" w:rsidTr="006814A3">
        <w:trPr>
          <w:trHeight w:val="23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807F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10000000000000100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214" w:rsidRPr="00F807F7" w:rsidRDefault="00FD6214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6214" w:rsidRPr="00F807F7" w:rsidRDefault="00FD6214" w:rsidP="00987C49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F807F7">
              <w:rPr>
                <w:rFonts w:ascii="Times New Roman" w:hAnsi="Times New Roman"/>
                <w:b/>
                <w:bCs/>
                <w:color w:val="000000"/>
              </w:rPr>
              <w:t>13360,4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6214" w:rsidRPr="00F807F7" w:rsidRDefault="00FD6214" w:rsidP="004162A2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F807F7">
              <w:rPr>
                <w:rFonts w:ascii="Times New Roman" w:hAnsi="Times New Roman"/>
                <w:b/>
                <w:bCs/>
                <w:color w:val="000000"/>
              </w:rPr>
              <w:t>2664,0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 w:rsidP="004162A2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F807F7">
              <w:rPr>
                <w:rFonts w:ascii="Times New Roman" w:hAnsi="Times New Roman"/>
                <w:b/>
                <w:bCs/>
                <w:color w:val="000000"/>
              </w:rPr>
              <w:t>19,9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 w:rsidP="004162A2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F807F7">
              <w:rPr>
                <w:rFonts w:ascii="Times New Roman" w:hAnsi="Times New Roman"/>
                <w:b/>
                <w:bCs/>
                <w:color w:val="000000"/>
              </w:rPr>
              <w:t>-10696,4</w:t>
            </w:r>
          </w:p>
        </w:tc>
      </w:tr>
      <w:tr w:rsidR="00FD6214" w:rsidRPr="00F807F7" w:rsidTr="006814A3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807F7">
              <w:rPr>
                <w:rFonts w:ascii="Times New Roman" w:hAnsi="Times New Roman"/>
                <w:color w:val="000000"/>
                <w:sz w:val="16"/>
                <w:szCs w:val="16"/>
              </w:rPr>
              <w:t>18210102000010000000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214" w:rsidRPr="00F807F7" w:rsidRDefault="00FD621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color w:val="000000"/>
                <w:sz w:val="20"/>
                <w:szCs w:val="20"/>
              </w:rPr>
              <w:t>2020,0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6214" w:rsidRPr="00F807F7" w:rsidRDefault="00FD6214" w:rsidP="006D578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color w:val="000000"/>
                <w:sz w:val="20"/>
                <w:szCs w:val="20"/>
              </w:rPr>
              <w:t>317,8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color w:val="000000"/>
              </w:rPr>
            </w:pPr>
            <w:r w:rsidRPr="00F807F7">
              <w:rPr>
                <w:rFonts w:ascii="Times New Roman" w:hAnsi="Times New Roman"/>
                <w:color w:val="000000"/>
              </w:rPr>
              <w:t>15,7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 w:rsidP="006D578E">
            <w:pPr>
              <w:jc w:val="right"/>
              <w:rPr>
                <w:rFonts w:ascii="Times New Roman" w:hAnsi="Times New Roman"/>
                <w:color w:val="000000"/>
              </w:rPr>
            </w:pPr>
            <w:r w:rsidRPr="00F807F7">
              <w:rPr>
                <w:rFonts w:ascii="Times New Roman" w:hAnsi="Times New Roman"/>
                <w:color w:val="000000"/>
              </w:rPr>
              <w:t>-1702,2</w:t>
            </w:r>
          </w:p>
        </w:tc>
      </w:tr>
      <w:tr w:rsidR="00FD6214" w:rsidRPr="00F807F7" w:rsidTr="006814A3">
        <w:trPr>
          <w:trHeight w:val="190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214" w:rsidRPr="00F807F7" w:rsidRDefault="00FD621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807F7">
              <w:rPr>
                <w:rFonts w:ascii="Times New Roman" w:hAnsi="Times New Roman"/>
                <w:color w:val="000000"/>
                <w:sz w:val="16"/>
                <w:szCs w:val="16"/>
              </w:rPr>
              <w:t>10010302231010000000   10010302241010000110  10010302251010000110  10010302261010000110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214" w:rsidRPr="00F807F7" w:rsidRDefault="00FD621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color w:val="000000"/>
                <w:sz w:val="20"/>
                <w:szCs w:val="20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color w:val="000000"/>
                <w:sz w:val="20"/>
                <w:szCs w:val="20"/>
              </w:rPr>
              <w:t>4860,4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color w:val="000000"/>
                <w:sz w:val="20"/>
                <w:szCs w:val="20"/>
              </w:rPr>
              <w:t>1089,8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color w:val="000000"/>
              </w:rPr>
            </w:pPr>
            <w:r w:rsidRPr="00F807F7">
              <w:rPr>
                <w:rFonts w:ascii="Times New Roman" w:hAnsi="Times New Roman"/>
                <w:color w:val="000000"/>
              </w:rPr>
              <w:t>22,4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 w:rsidP="00AE4BB0">
            <w:pPr>
              <w:jc w:val="right"/>
              <w:rPr>
                <w:rFonts w:ascii="Times New Roman" w:hAnsi="Times New Roman"/>
                <w:color w:val="000000"/>
              </w:rPr>
            </w:pPr>
            <w:r w:rsidRPr="00F807F7">
              <w:rPr>
                <w:rFonts w:ascii="Times New Roman" w:hAnsi="Times New Roman"/>
                <w:color w:val="000000"/>
              </w:rPr>
              <w:t>-3770,6</w:t>
            </w:r>
          </w:p>
        </w:tc>
      </w:tr>
      <w:tr w:rsidR="00FD6214" w:rsidRPr="00F807F7" w:rsidTr="006814A3">
        <w:trPr>
          <w:trHeight w:val="42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807F7">
              <w:rPr>
                <w:rFonts w:ascii="Times New Roman" w:hAnsi="Times New Roman"/>
                <w:color w:val="000000"/>
                <w:sz w:val="16"/>
                <w:szCs w:val="16"/>
              </w:rPr>
              <w:t>18210503010010000000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214" w:rsidRPr="00F807F7" w:rsidRDefault="00FD621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Единый сельскохозяйственный налог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color w:val="000000"/>
                <w:sz w:val="20"/>
                <w:szCs w:val="20"/>
              </w:rPr>
              <w:t>1400,0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color w:val="000000"/>
                <w:sz w:val="20"/>
                <w:szCs w:val="20"/>
              </w:rPr>
              <w:t>965,9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color w:val="000000"/>
              </w:rPr>
            </w:pPr>
            <w:r w:rsidRPr="00F807F7">
              <w:rPr>
                <w:rFonts w:ascii="Times New Roman" w:hAnsi="Times New Roman"/>
                <w:color w:val="000000"/>
              </w:rPr>
              <w:t>69,0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 w:rsidP="001D36F4">
            <w:pPr>
              <w:jc w:val="right"/>
              <w:rPr>
                <w:rFonts w:ascii="Times New Roman" w:hAnsi="Times New Roman"/>
                <w:color w:val="000000"/>
              </w:rPr>
            </w:pPr>
            <w:r w:rsidRPr="00F807F7">
              <w:rPr>
                <w:rFonts w:ascii="Times New Roman" w:hAnsi="Times New Roman"/>
                <w:color w:val="000000"/>
              </w:rPr>
              <w:t>434,1</w:t>
            </w:r>
          </w:p>
        </w:tc>
      </w:tr>
      <w:tr w:rsidR="00FD6214" w:rsidRPr="00F807F7" w:rsidTr="006814A3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807F7">
              <w:rPr>
                <w:rFonts w:ascii="Times New Roman" w:hAnsi="Times New Roman"/>
                <w:color w:val="000000"/>
                <w:sz w:val="16"/>
                <w:szCs w:val="16"/>
              </w:rPr>
              <w:t>18210601030100000000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214" w:rsidRPr="00F807F7" w:rsidRDefault="00FD621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color w:val="000000"/>
                <w:sz w:val="20"/>
                <w:szCs w:val="20"/>
              </w:rPr>
              <w:t>1180,0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color w:val="000000"/>
                <w:sz w:val="20"/>
                <w:szCs w:val="20"/>
              </w:rPr>
              <w:t>76,1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color w:val="000000"/>
              </w:rPr>
            </w:pPr>
            <w:r w:rsidRPr="00F807F7">
              <w:rPr>
                <w:rFonts w:ascii="Times New Roman" w:hAnsi="Times New Roman"/>
                <w:color w:val="000000"/>
              </w:rPr>
              <w:t>6,4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 w:rsidP="001D36F4">
            <w:pPr>
              <w:jc w:val="right"/>
              <w:rPr>
                <w:rFonts w:ascii="Times New Roman" w:hAnsi="Times New Roman"/>
                <w:color w:val="000000"/>
              </w:rPr>
            </w:pPr>
            <w:r w:rsidRPr="00F807F7">
              <w:rPr>
                <w:rFonts w:ascii="Times New Roman" w:hAnsi="Times New Roman"/>
                <w:color w:val="000000"/>
              </w:rPr>
              <w:t>-1103,9</w:t>
            </w:r>
          </w:p>
        </w:tc>
      </w:tr>
      <w:tr w:rsidR="00FD6214" w:rsidRPr="00F807F7" w:rsidTr="006814A3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807F7">
              <w:rPr>
                <w:rFonts w:ascii="Times New Roman" w:hAnsi="Times New Roman"/>
                <w:color w:val="000000"/>
                <w:sz w:val="16"/>
                <w:szCs w:val="16"/>
              </w:rPr>
              <w:t>18210606000000000000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214" w:rsidRPr="00F807F7" w:rsidRDefault="00FD621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color w:val="000000"/>
                <w:sz w:val="20"/>
                <w:szCs w:val="20"/>
              </w:rPr>
              <w:t>3900,0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color w:val="000000"/>
                <w:sz w:val="20"/>
                <w:szCs w:val="20"/>
              </w:rPr>
              <w:t>214,4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color w:val="000000"/>
              </w:rPr>
            </w:pPr>
            <w:r w:rsidRPr="00F807F7">
              <w:rPr>
                <w:rFonts w:ascii="Times New Roman" w:hAnsi="Times New Roman"/>
                <w:color w:val="000000"/>
              </w:rPr>
              <w:t>5,5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 w:rsidP="001D36F4">
            <w:pPr>
              <w:jc w:val="right"/>
              <w:rPr>
                <w:rFonts w:ascii="Times New Roman" w:hAnsi="Times New Roman"/>
                <w:color w:val="000000"/>
              </w:rPr>
            </w:pPr>
            <w:r w:rsidRPr="00F807F7">
              <w:rPr>
                <w:rFonts w:ascii="Times New Roman" w:hAnsi="Times New Roman"/>
                <w:color w:val="000000"/>
              </w:rPr>
              <w:t>-3685,6</w:t>
            </w:r>
          </w:p>
        </w:tc>
      </w:tr>
      <w:tr w:rsidR="00FD6214" w:rsidRPr="00F807F7" w:rsidTr="006814A3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807F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10000000000000100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214" w:rsidRPr="00F807F7" w:rsidRDefault="00FD6214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6214" w:rsidRPr="00F807F7" w:rsidRDefault="00FD6214" w:rsidP="0043059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49,1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F807F7">
              <w:rPr>
                <w:rFonts w:ascii="Times New Roman" w:hAnsi="Times New Roman"/>
                <w:b/>
                <w:bCs/>
                <w:color w:val="000000"/>
              </w:rPr>
              <w:t>41,6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 w:rsidP="00C714A9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F807F7">
              <w:rPr>
                <w:rFonts w:ascii="Times New Roman" w:hAnsi="Times New Roman"/>
                <w:b/>
                <w:bCs/>
                <w:color w:val="000000"/>
              </w:rPr>
              <w:t>68,9</w:t>
            </w:r>
          </w:p>
        </w:tc>
      </w:tr>
      <w:tr w:rsidR="00FD6214" w:rsidRPr="00F807F7" w:rsidTr="006814A3">
        <w:trPr>
          <w:trHeight w:val="738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6214" w:rsidRPr="00F807F7" w:rsidRDefault="00FD6214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807F7">
              <w:rPr>
                <w:rFonts w:ascii="Times New Roman" w:hAnsi="Times New Roman"/>
                <w:color w:val="000000"/>
                <w:sz w:val="16"/>
                <w:szCs w:val="16"/>
              </w:rPr>
              <w:t>14111690050100000000</w:t>
            </w:r>
          </w:p>
          <w:p w:rsidR="00FD6214" w:rsidRPr="00F807F7" w:rsidRDefault="00FD6214" w:rsidP="006814A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807F7">
              <w:rPr>
                <w:rFonts w:ascii="Times New Roman" w:hAnsi="Times New Roman"/>
                <w:color w:val="000000"/>
                <w:sz w:val="16"/>
                <w:szCs w:val="16"/>
              </w:rPr>
              <w:t>99211690050100000000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D6214" w:rsidRPr="00F807F7" w:rsidRDefault="00FD621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color w:val="000000"/>
                <w:sz w:val="20"/>
                <w:szCs w:val="20"/>
              </w:rPr>
              <w:t>Прочие поступления от денежных взысканий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color w:val="000000"/>
              </w:rPr>
            </w:pPr>
            <w:r w:rsidRPr="00F807F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6214" w:rsidRPr="00F807F7" w:rsidRDefault="00FD6214" w:rsidP="00C03826">
            <w:pPr>
              <w:jc w:val="right"/>
              <w:rPr>
                <w:rFonts w:ascii="Times New Roman" w:hAnsi="Times New Roman"/>
                <w:color w:val="000000"/>
              </w:rPr>
            </w:pPr>
            <w:r w:rsidRPr="00F807F7">
              <w:rPr>
                <w:rFonts w:ascii="Times New Roman" w:hAnsi="Times New Roman"/>
                <w:color w:val="000000"/>
              </w:rPr>
              <w:t>-3,0</w:t>
            </w:r>
          </w:p>
        </w:tc>
      </w:tr>
      <w:tr w:rsidR="00FD6214" w:rsidRPr="00F807F7" w:rsidTr="006814A3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807F7">
              <w:rPr>
                <w:rFonts w:ascii="Times New Roman" w:hAnsi="Times New Roman"/>
                <w:color w:val="000000"/>
                <w:sz w:val="16"/>
                <w:szCs w:val="16"/>
              </w:rPr>
              <w:t>99211105035100000000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214" w:rsidRPr="00F807F7" w:rsidRDefault="00FD621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color w:val="000000"/>
                <w:sz w:val="20"/>
                <w:szCs w:val="20"/>
              </w:rPr>
              <w:t>52,0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color w:val="000000"/>
              </w:rPr>
            </w:pPr>
            <w:r w:rsidRPr="00F807F7">
              <w:rPr>
                <w:rFonts w:ascii="Times New Roman" w:hAnsi="Times New Roman"/>
                <w:color w:val="000000"/>
              </w:rPr>
              <w:t>11,5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 w:rsidP="001D36F4">
            <w:pPr>
              <w:jc w:val="right"/>
              <w:rPr>
                <w:rFonts w:ascii="Times New Roman" w:hAnsi="Times New Roman"/>
                <w:color w:val="000000"/>
              </w:rPr>
            </w:pPr>
            <w:r w:rsidRPr="00F807F7">
              <w:rPr>
                <w:rFonts w:ascii="Times New Roman" w:hAnsi="Times New Roman"/>
                <w:color w:val="000000"/>
              </w:rPr>
              <w:t>-46,0</w:t>
            </w:r>
          </w:p>
        </w:tc>
      </w:tr>
      <w:tr w:rsidR="00FD6214" w:rsidRPr="00F807F7" w:rsidTr="006814A3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807F7">
              <w:rPr>
                <w:rFonts w:ascii="Times New Roman" w:hAnsi="Times New Roman"/>
                <w:color w:val="000000"/>
                <w:sz w:val="16"/>
                <w:szCs w:val="16"/>
              </w:rPr>
              <w:t>99211105075100000120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214" w:rsidRPr="00F807F7" w:rsidRDefault="00FD621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color w:val="000000"/>
                <w:sz w:val="20"/>
                <w:szCs w:val="20"/>
              </w:rPr>
              <w:t>Доходы  от сдачи в аренду имущества, составляющего казну сельских поселений (за исключением земельных участков 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color w:val="000000"/>
                <w:sz w:val="20"/>
                <w:szCs w:val="20"/>
              </w:rPr>
              <w:t>19,5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color w:val="000000"/>
              </w:rPr>
            </w:pPr>
            <w:r w:rsidRPr="00F807F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 w:rsidP="001D36F4">
            <w:pPr>
              <w:jc w:val="right"/>
              <w:rPr>
                <w:rFonts w:ascii="Times New Roman" w:hAnsi="Times New Roman"/>
                <w:color w:val="000000"/>
              </w:rPr>
            </w:pPr>
            <w:r w:rsidRPr="00F807F7">
              <w:rPr>
                <w:rFonts w:ascii="Times New Roman" w:hAnsi="Times New Roman"/>
                <w:color w:val="000000"/>
              </w:rPr>
              <w:t>19,5</w:t>
            </w:r>
          </w:p>
        </w:tc>
      </w:tr>
      <w:tr w:rsidR="00FD6214" w:rsidRPr="00F807F7" w:rsidTr="006814A3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214" w:rsidRPr="00F807F7" w:rsidRDefault="00FD6214" w:rsidP="00DF4D6D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807F7">
              <w:rPr>
                <w:rFonts w:ascii="Times New Roman" w:hAnsi="Times New Roman"/>
                <w:color w:val="000000"/>
                <w:sz w:val="16"/>
                <w:szCs w:val="16"/>
              </w:rPr>
              <w:t>99211109045100000020</w:t>
            </w:r>
          </w:p>
          <w:p w:rsidR="00FD6214" w:rsidRPr="00F807F7" w:rsidRDefault="00FD6214" w:rsidP="00DF4D6D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807F7">
              <w:rPr>
                <w:rFonts w:ascii="Times New Roman" w:hAnsi="Times New Roman"/>
                <w:color w:val="000000"/>
                <w:sz w:val="16"/>
                <w:szCs w:val="16"/>
              </w:rPr>
              <w:t>99211109080100000120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214" w:rsidRPr="00F807F7" w:rsidRDefault="00FD6214" w:rsidP="00DF4D6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color w:val="000000"/>
                <w:sz w:val="20"/>
                <w:szCs w:val="20"/>
              </w:rPr>
              <w:t>Прочие доходы от использования имущества и прав,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color w:val="000000"/>
                <w:sz w:val="20"/>
                <w:szCs w:val="20"/>
              </w:rPr>
              <w:t>63,0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color w:val="000000"/>
              </w:rPr>
            </w:pPr>
            <w:r w:rsidRPr="00F807F7">
              <w:rPr>
                <w:rFonts w:ascii="Times New Roman" w:hAnsi="Times New Roman"/>
                <w:color w:val="000000"/>
              </w:rPr>
              <w:t>33,3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 w:rsidP="00DF4D6D">
            <w:pPr>
              <w:jc w:val="right"/>
              <w:rPr>
                <w:rFonts w:ascii="Times New Roman" w:hAnsi="Times New Roman"/>
                <w:color w:val="000000"/>
              </w:rPr>
            </w:pPr>
            <w:r w:rsidRPr="00F807F7">
              <w:rPr>
                <w:rFonts w:ascii="Times New Roman" w:hAnsi="Times New Roman"/>
                <w:color w:val="000000"/>
              </w:rPr>
              <w:t>-42,0</w:t>
            </w:r>
          </w:p>
        </w:tc>
      </w:tr>
      <w:tr w:rsidR="00FD6214" w:rsidRPr="00F807F7" w:rsidTr="006814A3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214" w:rsidRPr="00F807F7" w:rsidRDefault="00FD6214" w:rsidP="00277D6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807F7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99211302065100000000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214" w:rsidRPr="00F807F7" w:rsidRDefault="00FD6214" w:rsidP="005E3E9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Доходы, поступающие в порядке возмещения расходов, понесенных в связи с эксплуатацией имущества сельских поселений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6214" w:rsidRPr="00F807F7" w:rsidRDefault="00FD6214" w:rsidP="0043059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color w:val="000000"/>
                <w:sz w:val="20"/>
                <w:szCs w:val="20"/>
              </w:rPr>
              <w:t>2,6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color w:val="000000"/>
              </w:rPr>
            </w:pPr>
            <w:r w:rsidRPr="00F807F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color w:val="000000"/>
              </w:rPr>
            </w:pPr>
            <w:r w:rsidRPr="00F807F7">
              <w:rPr>
                <w:rFonts w:ascii="Times New Roman" w:hAnsi="Times New Roman"/>
                <w:color w:val="000000"/>
              </w:rPr>
              <w:t>2,6</w:t>
            </w:r>
          </w:p>
        </w:tc>
      </w:tr>
      <w:tr w:rsidR="00FD6214" w:rsidRPr="00F807F7" w:rsidTr="006814A3">
        <w:trPr>
          <w:trHeight w:val="94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214" w:rsidRPr="00F807F7" w:rsidRDefault="00FD6214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ВСЕГО СОБСТВЕННЫХ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13478,4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2713,1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F807F7">
              <w:rPr>
                <w:rFonts w:ascii="Times New Roman" w:hAnsi="Times New Roman"/>
                <w:b/>
                <w:bCs/>
                <w:color w:val="000000"/>
              </w:rPr>
              <w:t>20,1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 w:rsidP="00987C49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F807F7">
              <w:rPr>
                <w:rFonts w:ascii="Times New Roman" w:hAnsi="Times New Roman"/>
                <w:b/>
                <w:bCs/>
                <w:color w:val="000000"/>
              </w:rPr>
              <w:t>-10765,3</w:t>
            </w:r>
          </w:p>
        </w:tc>
      </w:tr>
      <w:tr w:rsidR="00FD6214" w:rsidRPr="00F807F7" w:rsidTr="006814A3">
        <w:trPr>
          <w:trHeight w:val="2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807F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200000000000000000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214" w:rsidRPr="00F807F7" w:rsidRDefault="00FD6214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17932,3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 w:rsidP="003908F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2188,5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 w:rsidP="003908FB">
            <w:pPr>
              <w:jc w:val="right"/>
              <w:rPr>
                <w:rFonts w:ascii="Times New Roman" w:hAnsi="Times New Roman"/>
                <w:color w:val="000000"/>
              </w:rPr>
            </w:pPr>
            <w:r w:rsidRPr="00F807F7">
              <w:rPr>
                <w:rFonts w:ascii="Times New Roman" w:hAnsi="Times New Roman"/>
                <w:color w:val="000000"/>
              </w:rPr>
              <w:t>12,2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 w:rsidP="003908FB">
            <w:pPr>
              <w:jc w:val="right"/>
              <w:rPr>
                <w:rFonts w:ascii="Times New Roman" w:hAnsi="Times New Roman"/>
                <w:color w:val="000000"/>
              </w:rPr>
            </w:pPr>
            <w:r w:rsidRPr="00F807F7">
              <w:rPr>
                <w:rFonts w:ascii="Times New Roman" w:hAnsi="Times New Roman"/>
                <w:color w:val="000000"/>
              </w:rPr>
              <w:t>-15743,8</w:t>
            </w:r>
          </w:p>
        </w:tc>
      </w:tr>
      <w:tr w:rsidR="00FD6214" w:rsidRPr="00F807F7" w:rsidTr="00CA1EC2">
        <w:trPr>
          <w:trHeight w:val="131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807F7">
              <w:rPr>
                <w:rFonts w:ascii="Times New Roman" w:hAnsi="Times New Roman"/>
                <w:color w:val="000000"/>
                <w:sz w:val="16"/>
                <w:szCs w:val="16"/>
              </w:rPr>
              <w:t>20215001100000150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214" w:rsidRPr="00F807F7" w:rsidRDefault="00FD621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бюджета субъекта РФ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color w:val="000000"/>
                <w:sz w:val="20"/>
                <w:szCs w:val="20"/>
              </w:rPr>
              <w:t>8505,4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color w:val="000000"/>
                <w:sz w:val="20"/>
                <w:szCs w:val="20"/>
              </w:rPr>
              <w:t>2131,3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color w:val="000000"/>
              </w:rPr>
            </w:pPr>
            <w:r w:rsidRPr="00F807F7">
              <w:rPr>
                <w:rFonts w:ascii="Times New Roman" w:hAnsi="Times New Roman"/>
                <w:color w:val="000000"/>
              </w:rPr>
              <w:t>25,1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 w:rsidP="00BB6C34">
            <w:pPr>
              <w:jc w:val="right"/>
              <w:rPr>
                <w:rFonts w:ascii="Times New Roman" w:hAnsi="Times New Roman"/>
                <w:color w:val="000000"/>
              </w:rPr>
            </w:pPr>
            <w:r w:rsidRPr="00F807F7">
              <w:rPr>
                <w:rFonts w:ascii="Times New Roman" w:hAnsi="Times New Roman"/>
                <w:color w:val="000000"/>
              </w:rPr>
              <w:t>-6374,1</w:t>
            </w:r>
          </w:p>
        </w:tc>
      </w:tr>
      <w:tr w:rsidR="00FD6214" w:rsidRPr="00F807F7" w:rsidTr="006814A3">
        <w:trPr>
          <w:trHeight w:val="778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6214" w:rsidRPr="00F807F7" w:rsidRDefault="00FD6214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807F7">
              <w:rPr>
                <w:rFonts w:ascii="Times New Roman" w:hAnsi="Times New Roman"/>
                <w:color w:val="000000"/>
                <w:sz w:val="16"/>
                <w:szCs w:val="16"/>
              </w:rPr>
              <w:t>20230024100000100</w:t>
            </w:r>
          </w:p>
          <w:p w:rsidR="00FD6214" w:rsidRPr="00F807F7" w:rsidRDefault="00FD6214" w:rsidP="006814A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D6214" w:rsidRPr="00F807F7" w:rsidRDefault="00FD621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color w:val="000000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РФ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color w:val="000000"/>
              </w:rPr>
            </w:pPr>
            <w:r w:rsidRPr="00F807F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6214" w:rsidRPr="00F807F7" w:rsidRDefault="00FD6214" w:rsidP="00360D36">
            <w:pPr>
              <w:jc w:val="right"/>
              <w:rPr>
                <w:rFonts w:ascii="Times New Roman" w:hAnsi="Times New Roman"/>
                <w:color w:val="000000"/>
              </w:rPr>
            </w:pPr>
            <w:r w:rsidRPr="00F807F7">
              <w:rPr>
                <w:rFonts w:ascii="Times New Roman" w:hAnsi="Times New Roman"/>
                <w:color w:val="000000"/>
              </w:rPr>
              <w:t>-3,8</w:t>
            </w:r>
          </w:p>
        </w:tc>
      </w:tr>
      <w:tr w:rsidR="00FD6214" w:rsidRPr="00F807F7" w:rsidTr="006814A3">
        <w:trPr>
          <w:trHeight w:val="778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6214" w:rsidRPr="00F807F7" w:rsidRDefault="00FD6214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D6214" w:rsidRPr="00F807F7" w:rsidRDefault="00FD6214" w:rsidP="00FE7056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807F7">
              <w:rPr>
                <w:rFonts w:ascii="Times New Roman" w:hAnsi="Times New Roman"/>
                <w:color w:val="000000"/>
                <w:sz w:val="16"/>
                <w:szCs w:val="16"/>
              </w:rPr>
              <w:t>20235118100000100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D6214" w:rsidRPr="00F807F7" w:rsidRDefault="00FD6214" w:rsidP="009302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color w:val="000000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color w:val="000000"/>
                <w:sz w:val="20"/>
                <w:szCs w:val="20"/>
              </w:rPr>
              <w:t>245,3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color w:val="000000"/>
                <w:sz w:val="20"/>
                <w:szCs w:val="20"/>
              </w:rPr>
              <w:t>57,2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color w:val="000000"/>
              </w:rPr>
            </w:pPr>
            <w:r w:rsidRPr="00F807F7">
              <w:rPr>
                <w:rFonts w:ascii="Times New Roman" w:hAnsi="Times New Roman"/>
                <w:color w:val="000000"/>
              </w:rPr>
              <w:t>23,3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6214" w:rsidRPr="00F807F7" w:rsidRDefault="00FD6214" w:rsidP="00360D36">
            <w:pPr>
              <w:jc w:val="right"/>
              <w:rPr>
                <w:rFonts w:ascii="Times New Roman" w:hAnsi="Times New Roman"/>
                <w:color w:val="000000"/>
              </w:rPr>
            </w:pPr>
            <w:r w:rsidRPr="00F807F7">
              <w:rPr>
                <w:rFonts w:ascii="Times New Roman" w:hAnsi="Times New Roman"/>
                <w:color w:val="000000"/>
              </w:rPr>
              <w:t>-188,1</w:t>
            </w:r>
          </w:p>
        </w:tc>
      </w:tr>
      <w:tr w:rsidR="00FD6214" w:rsidRPr="00F807F7" w:rsidTr="006814A3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214" w:rsidRPr="00F807F7" w:rsidRDefault="00FD6214" w:rsidP="00D744A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807F7">
              <w:rPr>
                <w:rFonts w:ascii="Times New Roman" w:hAnsi="Times New Roman"/>
                <w:color w:val="000000"/>
                <w:sz w:val="16"/>
                <w:szCs w:val="16"/>
              </w:rPr>
              <w:t>20229999100000100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214" w:rsidRPr="00F807F7" w:rsidRDefault="00FD6214" w:rsidP="00D744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color w:val="000000"/>
                <w:sz w:val="20"/>
                <w:szCs w:val="20"/>
              </w:rPr>
              <w:t>Прочие субсидии бюджетам  сельских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color w:val="000000"/>
                <w:sz w:val="20"/>
                <w:szCs w:val="20"/>
              </w:rPr>
              <w:t>9177,8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 w:rsidP="003908F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color w:val="000000"/>
              </w:rPr>
            </w:pPr>
            <w:r w:rsidRPr="00F807F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 w:rsidP="003908FB">
            <w:pPr>
              <w:jc w:val="right"/>
              <w:rPr>
                <w:rFonts w:ascii="Times New Roman" w:hAnsi="Times New Roman"/>
                <w:color w:val="000000"/>
              </w:rPr>
            </w:pPr>
            <w:r w:rsidRPr="00F807F7">
              <w:rPr>
                <w:rFonts w:ascii="Times New Roman" w:hAnsi="Times New Roman"/>
                <w:color w:val="000000"/>
              </w:rPr>
              <w:t>-9177,8</w:t>
            </w:r>
          </w:p>
        </w:tc>
      </w:tr>
      <w:tr w:rsidR="00FD6214" w:rsidRPr="00F807F7" w:rsidTr="006814A3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214" w:rsidRPr="00F807F7" w:rsidRDefault="00FD621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07F7">
              <w:rPr>
                <w:rFonts w:ascii="Times New Roman" w:hAnsi="Times New Roman"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F807F7">
              <w:rPr>
                <w:rFonts w:ascii="Times New Roman" w:hAnsi="Times New Roman"/>
                <w:b/>
                <w:bCs/>
                <w:color w:val="000000"/>
                <w:lang w:val="en-US"/>
              </w:rPr>
              <w:t>31410</w:t>
            </w:r>
            <w:r w:rsidRPr="00F807F7">
              <w:rPr>
                <w:rFonts w:ascii="Times New Roman" w:hAnsi="Times New Roman"/>
                <w:b/>
                <w:bCs/>
                <w:color w:val="000000"/>
              </w:rPr>
              <w:t>,</w:t>
            </w:r>
            <w:r w:rsidRPr="00F807F7">
              <w:rPr>
                <w:rFonts w:ascii="Times New Roman" w:hAnsi="Times New Roman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F807F7">
              <w:rPr>
                <w:rFonts w:ascii="Times New Roman" w:hAnsi="Times New Roman"/>
                <w:b/>
                <w:bCs/>
                <w:color w:val="000000"/>
              </w:rPr>
              <w:t>4901,6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 w:rsidP="003908FB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F807F7">
              <w:rPr>
                <w:rFonts w:ascii="Times New Roman" w:hAnsi="Times New Roman"/>
                <w:b/>
                <w:bCs/>
                <w:color w:val="000000"/>
              </w:rPr>
              <w:t>15,6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214" w:rsidRPr="00F807F7" w:rsidRDefault="00FD6214" w:rsidP="00987C49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F807F7">
              <w:rPr>
                <w:rFonts w:ascii="Times New Roman" w:hAnsi="Times New Roman"/>
                <w:b/>
                <w:bCs/>
                <w:color w:val="000000"/>
              </w:rPr>
              <w:t>-26509,1</w:t>
            </w:r>
          </w:p>
        </w:tc>
      </w:tr>
    </w:tbl>
    <w:p w:rsidR="00FD6214" w:rsidRPr="00273D55" w:rsidRDefault="00FD6214" w:rsidP="00FB5775">
      <w:pPr>
        <w:rPr>
          <w:rFonts w:ascii="Times New Roman" w:hAnsi="Times New Roman"/>
        </w:rPr>
      </w:pPr>
    </w:p>
    <w:p w:rsidR="00FD6214" w:rsidRPr="00273D55" w:rsidRDefault="00FD6214" w:rsidP="00FB577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Главный</w:t>
      </w:r>
      <w:r w:rsidRPr="00273D55">
        <w:rPr>
          <w:rFonts w:ascii="Times New Roman" w:hAnsi="Times New Roman"/>
        </w:rPr>
        <w:t xml:space="preserve"> специалист администрации</w:t>
      </w:r>
    </w:p>
    <w:p w:rsidR="00FD6214" w:rsidRPr="00273D55" w:rsidRDefault="00FD6214" w:rsidP="00FB5775">
      <w:pPr>
        <w:spacing w:after="0" w:line="240" w:lineRule="auto"/>
        <w:rPr>
          <w:rFonts w:ascii="Times New Roman" w:hAnsi="Times New Roman"/>
        </w:rPr>
      </w:pPr>
      <w:r w:rsidRPr="00273D55">
        <w:rPr>
          <w:rFonts w:ascii="Times New Roman" w:hAnsi="Times New Roman"/>
        </w:rPr>
        <w:t>Адагумского сельского поселения</w:t>
      </w:r>
    </w:p>
    <w:p w:rsidR="00FD6214" w:rsidRPr="00273D55" w:rsidRDefault="00FD6214" w:rsidP="00FB5775">
      <w:pPr>
        <w:spacing w:after="0" w:line="240" w:lineRule="auto"/>
        <w:rPr>
          <w:rFonts w:ascii="Times New Roman" w:hAnsi="Times New Roman"/>
        </w:rPr>
      </w:pPr>
      <w:r w:rsidRPr="00273D55">
        <w:rPr>
          <w:rFonts w:ascii="Times New Roman" w:hAnsi="Times New Roman"/>
        </w:rPr>
        <w:t>Крымского района                                                                                                         А.В.Сех</w:t>
      </w:r>
    </w:p>
    <w:p w:rsidR="00FD6214" w:rsidRPr="00273D55" w:rsidRDefault="00FD6214" w:rsidP="00FB5775">
      <w:pPr>
        <w:jc w:val="center"/>
        <w:rPr>
          <w:rFonts w:ascii="Times New Roman" w:hAnsi="Times New Roman"/>
          <w:b/>
        </w:rPr>
      </w:pPr>
    </w:p>
    <w:sectPr w:rsidR="00FD6214" w:rsidRPr="00273D55" w:rsidSect="007B1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5775"/>
    <w:rsid w:val="0005508E"/>
    <w:rsid w:val="00091AEA"/>
    <w:rsid w:val="0009612A"/>
    <w:rsid w:val="000A4848"/>
    <w:rsid w:val="001015F3"/>
    <w:rsid w:val="00104008"/>
    <w:rsid w:val="00154141"/>
    <w:rsid w:val="001D36F4"/>
    <w:rsid w:val="0020676F"/>
    <w:rsid w:val="002168BF"/>
    <w:rsid w:val="00221AFB"/>
    <w:rsid w:val="00267041"/>
    <w:rsid w:val="00273D55"/>
    <w:rsid w:val="00277D61"/>
    <w:rsid w:val="002D4DDA"/>
    <w:rsid w:val="002F2BDC"/>
    <w:rsid w:val="00305E53"/>
    <w:rsid w:val="00360D36"/>
    <w:rsid w:val="00367346"/>
    <w:rsid w:val="003908FB"/>
    <w:rsid w:val="00414C97"/>
    <w:rsid w:val="004162A2"/>
    <w:rsid w:val="00430593"/>
    <w:rsid w:val="00442FD7"/>
    <w:rsid w:val="004603CA"/>
    <w:rsid w:val="004C009E"/>
    <w:rsid w:val="004C4DAF"/>
    <w:rsid w:val="004C7C02"/>
    <w:rsid w:val="004E0F6E"/>
    <w:rsid w:val="005076B1"/>
    <w:rsid w:val="00521D77"/>
    <w:rsid w:val="005C725B"/>
    <w:rsid w:val="005E3855"/>
    <w:rsid w:val="005E3E96"/>
    <w:rsid w:val="005F4B42"/>
    <w:rsid w:val="00633DC7"/>
    <w:rsid w:val="006814A3"/>
    <w:rsid w:val="00697926"/>
    <w:rsid w:val="006D578E"/>
    <w:rsid w:val="00795D20"/>
    <w:rsid w:val="007B06A6"/>
    <w:rsid w:val="007B1E91"/>
    <w:rsid w:val="007B3A66"/>
    <w:rsid w:val="007E0640"/>
    <w:rsid w:val="008123E0"/>
    <w:rsid w:val="00915B1A"/>
    <w:rsid w:val="00916987"/>
    <w:rsid w:val="009302FE"/>
    <w:rsid w:val="00952C1F"/>
    <w:rsid w:val="00987C49"/>
    <w:rsid w:val="00AE4BB0"/>
    <w:rsid w:val="00B03880"/>
    <w:rsid w:val="00B6201B"/>
    <w:rsid w:val="00B64DFE"/>
    <w:rsid w:val="00B7344A"/>
    <w:rsid w:val="00B84873"/>
    <w:rsid w:val="00BB6C34"/>
    <w:rsid w:val="00BC487C"/>
    <w:rsid w:val="00C03826"/>
    <w:rsid w:val="00C34C35"/>
    <w:rsid w:val="00C54DC8"/>
    <w:rsid w:val="00C70C5B"/>
    <w:rsid w:val="00C714A9"/>
    <w:rsid w:val="00CA1EC2"/>
    <w:rsid w:val="00D421CA"/>
    <w:rsid w:val="00D73200"/>
    <w:rsid w:val="00D744A1"/>
    <w:rsid w:val="00D964D4"/>
    <w:rsid w:val="00DB2F4D"/>
    <w:rsid w:val="00DF4D6D"/>
    <w:rsid w:val="00DF7E26"/>
    <w:rsid w:val="00E91E8F"/>
    <w:rsid w:val="00ED5F95"/>
    <w:rsid w:val="00EE2379"/>
    <w:rsid w:val="00EF0856"/>
    <w:rsid w:val="00EF35F7"/>
    <w:rsid w:val="00F46AC1"/>
    <w:rsid w:val="00F807F7"/>
    <w:rsid w:val="00FB5775"/>
    <w:rsid w:val="00FD6214"/>
    <w:rsid w:val="00FE7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E9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725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5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434</Words>
  <Characters>2480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               </dc:title>
  <dc:subject/>
  <dc:creator>Пользователь</dc:creator>
  <cp:keywords/>
  <dc:description/>
  <cp:lastModifiedBy>Пользователь</cp:lastModifiedBy>
  <cp:revision>2</cp:revision>
  <cp:lastPrinted>2021-04-16T11:08:00Z</cp:lastPrinted>
  <dcterms:created xsi:type="dcterms:W3CDTF">2021-04-16T11:08:00Z</dcterms:created>
  <dcterms:modified xsi:type="dcterms:W3CDTF">2021-04-16T11:08:00Z</dcterms:modified>
</cp:coreProperties>
</file>